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E9589B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311C59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E9589B" w:rsidRPr="00CA6F05" w:rsidRDefault="00E9589B" w:rsidP="0003227B">
                        <w:r>
                          <w:t>18</w:t>
                        </w:r>
                        <w:r>
                          <w:rPr>
                            <w:lang w:val="ru-RU"/>
                          </w:rPr>
                          <w:t>7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B764E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9589B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E9589B" w:rsidRPr="00B764EA" w:rsidRDefault="00E9589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9589B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9589B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B764EA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9589B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4EA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9589B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203F18" w:rsidRDefault="00E9589B" w:rsidP="0020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203F18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9589B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B764EA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9589B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E9589B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9B" w:rsidRPr="00B764EA" w:rsidRDefault="00E9589B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764EA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E9589B" w:rsidRPr="00B764EA" w:rsidRDefault="00E9589B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B764EA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9589B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89B" w:rsidRPr="00B764EA" w:rsidRDefault="00E9589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4442">
              <w:rPr>
                <w:rFonts w:ascii="Times New Roman" w:hAnsi="Times New Roman"/>
                <w:sz w:val="28"/>
                <w:szCs w:val="28"/>
              </w:rPr>
              <w:t>ОПТС  типу SI-2000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4442">
              <w:rPr>
                <w:rFonts w:ascii="Times New Roman" w:hAnsi="Times New Roman"/>
                <w:sz w:val="28"/>
                <w:szCs w:val="28"/>
              </w:rPr>
              <w:t>Умань Черкаська область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B764EA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B764EA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B764EA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E9589B" w:rsidRPr="00B764EA" w:rsidRDefault="00E9589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2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технологічне приміщення</w:t>
            </w:r>
          </w:p>
        </w:tc>
      </w:tr>
      <w:tr w:rsidR="00E9589B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589B" w:rsidRPr="00AF2679" w:rsidRDefault="00E9589B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E9589B" w:rsidRPr="00AF2679" w:rsidRDefault="00E9589B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E9589B" w:rsidRPr="00B764EA" w:rsidRDefault="00E9589B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9589B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9589B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203F18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589B" w:rsidRPr="00B764EA" w:rsidRDefault="00E9589B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9589B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589B" w:rsidRPr="00B764EA" w:rsidRDefault="00E9589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9589B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203F18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B764EA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B764EA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 Ерл (3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9589B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203F18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8E4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B764E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B764EA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9589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203F18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B764EA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E9589B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B764E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9B" w:rsidRPr="00B764EA" w:rsidRDefault="00E9589B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589B" w:rsidRPr="00361248" w:rsidRDefault="00E9589B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9589B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9589B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B764EA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89B" w:rsidRPr="00B764EA" w:rsidRDefault="00E9589B" w:rsidP="00B76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</w:t>
            </w:r>
            <w:r w:rsidRPr="009C4099">
              <w:rPr>
                <w:rFonts w:ascii="Times New Roman CYR" w:hAnsi="Times New Roman CYR" w:cs="Times New Roman CYR"/>
                <w:sz w:val="28"/>
                <w:szCs w:val="28"/>
              </w:rPr>
              <w:t xml:space="preserve">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 грн., без ПДВ.</w:t>
            </w:r>
          </w:p>
        </w:tc>
      </w:tr>
      <w:tr w:rsidR="00E9589B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589B" w:rsidRPr="00B764EA" w:rsidRDefault="00E9589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9589B" w:rsidRPr="00B764EA" w:rsidRDefault="00E9589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764EA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E9589B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89B" w:rsidRPr="00B764EA" w:rsidRDefault="00E9589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E9589B" w:rsidRPr="00B764EA" w:rsidRDefault="00E9589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9589B" w:rsidRPr="00B764EA" w:rsidRDefault="00E9589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B764EA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E9589B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589B" w:rsidRPr="00B764EA" w:rsidRDefault="00E9589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E9589B" w:rsidRPr="00B764EA" w:rsidRDefault="00E9589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B764EA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E9589B" w:rsidRDefault="00E9589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9589B" w:rsidRPr="00A01B7F" w:rsidRDefault="00E9589B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E9589B" w:rsidRPr="00A01B7F" w:rsidRDefault="00E9589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E9589B" w:rsidRPr="00A01B7F" w:rsidRDefault="00E9589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9589B" w:rsidRPr="00A01B7F" w:rsidRDefault="00E9589B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E9589B" w:rsidRPr="00A01B7F" w:rsidRDefault="00E9589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9589B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3227B"/>
    <w:rsid w:val="00054B2F"/>
    <w:rsid w:val="000A7355"/>
    <w:rsid w:val="000E491B"/>
    <w:rsid w:val="00132049"/>
    <w:rsid w:val="001353DF"/>
    <w:rsid w:val="001428E9"/>
    <w:rsid w:val="001A0D70"/>
    <w:rsid w:val="001E27EC"/>
    <w:rsid w:val="00203F18"/>
    <w:rsid w:val="002042FC"/>
    <w:rsid w:val="0027462C"/>
    <w:rsid w:val="002A6E8A"/>
    <w:rsid w:val="002B4733"/>
    <w:rsid w:val="002D0D64"/>
    <w:rsid w:val="002E1F08"/>
    <w:rsid w:val="002F084E"/>
    <w:rsid w:val="00311C59"/>
    <w:rsid w:val="00343C27"/>
    <w:rsid w:val="00361248"/>
    <w:rsid w:val="003E4811"/>
    <w:rsid w:val="003E7D75"/>
    <w:rsid w:val="00412084"/>
    <w:rsid w:val="0047510E"/>
    <w:rsid w:val="005738C4"/>
    <w:rsid w:val="005A15C7"/>
    <w:rsid w:val="005B77A8"/>
    <w:rsid w:val="005F7A95"/>
    <w:rsid w:val="006176EB"/>
    <w:rsid w:val="00655D2D"/>
    <w:rsid w:val="006D0BCE"/>
    <w:rsid w:val="0076486B"/>
    <w:rsid w:val="0077105E"/>
    <w:rsid w:val="0081428C"/>
    <w:rsid w:val="00814819"/>
    <w:rsid w:val="00842639"/>
    <w:rsid w:val="008A206E"/>
    <w:rsid w:val="008E14FA"/>
    <w:rsid w:val="008E4442"/>
    <w:rsid w:val="009C4099"/>
    <w:rsid w:val="009E681D"/>
    <w:rsid w:val="009F2614"/>
    <w:rsid w:val="00A01B7F"/>
    <w:rsid w:val="00AF2679"/>
    <w:rsid w:val="00B038A0"/>
    <w:rsid w:val="00B05D7A"/>
    <w:rsid w:val="00B764EA"/>
    <w:rsid w:val="00C040D7"/>
    <w:rsid w:val="00C13607"/>
    <w:rsid w:val="00C77275"/>
    <w:rsid w:val="00CA6F05"/>
    <w:rsid w:val="00CD755F"/>
    <w:rsid w:val="00D35BDB"/>
    <w:rsid w:val="00D960DE"/>
    <w:rsid w:val="00DF6ACE"/>
    <w:rsid w:val="00E9589B"/>
    <w:rsid w:val="00EB62E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2119</Words>
  <Characters>1209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2020-03-31T12:02:00Z</dcterms:created>
  <dcterms:modified xsi:type="dcterms:W3CDTF">2020-03-31T12:02:00Z</dcterms:modified>
</cp:coreProperties>
</file>