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3655" w:rsidRDefault="00EE3655" w:rsidP="00485076">
      <w:pPr>
        <w:tabs>
          <w:tab w:val="left" w:pos="7088"/>
        </w:tabs>
        <w:jc w:val="center"/>
      </w:pPr>
    </w:p>
    <w:p w:rsidR="00EE3655" w:rsidRDefault="00EE3655" w:rsidP="00485076">
      <w:pPr>
        <w:tabs>
          <w:tab w:val="left" w:pos="7088"/>
        </w:tabs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filled="t">
            <v:fill opacity="0" color2="black"/>
            <v:imagedata r:id="rId7" o:title=""/>
          </v:shape>
        </w:pict>
      </w:r>
    </w:p>
    <w:p w:rsidR="00EE3655" w:rsidRDefault="00EE3655" w:rsidP="001D6EB3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EE3655" w:rsidRDefault="00EE3655" w:rsidP="001D6EB3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</w:rPr>
        <w:t>СУМСЬКОЇ ОБЛАСТІ</w:t>
      </w:r>
    </w:p>
    <w:p w:rsidR="00EE3655" w:rsidRDefault="00EE3655">
      <w:pPr>
        <w:jc w:val="center"/>
        <w:rPr>
          <w:b/>
          <w:bCs/>
          <w:sz w:val="16"/>
          <w:szCs w:val="16"/>
        </w:rPr>
      </w:pPr>
    </w:p>
    <w:p w:rsidR="00EE3655" w:rsidRDefault="00EE3655" w:rsidP="001D6EB3">
      <w:pPr>
        <w:jc w:val="center"/>
        <w:outlineLvl w:val="0"/>
        <w:rPr>
          <w:b/>
          <w:bCs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EE3655" w:rsidRDefault="00EE3655" w:rsidP="001D6EB3">
      <w:pPr>
        <w:jc w:val="center"/>
        <w:outlineLvl w:val="0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EE3655" w:rsidRDefault="00EE3655">
      <w:pPr>
        <w:jc w:val="center"/>
        <w:rPr>
          <w:b/>
          <w:bCs/>
        </w:rPr>
      </w:pPr>
    </w:p>
    <w:p w:rsidR="00EE3655" w:rsidRDefault="00EE3655" w:rsidP="007834E0">
      <w:pPr>
        <w:pStyle w:val="Head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01.04.2021                                                                                                                          № 77-ОД                                         </w:t>
      </w:r>
    </w:p>
    <w:p w:rsidR="00EE3655" w:rsidRDefault="00EE3655" w:rsidP="007D5831">
      <w:pPr>
        <w:spacing w:line="360" w:lineRule="auto"/>
        <w:jc w:val="center"/>
        <w:rPr>
          <w:b/>
          <w:bCs/>
        </w:rPr>
      </w:pPr>
    </w:p>
    <w:p w:rsidR="00EE3655" w:rsidRDefault="00EE3655" w:rsidP="009F4AC7">
      <w:pPr>
        <w:tabs>
          <w:tab w:val="left" w:pos="3686"/>
        </w:tabs>
        <w:ind w:right="-1"/>
        <w:jc w:val="both"/>
        <w:outlineLvl w:val="0"/>
        <w:rPr>
          <w:b/>
          <w:color w:val="000000"/>
          <w:kern w:val="1"/>
          <w:sz w:val="28"/>
          <w:szCs w:val="28"/>
          <w:lang w:bidi="hi-IN"/>
        </w:rPr>
      </w:pPr>
      <w:r w:rsidRPr="000F6081">
        <w:rPr>
          <w:b/>
          <w:bCs/>
          <w:sz w:val="28"/>
          <w:szCs w:val="28"/>
        </w:rPr>
        <w:t>Про затвердження кошторисної документації на послуги</w:t>
      </w:r>
      <w:r>
        <w:rPr>
          <w:b/>
          <w:bCs/>
          <w:sz w:val="28"/>
          <w:szCs w:val="28"/>
        </w:rPr>
        <w:t xml:space="preserve"> з</w:t>
      </w:r>
      <w:r w:rsidRPr="000F6081">
        <w:rPr>
          <w:b/>
          <w:bCs/>
          <w:sz w:val="28"/>
          <w:szCs w:val="28"/>
        </w:rPr>
        <w:t xml:space="preserve"> виготовлення та улаштування стелажа в приміщенні архівного відділу Роменської районної державної адміністрації</w:t>
      </w:r>
    </w:p>
    <w:p w:rsidR="00EE3655" w:rsidRDefault="00EE3655" w:rsidP="007D5831">
      <w:pPr>
        <w:widowControl w:val="0"/>
        <w:tabs>
          <w:tab w:val="left" w:pos="4140"/>
          <w:tab w:val="left" w:pos="5220"/>
        </w:tabs>
        <w:spacing w:line="360" w:lineRule="auto"/>
        <w:ind w:right="5243"/>
        <w:jc w:val="both"/>
        <w:rPr>
          <w:sz w:val="28"/>
        </w:rPr>
      </w:pPr>
    </w:p>
    <w:p w:rsidR="00EE3655" w:rsidRPr="000F6081" w:rsidRDefault="00EE3655" w:rsidP="003910FB">
      <w:pPr>
        <w:pStyle w:val="BodyText"/>
        <w:spacing w:after="0"/>
        <w:ind w:firstLine="708"/>
        <w:jc w:val="both"/>
        <w:rPr>
          <w:sz w:val="28"/>
        </w:rPr>
      </w:pPr>
      <w:r w:rsidRPr="003910FB">
        <w:rPr>
          <w:sz w:val="28"/>
        </w:rPr>
        <w:t xml:space="preserve">Відповідно до статей 6, 39 Закону України «Про місцеві державні адміністрації», </w:t>
      </w:r>
      <w:r w:rsidRPr="000F6081">
        <w:rPr>
          <w:sz w:val="28"/>
        </w:rPr>
        <w:t>Положення про умови зберігання документів Національного архівного фонду, затвердженого наказом Міністерства юстиції України від 02.03.2015  № 296/5, що зареєстрований в Міністерстві юстиції України 04 березня 2015 р. за № 250/26695, з метою застосування спеціальних засобів зберігання архівних документів:</w:t>
      </w:r>
      <w:bookmarkStart w:id="0" w:name="_GoBack"/>
      <w:bookmarkEnd w:id="0"/>
    </w:p>
    <w:p w:rsidR="00EE3655" w:rsidRPr="007F4DF9" w:rsidRDefault="00EE3655" w:rsidP="005178BF">
      <w:pPr>
        <w:pStyle w:val="BodyText"/>
        <w:spacing w:after="0"/>
        <w:ind w:firstLine="708"/>
        <w:jc w:val="both"/>
        <w:rPr>
          <w:sz w:val="28"/>
        </w:rPr>
      </w:pPr>
      <w:r w:rsidRPr="007F4DF9">
        <w:rPr>
          <w:sz w:val="28"/>
        </w:rPr>
        <w:t>1. Затвердити зведений кошторис розрахунку вартості об’єкта «</w:t>
      </w:r>
      <w:r>
        <w:rPr>
          <w:sz w:val="28"/>
        </w:rPr>
        <w:t>Виготовлення</w:t>
      </w:r>
      <w:r w:rsidRPr="007F4DF9">
        <w:rPr>
          <w:sz w:val="28"/>
        </w:rPr>
        <w:t xml:space="preserve"> </w:t>
      </w:r>
      <w:r>
        <w:rPr>
          <w:sz w:val="28"/>
        </w:rPr>
        <w:t xml:space="preserve">та улаштування стелажа </w:t>
      </w:r>
      <w:r w:rsidRPr="000F6081">
        <w:rPr>
          <w:sz w:val="28"/>
        </w:rPr>
        <w:t>в приміщенні</w:t>
      </w:r>
      <w:r>
        <w:rPr>
          <w:sz w:val="28"/>
        </w:rPr>
        <w:t xml:space="preserve"> архівного відділу Роменської районної державної адміністрації за адресою</w:t>
      </w:r>
      <w:r w:rsidRPr="00956D24">
        <w:rPr>
          <w:sz w:val="28"/>
        </w:rPr>
        <w:t>:</w:t>
      </w:r>
      <w:r>
        <w:rPr>
          <w:sz w:val="28"/>
        </w:rPr>
        <w:t xml:space="preserve"> м. Ромни</w:t>
      </w:r>
      <w:r w:rsidRPr="00956D24">
        <w:rPr>
          <w:sz w:val="28"/>
        </w:rPr>
        <w:t>,</w:t>
      </w:r>
      <w:r>
        <w:rPr>
          <w:sz w:val="28"/>
        </w:rPr>
        <w:t xml:space="preserve"> бульвар Шевченка</w:t>
      </w:r>
      <w:r w:rsidRPr="00956D24">
        <w:rPr>
          <w:sz w:val="28"/>
        </w:rPr>
        <w:t>,</w:t>
      </w:r>
      <w:r>
        <w:rPr>
          <w:sz w:val="28"/>
        </w:rPr>
        <w:t xml:space="preserve"> 65</w:t>
      </w:r>
      <w:r w:rsidRPr="007F4DF9">
        <w:rPr>
          <w:sz w:val="28"/>
        </w:rPr>
        <w:t xml:space="preserve">» кошторисною вартістю </w:t>
      </w:r>
      <w:r>
        <w:rPr>
          <w:sz w:val="28"/>
        </w:rPr>
        <w:t>17898,00</w:t>
      </w:r>
      <w:r w:rsidRPr="007F4DF9">
        <w:rPr>
          <w:sz w:val="28"/>
        </w:rPr>
        <w:t xml:space="preserve"> (</w:t>
      </w:r>
      <w:r>
        <w:rPr>
          <w:sz w:val="28"/>
        </w:rPr>
        <w:t>Сімнадцять тисяч вісімсот дев’яносто вісім)</w:t>
      </w:r>
      <w:r w:rsidRPr="007F4DF9">
        <w:rPr>
          <w:sz w:val="28"/>
        </w:rPr>
        <w:t xml:space="preserve"> гривень </w:t>
      </w:r>
      <w:r>
        <w:rPr>
          <w:sz w:val="28"/>
        </w:rPr>
        <w:t>00</w:t>
      </w:r>
      <w:r w:rsidRPr="007F4DF9">
        <w:rPr>
          <w:sz w:val="28"/>
        </w:rPr>
        <w:t xml:space="preserve"> коп. </w:t>
      </w:r>
    </w:p>
    <w:p w:rsidR="00EE3655" w:rsidRDefault="00EE3655" w:rsidP="007F4DF9">
      <w:pPr>
        <w:pStyle w:val="BodyText"/>
        <w:spacing w:after="0"/>
        <w:ind w:firstLine="708"/>
        <w:jc w:val="both"/>
        <w:rPr>
          <w:sz w:val="28"/>
        </w:rPr>
      </w:pPr>
      <w:r w:rsidRPr="007F4DF9">
        <w:rPr>
          <w:sz w:val="28"/>
        </w:rPr>
        <w:t xml:space="preserve">2. </w:t>
      </w:r>
      <w:r>
        <w:rPr>
          <w:sz w:val="28"/>
        </w:rPr>
        <w:t>Начальникові в</w:t>
      </w:r>
      <w:r w:rsidRPr="007F4DF9">
        <w:rPr>
          <w:sz w:val="28"/>
        </w:rPr>
        <w:t xml:space="preserve">ідділу фінансового забезпечення </w:t>
      </w:r>
      <w:r>
        <w:rPr>
          <w:sz w:val="28"/>
        </w:rPr>
        <w:t xml:space="preserve">– головному бухгалтеру </w:t>
      </w:r>
      <w:r w:rsidRPr="007F4DF9">
        <w:rPr>
          <w:sz w:val="28"/>
        </w:rPr>
        <w:t xml:space="preserve">апарату Роменської районної державної адміністрації </w:t>
      </w:r>
      <w:r>
        <w:rPr>
          <w:sz w:val="28"/>
        </w:rPr>
        <w:t xml:space="preserve">Сороці Л.В. </w:t>
      </w:r>
      <w:r w:rsidRPr="007F4DF9">
        <w:rPr>
          <w:sz w:val="28"/>
        </w:rPr>
        <w:t xml:space="preserve">здійснити </w:t>
      </w:r>
      <w:r>
        <w:rPr>
          <w:sz w:val="28"/>
        </w:rPr>
        <w:t>оплату за надані послуги з виготовлення</w:t>
      </w:r>
      <w:r w:rsidRPr="007F4DF9">
        <w:rPr>
          <w:sz w:val="28"/>
        </w:rPr>
        <w:t xml:space="preserve"> </w:t>
      </w:r>
      <w:r>
        <w:rPr>
          <w:sz w:val="28"/>
        </w:rPr>
        <w:t xml:space="preserve">та улаштування стелажа </w:t>
      </w:r>
      <w:r w:rsidRPr="007F4DF9">
        <w:rPr>
          <w:sz w:val="28"/>
        </w:rPr>
        <w:t xml:space="preserve">за цільовим призначенням </w:t>
      </w:r>
      <w:r>
        <w:rPr>
          <w:sz w:val="28"/>
        </w:rPr>
        <w:t>у</w:t>
      </w:r>
      <w:r w:rsidRPr="007F4DF9">
        <w:rPr>
          <w:sz w:val="28"/>
        </w:rPr>
        <w:t xml:space="preserve"> межах затверджених коштів</w:t>
      </w:r>
      <w:r>
        <w:rPr>
          <w:sz w:val="28"/>
        </w:rPr>
        <w:t xml:space="preserve"> після підписання акту приймання виконаних підрядних робіт.</w:t>
      </w:r>
      <w:r w:rsidRPr="007F4DF9">
        <w:rPr>
          <w:sz w:val="28"/>
        </w:rPr>
        <w:t xml:space="preserve"> </w:t>
      </w:r>
    </w:p>
    <w:p w:rsidR="00EE3655" w:rsidRPr="000F6081" w:rsidRDefault="00EE3655" w:rsidP="007F4DF9">
      <w:pPr>
        <w:pStyle w:val="BodyText"/>
        <w:spacing w:after="0"/>
        <w:ind w:firstLine="708"/>
        <w:jc w:val="both"/>
        <w:rPr>
          <w:sz w:val="28"/>
        </w:rPr>
      </w:pPr>
      <w:r w:rsidRPr="000F6081">
        <w:rPr>
          <w:sz w:val="28"/>
        </w:rPr>
        <w:t>3. Контроль за виконанням цього розпорядження покла</w:t>
      </w:r>
      <w:r>
        <w:rPr>
          <w:sz w:val="28"/>
        </w:rPr>
        <w:t>сти</w:t>
      </w:r>
      <w:r w:rsidRPr="000F6081">
        <w:rPr>
          <w:sz w:val="28"/>
        </w:rPr>
        <w:t xml:space="preserve"> на керівника апарату Роменської районної державної адміністрації Ломка М.О.</w:t>
      </w:r>
    </w:p>
    <w:p w:rsidR="00EE3655" w:rsidRDefault="00EE3655" w:rsidP="007D5831">
      <w:pPr>
        <w:pStyle w:val="BodyText"/>
        <w:spacing w:after="0" w:line="360" w:lineRule="auto"/>
        <w:ind w:firstLine="708"/>
        <w:jc w:val="both"/>
        <w:rPr>
          <w:bCs/>
          <w:sz w:val="28"/>
          <w:szCs w:val="28"/>
        </w:rPr>
      </w:pPr>
    </w:p>
    <w:p w:rsidR="00EE3655" w:rsidRDefault="00EE3655" w:rsidP="007D5831">
      <w:pPr>
        <w:tabs>
          <w:tab w:val="left" w:pos="720"/>
          <w:tab w:val="left" w:pos="900"/>
          <w:tab w:val="left" w:pos="522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Денис ВАЩЕНКО</w:t>
      </w:r>
    </w:p>
    <w:p w:rsidR="00EE3655" w:rsidRDefault="00EE3655" w:rsidP="00283D4E">
      <w:pPr>
        <w:tabs>
          <w:tab w:val="left" w:pos="720"/>
          <w:tab w:val="left" w:pos="900"/>
          <w:tab w:val="left" w:pos="5220"/>
          <w:tab w:val="left" w:pos="7020"/>
        </w:tabs>
        <w:jc w:val="both"/>
        <w:rPr>
          <w:b/>
          <w:bCs/>
          <w:sz w:val="28"/>
          <w:szCs w:val="28"/>
        </w:rPr>
      </w:pPr>
    </w:p>
    <w:p w:rsidR="00EE3655" w:rsidRDefault="00EE3655" w:rsidP="00283D4E">
      <w:pPr>
        <w:tabs>
          <w:tab w:val="left" w:pos="720"/>
          <w:tab w:val="left" w:pos="900"/>
          <w:tab w:val="left" w:pos="5220"/>
          <w:tab w:val="left" w:pos="7020"/>
        </w:tabs>
        <w:jc w:val="both"/>
        <w:rPr>
          <w:b/>
          <w:bCs/>
          <w:sz w:val="28"/>
          <w:szCs w:val="28"/>
        </w:rPr>
      </w:pPr>
    </w:p>
    <w:p w:rsidR="00EE3655" w:rsidRDefault="00EE3655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EE3655" w:rsidRDefault="00EE3655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EE3655" w:rsidRDefault="00EE3655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EE3655" w:rsidRDefault="00EE3655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EE3655" w:rsidRDefault="00EE3655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EE3655" w:rsidRDefault="00EE3655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sectPr w:rsidR="00EE3655" w:rsidSect="007D5831">
      <w:headerReference w:type="default" r:id="rId8"/>
      <w:pgSz w:w="11906" w:h="16838"/>
      <w:pgMar w:top="28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655" w:rsidRDefault="00EE3655">
      <w:r>
        <w:separator/>
      </w:r>
    </w:p>
  </w:endnote>
  <w:endnote w:type="continuationSeparator" w:id="0">
    <w:p w:rsidR="00EE3655" w:rsidRDefault="00EE3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655" w:rsidRDefault="00EE3655">
      <w:r>
        <w:separator/>
      </w:r>
    </w:p>
  </w:footnote>
  <w:footnote w:type="continuationSeparator" w:id="0">
    <w:p w:rsidR="00EE3655" w:rsidRDefault="00EE3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5" w:rsidRDefault="00EE3655" w:rsidP="00222554">
    <w:pPr>
      <w:pStyle w:val="Header"/>
      <w:jc w:val="center"/>
    </w:pPr>
    <w:r>
      <w:rPr>
        <w:rStyle w:val="PageNumber"/>
        <w:rFonts w:cs="Antiqua"/>
      </w:rPr>
      <w:fldChar w:fldCharType="begin"/>
    </w:r>
    <w:r>
      <w:rPr>
        <w:rStyle w:val="PageNumber"/>
        <w:rFonts w:cs="Antiqua"/>
      </w:rPr>
      <w:instrText xml:space="preserve"> PAGE </w:instrText>
    </w:r>
    <w:r>
      <w:rPr>
        <w:rStyle w:val="PageNumber"/>
        <w:rFonts w:cs="Antiqua"/>
      </w:rPr>
      <w:fldChar w:fldCharType="separate"/>
    </w:r>
    <w:r>
      <w:rPr>
        <w:rStyle w:val="PageNumber"/>
        <w:rFonts w:cs="Antiqua"/>
        <w:noProof/>
      </w:rPr>
      <w:t>2</w:t>
    </w:r>
    <w:r>
      <w:rPr>
        <w:rStyle w:val="PageNumber"/>
        <w:rFonts w:cs="Antiqua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7D6"/>
    <w:rsid w:val="00017A1E"/>
    <w:rsid w:val="000226C8"/>
    <w:rsid w:val="00032D95"/>
    <w:rsid w:val="00034D09"/>
    <w:rsid w:val="0003777E"/>
    <w:rsid w:val="000409EE"/>
    <w:rsid w:val="00041679"/>
    <w:rsid w:val="00053E34"/>
    <w:rsid w:val="00057E5F"/>
    <w:rsid w:val="00060C2E"/>
    <w:rsid w:val="0006737E"/>
    <w:rsid w:val="000B19FC"/>
    <w:rsid w:val="000D1F5F"/>
    <w:rsid w:val="000F1456"/>
    <w:rsid w:val="000F2010"/>
    <w:rsid w:val="000F6081"/>
    <w:rsid w:val="000F7FF2"/>
    <w:rsid w:val="00112E53"/>
    <w:rsid w:val="00121337"/>
    <w:rsid w:val="00125891"/>
    <w:rsid w:val="0012790A"/>
    <w:rsid w:val="00136B96"/>
    <w:rsid w:val="00146F69"/>
    <w:rsid w:val="001578CD"/>
    <w:rsid w:val="00176CBB"/>
    <w:rsid w:val="00183815"/>
    <w:rsid w:val="001919AC"/>
    <w:rsid w:val="001959FB"/>
    <w:rsid w:val="00196008"/>
    <w:rsid w:val="001A0E39"/>
    <w:rsid w:val="001A1D53"/>
    <w:rsid w:val="001D4B9D"/>
    <w:rsid w:val="001D6EB3"/>
    <w:rsid w:val="001E1C4F"/>
    <w:rsid w:val="002011EC"/>
    <w:rsid w:val="00201EC7"/>
    <w:rsid w:val="00206E82"/>
    <w:rsid w:val="0021602D"/>
    <w:rsid w:val="002166E6"/>
    <w:rsid w:val="00217B3C"/>
    <w:rsid w:val="00222554"/>
    <w:rsid w:val="00223ECE"/>
    <w:rsid w:val="00251A13"/>
    <w:rsid w:val="00254EDB"/>
    <w:rsid w:val="002644F5"/>
    <w:rsid w:val="00264ADB"/>
    <w:rsid w:val="00267A53"/>
    <w:rsid w:val="00283D4E"/>
    <w:rsid w:val="002954E9"/>
    <w:rsid w:val="002A04AD"/>
    <w:rsid w:val="002A20B3"/>
    <w:rsid w:val="002B07D6"/>
    <w:rsid w:val="002B44FA"/>
    <w:rsid w:val="002D5975"/>
    <w:rsid w:val="002D6526"/>
    <w:rsid w:val="002E0AB8"/>
    <w:rsid w:val="00303A7B"/>
    <w:rsid w:val="00306E55"/>
    <w:rsid w:val="0031367A"/>
    <w:rsid w:val="00315734"/>
    <w:rsid w:val="00322112"/>
    <w:rsid w:val="003234EA"/>
    <w:rsid w:val="00330EEA"/>
    <w:rsid w:val="00331555"/>
    <w:rsid w:val="003730C2"/>
    <w:rsid w:val="003758D3"/>
    <w:rsid w:val="0039011B"/>
    <w:rsid w:val="003910FB"/>
    <w:rsid w:val="003955A8"/>
    <w:rsid w:val="00397266"/>
    <w:rsid w:val="003A6E72"/>
    <w:rsid w:val="003F32AB"/>
    <w:rsid w:val="00400FB9"/>
    <w:rsid w:val="004032AD"/>
    <w:rsid w:val="0042123F"/>
    <w:rsid w:val="00432A64"/>
    <w:rsid w:val="004363A3"/>
    <w:rsid w:val="00455B2A"/>
    <w:rsid w:val="00455D40"/>
    <w:rsid w:val="00467CA8"/>
    <w:rsid w:val="00474F95"/>
    <w:rsid w:val="00476C4A"/>
    <w:rsid w:val="00485076"/>
    <w:rsid w:val="004F0EE0"/>
    <w:rsid w:val="004F3667"/>
    <w:rsid w:val="00501C61"/>
    <w:rsid w:val="005069CA"/>
    <w:rsid w:val="00511D16"/>
    <w:rsid w:val="005128FF"/>
    <w:rsid w:val="005178BF"/>
    <w:rsid w:val="00533350"/>
    <w:rsid w:val="005433FE"/>
    <w:rsid w:val="0055041E"/>
    <w:rsid w:val="00563D97"/>
    <w:rsid w:val="005A7C2E"/>
    <w:rsid w:val="005C29F4"/>
    <w:rsid w:val="005E026D"/>
    <w:rsid w:val="005F6C7E"/>
    <w:rsid w:val="00607345"/>
    <w:rsid w:val="0061230A"/>
    <w:rsid w:val="00626578"/>
    <w:rsid w:val="0063776D"/>
    <w:rsid w:val="00637856"/>
    <w:rsid w:val="00641467"/>
    <w:rsid w:val="006717E9"/>
    <w:rsid w:val="00674CAF"/>
    <w:rsid w:val="006962EF"/>
    <w:rsid w:val="006C1219"/>
    <w:rsid w:val="006F1157"/>
    <w:rsid w:val="0070048A"/>
    <w:rsid w:val="0070308C"/>
    <w:rsid w:val="00706B62"/>
    <w:rsid w:val="00707399"/>
    <w:rsid w:val="0071175D"/>
    <w:rsid w:val="007222D5"/>
    <w:rsid w:val="007260B2"/>
    <w:rsid w:val="00754E55"/>
    <w:rsid w:val="00764400"/>
    <w:rsid w:val="0077597F"/>
    <w:rsid w:val="007829BA"/>
    <w:rsid w:val="007834E0"/>
    <w:rsid w:val="00784997"/>
    <w:rsid w:val="007A633F"/>
    <w:rsid w:val="007A6A74"/>
    <w:rsid w:val="007C2BED"/>
    <w:rsid w:val="007D0305"/>
    <w:rsid w:val="007D4146"/>
    <w:rsid w:val="007D5831"/>
    <w:rsid w:val="007E39AB"/>
    <w:rsid w:val="007F09D7"/>
    <w:rsid w:val="007F4950"/>
    <w:rsid w:val="007F4DF9"/>
    <w:rsid w:val="00821897"/>
    <w:rsid w:val="008532BD"/>
    <w:rsid w:val="008577E2"/>
    <w:rsid w:val="008802F7"/>
    <w:rsid w:val="0088043D"/>
    <w:rsid w:val="0088252D"/>
    <w:rsid w:val="008B50AB"/>
    <w:rsid w:val="008C2919"/>
    <w:rsid w:val="008C5AE4"/>
    <w:rsid w:val="008E052D"/>
    <w:rsid w:val="008F1E27"/>
    <w:rsid w:val="008F36B6"/>
    <w:rsid w:val="008F4EF6"/>
    <w:rsid w:val="009008D1"/>
    <w:rsid w:val="009116EE"/>
    <w:rsid w:val="00915803"/>
    <w:rsid w:val="00923929"/>
    <w:rsid w:val="0092640F"/>
    <w:rsid w:val="0093063C"/>
    <w:rsid w:val="009402AE"/>
    <w:rsid w:val="00944ADD"/>
    <w:rsid w:val="009469C9"/>
    <w:rsid w:val="00956D24"/>
    <w:rsid w:val="009615DD"/>
    <w:rsid w:val="009B7C6B"/>
    <w:rsid w:val="009C6C61"/>
    <w:rsid w:val="009E69DB"/>
    <w:rsid w:val="009F3702"/>
    <w:rsid w:val="009F3864"/>
    <w:rsid w:val="009F4424"/>
    <w:rsid w:val="009F4AC7"/>
    <w:rsid w:val="00A126F1"/>
    <w:rsid w:val="00A2228E"/>
    <w:rsid w:val="00A32D37"/>
    <w:rsid w:val="00A6192E"/>
    <w:rsid w:val="00A757D6"/>
    <w:rsid w:val="00A8210F"/>
    <w:rsid w:val="00A850EF"/>
    <w:rsid w:val="00A919B2"/>
    <w:rsid w:val="00AB757F"/>
    <w:rsid w:val="00AD01D3"/>
    <w:rsid w:val="00AD1DDB"/>
    <w:rsid w:val="00AF7601"/>
    <w:rsid w:val="00B01F51"/>
    <w:rsid w:val="00B04844"/>
    <w:rsid w:val="00B1640A"/>
    <w:rsid w:val="00B16E20"/>
    <w:rsid w:val="00B256DD"/>
    <w:rsid w:val="00B423DB"/>
    <w:rsid w:val="00B54A19"/>
    <w:rsid w:val="00B65722"/>
    <w:rsid w:val="00B73682"/>
    <w:rsid w:val="00B850EF"/>
    <w:rsid w:val="00B978F8"/>
    <w:rsid w:val="00BA3AD5"/>
    <w:rsid w:val="00BB071F"/>
    <w:rsid w:val="00BE00F3"/>
    <w:rsid w:val="00BF1642"/>
    <w:rsid w:val="00BF5C93"/>
    <w:rsid w:val="00BF79F5"/>
    <w:rsid w:val="00C05F3F"/>
    <w:rsid w:val="00C1425B"/>
    <w:rsid w:val="00C278FB"/>
    <w:rsid w:val="00C36DB5"/>
    <w:rsid w:val="00C373A1"/>
    <w:rsid w:val="00C57507"/>
    <w:rsid w:val="00C630E8"/>
    <w:rsid w:val="00C6394B"/>
    <w:rsid w:val="00C71D80"/>
    <w:rsid w:val="00C859AD"/>
    <w:rsid w:val="00C91696"/>
    <w:rsid w:val="00C9414D"/>
    <w:rsid w:val="00C94447"/>
    <w:rsid w:val="00CA0B1F"/>
    <w:rsid w:val="00CA7171"/>
    <w:rsid w:val="00CB601A"/>
    <w:rsid w:val="00CC0BC1"/>
    <w:rsid w:val="00CD1118"/>
    <w:rsid w:val="00CE7841"/>
    <w:rsid w:val="00CF349D"/>
    <w:rsid w:val="00D01821"/>
    <w:rsid w:val="00D0292F"/>
    <w:rsid w:val="00D02B89"/>
    <w:rsid w:val="00D075FB"/>
    <w:rsid w:val="00D157CD"/>
    <w:rsid w:val="00D26B3B"/>
    <w:rsid w:val="00D35A0C"/>
    <w:rsid w:val="00D40DFB"/>
    <w:rsid w:val="00D45689"/>
    <w:rsid w:val="00D55241"/>
    <w:rsid w:val="00D72B0D"/>
    <w:rsid w:val="00D85B96"/>
    <w:rsid w:val="00D872C7"/>
    <w:rsid w:val="00DA24B7"/>
    <w:rsid w:val="00DA37AE"/>
    <w:rsid w:val="00DA7CD4"/>
    <w:rsid w:val="00DB336E"/>
    <w:rsid w:val="00DB5485"/>
    <w:rsid w:val="00DC1DC7"/>
    <w:rsid w:val="00DC42D1"/>
    <w:rsid w:val="00DD15F2"/>
    <w:rsid w:val="00DD3573"/>
    <w:rsid w:val="00DF487D"/>
    <w:rsid w:val="00DF6EC3"/>
    <w:rsid w:val="00E0671A"/>
    <w:rsid w:val="00E11964"/>
    <w:rsid w:val="00E33BCD"/>
    <w:rsid w:val="00E44934"/>
    <w:rsid w:val="00E46C1A"/>
    <w:rsid w:val="00E527D7"/>
    <w:rsid w:val="00E65271"/>
    <w:rsid w:val="00E71750"/>
    <w:rsid w:val="00E71751"/>
    <w:rsid w:val="00E7382B"/>
    <w:rsid w:val="00EA5BE5"/>
    <w:rsid w:val="00EB3E83"/>
    <w:rsid w:val="00ED358A"/>
    <w:rsid w:val="00EE12A5"/>
    <w:rsid w:val="00EE1831"/>
    <w:rsid w:val="00EE3655"/>
    <w:rsid w:val="00EE413F"/>
    <w:rsid w:val="00EF1F75"/>
    <w:rsid w:val="00F26647"/>
    <w:rsid w:val="00F26B7B"/>
    <w:rsid w:val="00F271B7"/>
    <w:rsid w:val="00F5261D"/>
    <w:rsid w:val="00F60EF6"/>
    <w:rsid w:val="00F703BE"/>
    <w:rsid w:val="00F87B6B"/>
    <w:rsid w:val="00F9223A"/>
    <w:rsid w:val="00F926CB"/>
    <w:rsid w:val="00FA5A82"/>
    <w:rsid w:val="00FA7443"/>
    <w:rsid w:val="00FD6602"/>
    <w:rsid w:val="00FE6ED4"/>
    <w:rsid w:val="00FE7B3A"/>
    <w:rsid w:val="00FF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4424"/>
    <w:pPr>
      <w:suppressAutoHyphens/>
    </w:pPr>
    <w:rPr>
      <w:sz w:val="24"/>
      <w:szCs w:val="24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4424"/>
    <w:pPr>
      <w:keepNext/>
      <w:numPr>
        <w:numId w:val="1"/>
      </w:numPr>
      <w:jc w:val="center"/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4424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F4424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5271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65271"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65271"/>
    <w:rPr>
      <w:rFonts w:ascii="Calibri" w:hAnsi="Calibri" w:cs="Times New Roman"/>
      <w:b/>
      <w:bCs/>
      <w:sz w:val="28"/>
      <w:szCs w:val="28"/>
      <w:lang w:val="uk-UA" w:eastAsia="ru-RU"/>
    </w:rPr>
  </w:style>
  <w:style w:type="character" w:customStyle="1" w:styleId="Absatz-Standardschriftart">
    <w:name w:val="Absatz-Standardschriftart"/>
    <w:uiPriority w:val="99"/>
    <w:rsid w:val="009F4424"/>
  </w:style>
  <w:style w:type="character" w:customStyle="1" w:styleId="WW-Absatz-Standardschriftart">
    <w:name w:val="WW-Absatz-Standardschriftart"/>
    <w:uiPriority w:val="99"/>
    <w:rsid w:val="009F4424"/>
  </w:style>
  <w:style w:type="character" w:customStyle="1" w:styleId="WW-Absatz-Standardschriftart1">
    <w:name w:val="WW-Absatz-Standardschriftart1"/>
    <w:uiPriority w:val="99"/>
    <w:rsid w:val="009F4424"/>
  </w:style>
  <w:style w:type="character" w:customStyle="1" w:styleId="WW-Absatz-Standardschriftart11">
    <w:name w:val="WW-Absatz-Standardschriftart11"/>
    <w:uiPriority w:val="99"/>
    <w:rsid w:val="009F4424"/>
  </w:style>
  <w:style w:type="character" w:customStyle="1" w:styleId="WW-Absatz-Standardschriftart111">
    <w:name w:val="WW-Absatz-Standardschriftart111"/>
    <w:uiPriority w:val="99"/>
    <w:rsid w:val="009F4424"/>
  </w:style>
  <w:style w:type="character" w:customStyle="1" w:styleId="4">
    <w:name w:val="Основной шрифт абзаца4"/>
    <w:uiPriority w:val="99"/>
    <w:rsid w:val="009F4424"/>
  </w:style>
  <w:style w:type="character" w:customStyle="1" w:styleId="WW-Absatz-Standardschriftart1111">
    <w:name w:val="WW-Absatz-Standardschriftart1111"/>
    <w:uiPriority w:val="99"/>
    <w:rsid w:val="009F4424"/>
  </w:style>
  <w:style w:type="character" w:customStyle="1" w:styleId="WW-Absatz-Standardschriftart11111">
    <w:name w:val="WW-Absatz-Standardschriftart11111"/>
    <w:uiPriority w:val="99"/>
    <w:rsid w:val="009F4424"/>
  </w:style>
  <w:style w:type="character" w:customStyle="1" w:styleId="3">
    <w:name w:val="Основной шрифт абзаца3"/>
    <w:uiPriority w:val="99"/>
    <w:rsid w:val="009F4424"/>
  </w:style>
  <w:style w:type="character" w:customStyle="1" w:styleId="WW-Absatz-Standardschriftart111111">
    <w:name w:val="WW-Absatz-Standardschriftart111111"/>
    <w:uiPriority w:val="99"/>
    <w:rsid w:val="009F4424"/>
  </w:style>
  <w:style w:type="character" w:customStyle="1" w:styleId="WW-Absatz-Standardschriftart1111111">
    <w:name w:val="WW-Absatz-Standardschriftart1111111"/>
    <w:uiPriority w:val="99"/>
    <w:rsid w:val="009F4424"/>
  </w:style>
  <w:style w:type="character" w:customStyle="1" w:styleId="WW-Absatz-Standardschriftart11111111">
    <w:name w:val="WW-Absatz-Standardschriftart11111111"/>
    <w:uiPriority w:val="99"/>
    <w:rsid w:val="009F4424"/>
  </w:style>
  <w:style w:type="character" w:customStyle="1" w:styleId="WW-Absatz-Standardschriftart111111111">
    <w:name w:val="WW-Absatz-Standardschriftart111111111"/>
    <w:uiPriority w:val="99"/>
    <w:rsid w:val="009F4424"/>
  </w:style>
  <w:style w:type="character" w:customStyle="1" w:styleId="WW-Absatz-Standardschriftart1111111111">
    <w:name w:val="WW-Absatz-Standardschriftart1111111111"/>
    <w:uiPriority w:val="99"/>
    <w:rsid w:val="009F4424"/>
  </w:style>
  <w:style w:type="character" w:customStyle="1" w:styleId="WW-Absatz-Standardschriftart11111111111">
    <w:name w:val="WW-Absatz-Standardschriftart11111111111"/>
    <w:uiPriority w:val="99"/>
    <w:rsid w:val="009F4424"/>
  </w:style>
  <w:style w:type="character" w:customStyle="1" w:styleId="WW-Absatz-Standardschriftart111111111111">
    <w:name w:val="WW-Absatz-Standardschriftart111111111111"/>
    <w:uiPriority w:val="99"/>
    <w:rsid w:val="009F4424"/>
  </w:style>
  <w:style w:type="character" w:customStyle="1" w:styleId="WW-Absatz-Standardschriftart1111111111111">
    <w:name w:val="WW-Absatz-Standardschriftart1111111111111"/>
    <w:uiPriority w:val="99"/>
    <w:rsid w:val="009F4424"/>
  </w:style>
  <w:style w:type="character" w:customStyle="1" w:styleId="WW-Absatz-Standardschriftart11111111111111">
    <w:name w:val="WW-Absatz-Standardschriftart11111111111111"/>
    <w:uiPriority w:val="99"/>
    <w:rsid w:val="009F4424"/>
  </w:style>
  <w:style w:type="character" w:customStyle="1" w:styleId="WW-Absatz-Standardschriftart111111111111111">
    <w:name w:val="WW-Absatz-Standardschriftart111111111111111"/>
    <w:uiPriority w:val="99"/>
    <w:rsid w:val="009F4424"/>
  </w:style>
  <w:style w:type="character" w:customStyle="1" w:styleId="WW-Absatz-Standardschriftart1111111111111111">
    <w:name w:val="WW-Absatz-Standardschriftart1111111111111111"/>
    <w:uiPriority w:val="99"/>
    <w:rsid w:val="009F4424"/>
  </w:style>
  <w:style w:type="character" w:customStyle="1" w:styleId="WW-Absatz-Standardschriftart11111111111111111">
    <w:name w:val="WW-Absatz-Standardschriftart11111111111111111"/>
    <w:uiPriority w:val="99"/>
    <w:rsid w:val="009F4424"/>
  </w:style>
  <w:style w:type="character" w:customStyle="1" w:styleId="WW-Absatz-Standardschriftart111111111111111111">
    <w:name w:val="WW-Absatz-Standardschriftart111111111111111111"/>
    <w:uiPriority w:val="99"/>
    <w:rsid w:val="009F4424"/>
  </w:style>
  <w:style w:type="character" w:customStyle="1" w:styleId="WW-Absatz-Standardschriftart1111111111111111111">
    <w:name w:val="WW-Absatz-Standardschriftart1111111111111111111"/>
    <w:uiPriority w:val="99"/>
    <w:rsid w:val="009F4424"/>
  </w:style>
  <w:style w:type="character" w:customStyle="1" w:styleId="WW-Absatz-Standardschriftart11111111111111111111">
    <w:name w:val="WW-Absatz-Standardschriftart11111111111111111111"/>
    <w:uiPriority w:val="99"/>
    <w:rsid w:val="009F4424"/>
  </w:style>
  <w:style w:type="character" w:customStyle="1" w:styleId="WW-Absatz-Standardschriftart111111111111111111111">
    <w:name w:val="WW-Absatz-Standardschriftart111111111111111111111"/>
    <w:uiPriority w:val="99"/>
    <w:rsid w:val="009F4424"/>
  </w:style>
  <w:style w:type="character" w:customStyle="1" w:styleId="WW-Absatz-Standardschriftart1111111111111111111111">
    <w:name w:val="WW-Absatz-Standardschriftart1111111111111111111111"/>
    <w:uiPriority w:val="99"/>
    <w:rsid w:val="009F4424"/>
  </w:style>
  <w:style w:type="character" w:customStyle="1" w:styleId="2">
    <w:name w:val="Основной шрифт абзаца2"/>
    <w:uiPriority w:val="99"/>
    <w:rsid w:val="009F4424"/>
  </w:style>
  <w:style w:type="character" w:customStyle="1" w:styleId="WW-Absatz-Standardschriftart11111111111111111111111">
    <w:name w:val="WW-Absatz-Standardschriftart11111111111111111111111"/>
    <w:uiPriority w:val="99"/>
    <w:rsid w:val="009F4424"/>
  </w:style>
  <w:style w:type="character" w:customStyle="1" w:styleId="WW-Absatz-Standardschriftart111111111111111111111111">
    <w:name w:val="WW-Absatz-Standardschriftart111111111111111111111111"/>
    <w:uiPriority w:val="99"/>
    <w:rsid w:val="009F4424"/>
  </w:style>
  <w:style w:type="character" w:customStyle="1" w:styleId="WW-Absatz-Standardschriftart1111111111111111111111111">
    <w:name w:val="WW-Absatz-Standardschriftart1111111111111111111111111"/>
    <w:uiPriority w:val="99"/>
    <w:rsid w:val="009F4424"/>
  </w:style>
  <w:style w:type="character" w:customStyle="1" w:styleId="WW-Absatz-Standardschriftart11111111111111111111111111">
    <w:name w:val="WW-Absatz-Standardschriftart11111111111111111111111111"/>
    <w:uiPriority w:val="99"/>
    <w:rsid w:val="009F4424"/>
  </w:style>
  <w:style w:type="character" w:customStyle="1" w:styleId="1">
    <w:name w:val="Основной шрифт абзаца1"/>
    <w:uiPriority w:val="99"/>
    <w:rsid w:val="009F4424"/>
  </w:style>
  <w:style w:type="character" w:customStyle="1" w:styleId="FontStyle11">
    <w:name w:val="Font Style11"/>
    <w:uiPriority w:val="99"/>
    <w:rsid w:val="009F4424"/>
    <w:rPr>
      <w:rFonts w:ascii="Century Schoolbook" w:hAnsi="Century Schoolbook"/>
      <w:sz w:val="20"/>
    </w:rPr>
  </w:style>
  <w:style w:type="character" w:customStyle="1" w:styleId="rvts9">
    <w:name w:val="rvts9"/>
    <w:basedOn w:val="4"/>
    <w:uiPriority w:val="99"/>
    <w:rsid w:val="009F4424"/>
    <w:rPr>
      <w:rFonts w:cs="Times New Roman"/>
    </w:rPr>
  </w:style>
  <w:style w:type="character" w:customStyle="1" w:styleId="rvts0">
    <w:name w:val="rvts0"/>
    <w:basedOn w:val="4"/>
    <w:uiPriority w:val="99"/>
    <w:rsid w:val="009F4424"/>
    <w:rPr>
      <w:rFonts w:cs="Times New Roman"/>
    </w:rPr>
  </w:style>
  <w:style w:type="character" w:customStyle="1" w:styleId="rvts23">
    <w:name w:val="rvts23"/>
    <w:basedOn w:val="4"/>
    <w:uiPriority w:val="99"/>
    <w:rsid w:val="009F4424"/>
    <w:rPr>
      <w:rFonts w:cs="Times New Roman"/>
    </w:rPr>
  </w:style>
  <w:style w:type="paragraph" w:styleId="Title">
    <w:name w:val="Title"/>
    <w:basedOn w:val="Normal"/>
    <w:next w:val="BodyText"/>
    <w:link w:val="TitleChar"/>
    <w:uiPriority w:val="99"/>
    <w:qFormat/>
    <w:rsid w:val="009F44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65271"/>
    <w:rPr>
      <w:rFonts w:ascii="Cambria" w:hAnsi="Cambria" w:cs="Times New Roman"/>
      <w:b/>
      <w:bCs/>
      <w:kern w:val="28"/>
      <w:sz w:val="32"/>
      <w:szCs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9F44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D5831"/>
    <w:rPr>
      <w:rFonts w:cs="Times New Roman"/>
      <w:sz w:val="24"/>
      <w:lang w:val="uk-UA" w:eastAsia="ru-RU"/>
    </w:rPr>
  </w:style>
  <w:style w:type="paragraph" w:styleId="List">
    <w:name w:val="List"/>
    <w:basedOn w:val="BodyText"/>
    <w:uiPriority w:val="99"/>
    <w:rsid w:val="009F4424"/>
    <w:rPr>
      <w:rFonts w:cs="Mangal"/>
    </w:rPr>
  </w:style>
  <w:style w:type="paragraph" w:styleId="Caption">
    <w:name w:val="caption"/>
    <w:basedOn w:val="Normal"/>
    <w:uiPriority w:val="99"/>
    <w:qFormat/>
    <w:rsid w:val="009F4424"/>
    <w:pPr>
      <w:suppressLineNumbers/>
      <w:spacing w:before="120" w:after="120"/>
    </w:pPr>
    <w:rPr>
      <w:rFonts w:cs="Lucida Sans"/>
      <w:i/>
      <w:iCs/>
    </w:rPr>
  </w:style>
  <w:style w:type="paragraph" w:customStyle="1" w:styleId="40">
    <w:name w:val="Указатель4"/>
    <w:basedOn w:val="Normal"/>
    <w:uiPriority w:val="99"/>
    <w:rsid w:val="009F4424"/>
    <w:pPr>
      <w:suppressLineNumbers/>
    </w:pPr>
    <w:rPr>
      <w:rFonts w:cs="Lucida Sans"/>
    </w:rPr>
  </w:style>
  <w:style w:type="paragraph" w:customStyle="1" w:styleId="30">
    <w:name w:val="Название объекта3"/>
    <w:basedOn w:val="Normal"/>
    <w:uiPriority w:val="99"/>
    <w:rsid w:val="009F4424"/>
    <w:pPr>
      <w:suppressLineNumbers/>
      <w:spacing w:before="120" w:after="120"/>
    </w:pPr>
    <w:rPr>
      <w:rFonts w:cs="Lucida Sans"/>
      <w:i/>
      <w:iCs/>
    </w:rPr>
  </w:style>
  <w:style w:type="paragraph" w:customStyle="1" w:styleId="31">
    <w:name w:val="Указатель3"/>
    <w:basedOn w:val="Normal"/>
    <w:uiPriority w:val="99"/>
    <w:rsid w:val="009F4424"/>
    <w:pPr>
      <w:suppressLineNumbers/>
    </w:pPr>
    <w:rPr>
      <w:rFonts w:cs="Lucida Sans"/>
    </w:rPr>
  </w:style>
  <w:style w:type="paragraph" w:customStyle="1" w:styleId="20">
    <w:name w:val="Название объекта2"/>
    <w:basedOn w:val="Normal"/>
    <w:uiPriority w:val="99"/>
    <w:rsid w:val="009F442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uiPriority w:val="99"/>
    <w:rsid w:val="009F4424"/>
    <w:pPr>
      <w:suppressLineNumbers/>
    </w:pPr>
    <w:rPr>
      <w:rFonts w:cs="Mangal"/>
    </w:rPr>
  </w:style>
  <w:style w:type="paragraph" w:customStyle="1" w:styleId="10">
    <w:name w:val="Название объекта1"/>
    <w:basedOn w:val="Normal"/>
    <w:uiPriority w:val="99"/>
    <w:rsid w:val="009F4424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Normal"/>
    <w:uiPriority w:val="99"/>
    <w:rsid w:val="009F4424"/>
    <w:pPr>
      <w:suppressLineNumbers/>
    </w:pPr>
    <w:rPr>
      <w:rFonts w:cs="Mangal"/>
    </w:rPr>
  </w:style>
  <w:style w:type="paragraph" w:customStyle="1" w:styleId="Style1">
    <w:name w:val="Style1"/>
    <w:basedOn w:val="Normal"/>
    <w:uiPriority w:val="99"/>
    <w:rsid w:val="009F4424"/>
    <w:pPr>
      <w:widowControl w:val="0"/>
      <w:autoSpaceDE w:val="0"/>
      <w:spacing w:line="259" w:lineRule="exact"/>
    </w:pPr>
    <w:rPr>
      <w:rFonts w:ascii="Century Schoolbook" w:hAnsi="Century Schoolbook" w:cs="Century Schoolbook"/>
      <w:lang w:val="ru-RU"/>
    </w:rPr>
  </w:style>
  <w:style w:type="paragraph" w:customStyle="1" w:styleId="Style2">
    <w:name w:val="Style2"/>
    <w:basedOn w:val="Normal"/>
    <w:uiPriority w:val="99"/>
    <w:rsid w:val="009F4424"/>
    <w:pPr>
      <w:widowControl w:val="0"/>
      <w:autoSpaceDE w:val="0"/>
    </w:pPr>
    <w:rPr>
      <w:rFonts w:ascii="Century Schoolbook" w:hAnsi="Century Schoolbook" w:cs="Century Schoolbook"/>
      <w:lang w:val="ru-RU"/>
    </w:rPr>
  </w:style>
  <w:style w:type="paragraph" w:customStyle="1" w:styleId="Style3">
    <w:name w:val="Style3"/>
    <w:basedOn w:val="Normal"/>
    <w:uiPriority w:val="99"/>
    <w:rsid w:val="009F4424"/>
    <w:pPr>
      <w:widowControl w:val="0"/>
      <w:autoSpaceDE w:val="0"/>
      <w:spacing w:line="264" w:lineRule="exact"/>
      <w:jc w:val="center"/>
    </w:pPr>
    <w:rPr>
      <w:rFonts w:ascii="Century Schoolbook" w:hAnsi="Century Schoolbook" w:cs="Century Schoolbook"/>
      <w:lang w:val="ru-RU"/>
    </w:rPr>
  </w:style>
  <w:style w:type="paragraph" w:customStyle="1" w:styleId="Style4">
    <w:name w:val="Style4"/>
    <w:basedOn w:val="Normal"/>
    <w:uiPriority w:val="99"/>
    <w:rsid w:val="009F4424"/>
    <w:pPr>
      <w:widowControl w:val="0"/>
      <w:autoSpaceDE w:val="0"/>
      <w:spacing w:line="274" w:lineRule="exact"/>
      <w:jc w:val="center"/>
    </w:pPr>
    <w:rPr>
      <w:rFonts w:ascii="Century Schoolbook" w:hAnsi="Century Schoolbook" w:cs="Century Schoolbook"/>
      <w:lang w:val="ru-RU"/>
    </w:rPr>
  </w:style>
  <w:style w:type="paragraph" w:customStyle="1" w:styleId="Style5">
    <w:name w:val="Style5"/>
    <w:basedOn w:val="Normal"/>
    <w:uiPriority w:val="99"/>
    <w:rsid w:val="009F4424"/>
    <w:pPr>
      <w:widowControl w:val="0"/>
      <w:autoSpaceDE w:val="0"/>
      <w:spacing w:line="260" w:lineRule="exact"/>
      <w:jc w:val="both"/>
    </w:pPr>
    <w:rPr>
      <w:rFonts w:ascii="Century Schoolbook" w:hAnsi="Century Schoolbook" w:cs="Century Schoolbook"/>
      <w:lang w:val="ru-RU"/>
    </w:rPr>
  </w:style>
  <w:style w:type="paragraph" w:customStyle="1" w:styleId="Style6">
    <w:name w:val="Style6"/>
    <w:basedOn w:val="Normal"/>
    <w:uiPriority w:val="99"/>
    <w:rsid w:val="009F4424"/>
    <w:pPr>
      <w:widowControl w:val="0"/>
      <w:autoSpaceDE w:val="0"/>
      <w:spacing w:line="266" w:lineRule="exact"/>
    </w:pPr>
    <w:rPr>
      <w:rFonts w:ascii="Century Schoolbook" w:hAnsi="Century Schoolbook" w:cs="Century Schoolbook"/>
      <w:lang w:val="ru-RU"/>
    </w:rPr>
  </w:style>
  <w:style w:type="paragraph" w:customStyle="1" w:styleId="Style7">
    <w:name w:val="Style7"/>
    <w:basedOn w:val="Normal"/>
    <w:uiPriority w:val="99"/>
    <w:rsid w:val="009F4424"/>
    <w:pPr>
      <w:widowControl w:val="0"/>
      <w:autoSpaceDE w:val="0"/>
    </w:pPr>
    <w:rPr>
      <w:rFonts w:ascii="Century Schoolbook" w:hAnsi="Century Schoolbook" w:cs="Century Schoolbook"/>
      <w:lang w:val="ru-RU"/>
    </w:rPr>
  </w:style>
  <w:style w:type="paragraph" w:customStyle="1" w:styleId="310">
    <w:name w:val="Основной текст с отступом 31"/>
    <w:basedOn w:val="Normal"/>
    <w:uiPriority w:val="99"/>
    <w:rsid w:val="009F4424"/>
    <w:pPr>
      <w:ind w:firstLine="709"/>
      <w:jc w:val="both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9F4424"/>
    <w:pPr>
      <w:tabs>
        <w:tab w:val="center" w:pos="4819"/>
        <w:tab w:val="right" w:pos="9639"/>
      </w:tabs>
    </w:pPr>
    <w:rPr>
      <w:rFonts w:ascii="Antiqua" w:hAnsi="Antiqua" w:cs="Antiqua"/>
      <w:sz w:val="26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5271"/>
    <w:rPr>
      <w:rFonts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rsid w:val="009F44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5271"/>
    <w:rPr>
      <w:rFonts w:cs="Times New Roman"/>
      <w:sz w:val="2"/>
      <w:lang w:val="uk-UA" w:eastAsia="ru-RU"/>
    </w:rPr>
  </w:style>
  <w:style w:type="paragraph" w:customStyle="1" w:styleId="a">
    <w:name w:val="Содержимое таблицы"/>
    <w:basedOn w:val="Normal"/>
    <w:uiPriority w:val="99"/>
    <w:rsid w:val="009F4424"/>
    <w:pPr>
      <w:suppressLineNumbers/>
    </w:pPr>
  </w:style>
  <w:style w:type="paragraph" w:customStyle="1" w:styleId="a0">
    <w:name w:val="Заголовок таблицы"/>
    <w:basedOn w:val="a"/>
    <w:uiPriority w:val="99"/>
    <w:rsid w:val="009F4424"/>
    <w:pPr>
      <w:jc w:val="center"/>
    </w:pPr>
    <w:rPr>
      <w:b/>
      <w:bCs/>
    </w:rPr>
  </w:style>
  <w:style w:type="paragraph" w:customStyle="1" w:styleId="a1">
    <w:name w:val="Содержимое врезки"/>
    <w:basedOn w:val="BodyText"/>
    <w:uiPriority w:val="99"/>
    <w:rsid w:val="009F4424"/>
  </w:style>
  <w:style w:type="character" w:styleId="PageNumber">
    <w:name w:val="page number"/>
    <w:basedOn w:val="DefaultParagraphFont"/>
    <w:uiPriority w:val="99"/>
    <w:rsid w:val="00A757D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255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5271"/>
    <w:rPr>
      <w:rFonts w:cs="Times New Roman"/>
      <w:sz w:val="24"/>
      <w:szCs w:val="24"/>
      <w:lang w:val="uk-UA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1D6E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5271"/>
    <w:rPr>
      <w:rFonts w:cs="Times New Roman"/>
      <w:sz w:val="2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7D5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D5831"/>
    <w:rPr>
      <w:rFonts w:ascii="Courier New" w:hAnsi="Courier New" w:cs="Times New Roman"/>
    </w:rPr>
  </w:style>
  <w:style w:type="paragraph" w:customStyle="1" w:styleId="rvps2">
    <w:name w:val="rvps2"/>
    <w:basedOn w:val="Normal"/>
    <w:uiPriority w:val="99"/>
    <w:rsid w:val="007F4DF9"/>
    <w:pPr>
      <w:suppressAutoHyphens w:val="0"/>
      <w:spacing w:before="100" w:beforeAutospacing="1" w:after="100" w:afterAutospacing="1"/>
    </w:pPr>
    <w:rPr>
      <w:lang w:val="ru-RU"/>
    </w:rPr>
  </w:style>
  <w:style w:type="character" w:styleId="Hyperlink">
    <w:name w:val="Hyperlink"/>
    <w:basedOn w:val="DefaultParagraphFont"/>
    <w:uiPriority w:val="99"/>
    <w:rsid w:val="007F4DF9"/>
    <w:rPr>
      <w:rFonts w:cs="Times New Roman"/>
      <w:color w:val="0000FF"/>
      <w:u w:val="single"/>
    </w:rPr>
  </w:style>
  <w:style w:type="paragraph" w:customStyle="1" w:styleId="rvps14">
    <w:name w:val="rvps14"/>
    <w:basedOn w:val="Normal"/>
    <w:uiPriority w:val="99"/>
    <w:rsid w:val="003910FB"/>
    <w:pPr>
      <w:suppressAutoHyphens w:val="0"/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3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246</Words>
  <Characters>1403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2020-11-16T07:28:00Z</cp:lastPrinted>
  <dcterms:created xsi:type="dcterms:W3CDTF">2021-04-02T09:23:00Z</dcterms:created>
  <dcterms:modified xsi:type="dcterms:W3CDTF">2021-04-02T09:23:00Z</dcterms:modified>
</cp:coreProperties>
</file>