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455"/>
        <w:tblW w:w="9889" w:type="dxa"/>
        <w:tblLook w:val="00A0" w:firstRow="1" w:lastRow="0" w:firstColumn="1" w:lastColumn="0" w:noHBand="0" w:noVBand="0"/>
      </w:tblPr>
      <w:tblGrid>
        <w:gridCol w:w="9889"/>
      </w:tblGrid>
      <w:tr w:rsidR="00056735" w:rsidRPr="009D2D50" w:rsidTr="00AA2B3B">
        <w:tc>
          <w:tcPr>
            <w:tcW w:w="9889" w:type="dxa"/>
          </w:tcPr>
          <w:p w:rsidR="00056735" w:rsidRPr="009D2D50" w:rsidRDefault="00056735" w:rsidP="004E6F2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</w:rPr>
            </w:pPr>
          </w:p>
          <w:p w:rsidR="00056735" w:rsidRPr="009D2D50" w:rsidRDefault="00AA2B3B" w:rsidP="004E6F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val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36pt;height:48pt;visibility:visible">
                  <v:imagedata r:id="rId5" o:title=""/>
                </v:shape>
              </w:pict>
            </w:r>
          </w:p>
          <w:p w:rsidR="00056735" w:rsidRPr="009D2D50" w:rsidRDefault="00056735" w:rsidP="004E6F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9D2D50">
              <w:rPr>
                <w:rFonts w:ascii="Times New Roman" w:hAnsi="Times New Roman"/>
                <w:b/>
                <w:bCs/>
                <w:szCs w:val="24"/>
              </w:rPr>
              <w:t xml:space="preserve">РОМЕНСЬКА РАЙОННА ДЕРЖАВНА АДМІНІСТРАЦІЯ </w:t>
            </w:r>
          </w:p>
          <w:p w:rsidR="00056735" w:rsidRPr="009D2D50" w:rsidRDefault="00056735" w:rsidP="004E6F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9D2D50">
              <w:rPr>
                <w:rFonts w:ascii="Times New Roman" w:hAnsi="Times New Roman"/>
                <w:b/>
                <w:bCs/>
                <w:szCs w:val="24"/>
              </w:rPr>
              <w:t>СУМСЬКОЇ ОБЛАСТІ</w:t>
            </w:r>
          </w:p>
          <w:p w:rsidR="00056735" w:rsidRPr="009D2D50" w:rsidRDefault="00056735" w:rsidP="004E6F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6"/>
              </w:rPr>
            </w:pPr>
          </w:p>
          <w:p w:rsidR="00056735" w:rsidRPr="009D2D50" w:rsidRDefault="00056735" w:rsidP="004E6F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9D2D50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РОЗПОРЯДЖЕННЯ </w:t>
            </w:r>
          </w:p>
          <w:p w:rsidR="00056735" w:rsidRPr="009D2D50" w:rsidRDefault="00056735" w:rsidP="004E6F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9D2D50">
              <w:rPr>
                <w:rFonts w:ascii="Times New Roman" w:hAnsi="Times New Roman"/>
                <w:b/>
                <w:bCs/>
                <w:szCs w:val="24"/>
              </w:rPr>
              <w:t>ГОЛОВИ РАЙОННОЇ ДЕРЖАВНОЇ АДМІНІСТРАЦІЇ</w:t>
            </w:r>
          </w:p>
          <w:p w:rsidR="00056735" w:rsidRPr="009D2D50" w:rsidRDefault="00056735" w:rsidP="004E6F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</w:p>
          <w:p w:rsidR="00056735" w:rsidRPr="00B94176" w:rsidRDefault="00056735" w:rsidP="004E6F2E">
            <w:pPr>
              <w:pStyle w:val="a3"/>
              <w:rPr>
                <w:sz w:val="28"/>
                <w:szCs w:val="28"/>
              </w:rPr>
            </w:pPr>
            <w:r w:rsidRPr="00B9417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12.07.2021</w:t>
            </w:r>
            <w:r w:rsidRPr="00B94176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             </w:t>
            </w:r>
            <w:r w:rsidRPr="00B9417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                                                        </w:t>
            </w:r>
            <w:r w:rsidRPr="00B94176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r w:rsidRPr="00B9417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163-ОД</w:t>
            </w:r>
          </w:p>
          <w:p w:rsidR="00056735" w:rsidRPr="00B94176" w:rsidRDefault="00056735" w:rsidP="004E6F2E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4390"/>
            </w:tblGrid>
            <w:tr w:rsidR="00056735" w:rsidRPr="009D2D50" w:rsidTr="00AA2B3B">
              <w:tc>
                <w:tcPr>
                  <w:tcW w:w="43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6735" w:rsidRPr="002F0089" w:rsidRDefault="00056735" w:rsidP="00AA2B3B">
                  <w:pPr>
                    <w:framePr w:hSpace="180" w:wrap="around" w:hAnchor="margin" w:y="-455"/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2F0089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Про утворення ініціативної групи для формування складу молодіжної ради при Роменській районній державній адміністрації</w:t>
                  </w:r>
                </w:p>
              </w:tc>
            </w:tr>
          </w:tbl>
          <w:p w:rsidR="00056735" w:rsidRPr="009D2D50" w:rsidRDefault="00056735" w:rsidP="004E6F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056735" w:rsidRPr="009D2D50" w:rsidRDefault="00056735" w:rsidP="002F008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056735" w:rsidRDefault="00056735" w:rsidP="002F0089">
      <w:pPr>
        <w:pStyle w:val="a5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0089">
        <w:rPr>
          <w:rFonts w:ascii="Times New Roman" w:hAnsi="Times New Roman"/>
          <w:sz w:val="28"/>
          <w:szCs w:val="28"/>
        </w:rPr>
        <w:t>Відповідно до статей 6, 39 Закону України «Про місцеві державні адміністрації», постанови Кабінету Міністрів України від 18 грудня 2018 р. №</w:t>
      </w:r>
      <w:r>
        <w:rPr>
          <w:rFonts w:ascii="Times New Roman" w:hAnsi="Times New Roman"/>
          <w:sz w:val="28"/>
          <w:szCs w:val="28"/>
        </w:rPr>
        <w:t> </w:t>
      </w:r>
      <w:r w:rsidRPr="002F0089">
        <w:rPr>
          <w:rFonts w:ascii="Times New Roman" w:hAnsi="Times New Roman"/>
          <w:sz w:val="28"/>
          <w:szCs w:val="28"/>
        </w:rPr>
        <w:t>1198 «Про затвердження типових положень про молодіжні консультативно</w:t>
      </w:r>
      <w:r>
        <w:rPr>
          <w:rFonts w:ascii="Times New Roman" w:hAnsi="Times New Roman"/>
          <w:sz w:val="28"/>
          <w:szCs w:val="28"/>
        </w:rPr>
        <w:t>-</w:t>
      </w:r>
      <w:r w:rsidRPr="002F0089">
        <w:rPr>
          <w:rFonts w:ascii="Times New Roman" w:hAnsi="Times New Roman"/>
          <w:sz w:val="28"/>
          <w:szCs w:val="28"/>
        </w:rPr>
        <w:t xml:space="preserve">дорадчі органи», з метою участі молоді у процесі реалізації державної політики у молодіжній сфері на </w:t>
      </w:r>
      <w:r>
        <w:rPr>
          <w:rFonts w:ascii="Times New Roman" w:hAnsi="Times New Roman"/>
          <w:sz w:val="28"/>
          <w:szCs w:val="28"/>
        </w:rPr>
        <w:t xml:space="preserve">районному </w:t>
      </w:r>
      <w:r w:rsidRPr="002F0089">
        <w:rPr>
          <w:rFonts w:ascii="Times New Roman" w:hAnsi="Times New Roman"/>
          <w:sz w:val="28"/>
          <w:szCs w:val="28"/>
        </w:rPr>
        <w:t>рівні:</w:t>
      </w:r>
    </w:p>
    <w:p w:rsidR="00056735" w:rsidRDefault="00056735" w:rsidP="002F0089">
      <w:pPr>
        <w:pStyle w:val="a5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0089">
        <w:rPr>
          <w:rFonts w:ascii="Times New Roman" w:hAnsi="Times New Roman"/>
          <w:sz w:val="28"/>
          <w:szCs w:val="28"/>
        </w:rPr>
        <w:t xml:space="preserve">1. Утворити ініціативну групу для формування складу молодіжної ради при </w:t>
      </w:r>
      <w:r>
        <w:rPr>
          <w:rFonts w:ascii="Times New Roman" w:hAnsi="Times New Roman"/>
          <w:sz w:val="28"/>
          <w:szCs w:val="28"/>
        </w:rPr>
        <w:t xml:space="preserve">Роменській районній </w:t>
      </w:r>
      <w:r w:rsidRPr="002F0089">
        <w:rPr>
          <w:rFonts w:ascii="Times New Roman" w:hAnsi="Times New Roman"/>
          <w:sz w:val="28"/>
          <w:szCs w:val="28"/>
        </w:rPr>
        <w:t>державній адміністрації та затвердити її склад, що додається.</w:t>
      </w:r>
    </w:p>
    <w:p w:rsidR="00056735" w:rsidRDefault="00056735" w:rsidP="002F0089">
      <w:pPr>
        <w:pStyle w:val="a5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0089">
        <w:rPr>
          <w:rFonts w:ascii="Times New Roman" w:hAnsi="Times New Roman"/>
          <w:sz w:val="28"/>
          <w:szCs w:val="28"/>
        </w:rPr>
        <w:t xml:space="preserve">2. Координацію роботи щодо виконання цього розпорядження покласти на </w:t>
      </w:r>
      <w:r>
        <w:rPr>
          <w:rFonts w:ascii="Times New Roman" w:hAnsi="Times New Roman"/>
          <w:sz w:val="28"/>
          <w:szCs w:val="28"/>
        </w:rPr>
        <w:t xml:space="preserve">відділ освіти, культури, молоді, спорту та охорони здоров’я Роменської районної </w:t>
      </w:r>
      <w:r w:rsidRPr="002F0089">
        <w:rPr>
          <w:rFonts w:ascii="Times New Roman" w:hAnsi="Times New Roman"/>
          <w:sz w:val="28"/>
          <w:szCs w:val="28"/>
        </w:rPr>
        <w:t xml:space="preserve">державної адміністрації. </w:t>
      </w:r>
    </w:p>
    <w:p w:rsidR="00056735" w:rsidRPr="002F0089" w:rsidRDefault="00056735" w:rsidP="002F0089">
      <w:pPr>
        <w:pStyle w:val="a5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F0089">
        <w:rPr>
          <w:rFonts w:ascii="Times New Roman" w:hAnsi="Times New Roman"/>
          <w:sz w:val="28"/>
          <w:szCs w:val="28"/>
        </w:rPr>
        <w:t xml:space="preserve">3. Контроль за виконанням цього розпорядження покласти на </w:t>
      </w:r>
      <w:r w:rsidRPr="002F0089">
        <w:rPr>
          <w:rFonts w:ascii="Times New Roman" w:hAnsi="Times New Roman"/>
          <w:bCs/>
          <w:sz w:val="28"/>
          <w:szCs w:val="28"/>
        </w:rPr>
        <w:t xml:space="preserve">першого заступника голови Роменської районної державної адміністрації </w:t>
      </w:r>
      <w:proofErr w:type="spellStart"/>
      <w:r w:rsidRPr="002F0089">
        <w:rPr>
          <w:rFonts w:ascii="Times New Roman" w:hAnsi="Times New Roman"/>
          <w:bCs/>
          <w:sz w:val="28"/>
          <w:szCs w:val="28"/>
        </w:rPr>
        <w:t>Татарінова</w:t>
      </w:r>
      <w:proofErr w:type="spellEnd"/>
      <w:r>
        <w:rPr>
          <w:rFonts w:ascii="Times New Roman" w:hAnsi="Times New Roman"/>
          <w:bCs/>
          <w:sz w:val="28"/>
          <w:szCs w:val="28"/>
        </w:rPr>
        <w:t> </w:t>
      </w:r>
      <w:r w:rsidRPr="002F0089">
        <w:rPr>
          <w:rFonts w:ascii="Times New Roman" w:hAnsi="Times New Roman"/>
          <w:bCs/>
          <w:sz w:val="28"/>
          <w:szCs w:val="28"/>
        </w:rPr>
        <w:t>В.М.</w:t>
      </w:r>
    </w:p>
    <w:p w:rsidR="00056735" w:rsidRDefault="00056735" w:rsidP="002F0089">
      <w:pPr>
        <w:tabs>
          <w:tab w:val="left" w:pos="1134"/>
          <w:tab w:val="left" w:pos="694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6735" w:rsidRDefault="00056735" w:rsidP="002F0089">
      <w:pPr>
        <w:tabs>
          <w:tab w:val="left" w:pos="694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D84A28">
        <w:rPr>
          <w:rFonts w:ascii="Times New Roman" w:hAnsi="Times New Roman"/>
          <w:b/>
          <w:color w:val="000000"/>
          <w:sz w:val="28"/>
          <w:szCs w:val="28"/>
        </w:rPr>
        <w:t xml:space="preserve">Голова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                                 Денис ВАЩЕНКО</w:t>
      </w:r>
    </w:p>
    <w:p w:rsidR="00056735" w:rsidRDefault="00056735" w:rsidP="002F0089">
      <w:pPr>
        <w:tabs>
          <w:tab w:val="left" w:pos="694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56735" w:rsidRDefault="00056735" w:rsidP="002F0089">
      <w:pPr>
        <w:tabs>
          <w:tab w:val="left" w:pos="694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56735" w:rsidRDefault="00056735" w:rsidP="002F0089">
      <w:pPr>
        <w:tabs>
          <w:tab w:val="left" w:pos="694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56735" w:rsidRDefault="00056735" w:rsidP="002F0089">
      <w:pPr>
        <w:tabs>
          <w:tab w:val="left" w:pos="694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56735" w:rsidRDefault="00056735" w:rsidP="002F0089">
      <w:pPr>
        <w:tabs>
          <w:tab w:val="left" w:pos="694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56735" w:rsidRDefault="00056735" w:rsidP="002F0089">
      <w:pPr>
        <w:tabs>
          <w:tab w:val="left" w:pos="694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56735" w:rsidRDefault="00056735" w:rsidP="002F0089">
      <w:pPr>
        <w:tabs>
          <w:tab w:val="left" w:pos="694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56735" w:rsidRDefault="00056735" w:rsidP="002F0089">
      <w:pPr>
        <w:tabs>
          <w:tab w:val="left" w:pos="694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56735" w:rsidRDefault="00056735" w:rsidP="002F0089">
      <w:pPr>
        <w:tabs>
          <w:tab w:val="left" w:pos="694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56735" w:rsidRDefault="00056735" w:rsidP="002F0089">
      <w:pPr>
        <w:tabs>
          <w:tab w:val="left" w:pos="694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56735" w:rsidRDefault="00056735" w:rsidP="002F0089">
      <w:pPr>
        <w:tabs>
          <w:tab w:val="left" w:pos="694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56735" w:rsidRDefault="00056735" w:rsidP="002F0089">
      <w:pPr>
        <w:tabs>
          <w:tab w:val="left" w:pos="694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56735" w:rsidRDefault="00056735" w:rsidP="002F0089">
      <w:pPr>
        <w:tabs>
          <w:tab w:val="left" w:pos="694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56735" w:rsidRDefault="00056735" w:rsidP="002F0089">
      <w:pPr>
        <w:tabs>
          <w:tab w:val="left" w:pos="694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56735" w:rsidRDefault="00056735" w:rsidP="002F0089">
      <w:pPr>
        <w:tabs>
          <w:tab w:val="left" w:pos="694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56735" w:rsidRDefault="00056735" w:rsidP="002F0089">
      <w:pPr>
        <w:tabs>
          <w:tab w:val="left" w:pos="694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56735" w:rsidRDefault="00056735" w:rsidP="00047E83">
      <w:pPr>
        <w:shd w:val="clear" w:color="auto" w:fill="FFFFFF"/>
        <w:spacing w:after="0" w:line="360" w:lineRule="auto"/>
        <w:ind w:left="5812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</w:p>
    <w:p w:rsidR="00056735" w:rsidRPr="00E15FC5" w:rsidRDefault="00056735" w:rsidP="00047E83">
      <w:pPr>
        <w:shd w:val="clear" w:color="auto" w:fill="FFFFFF"/>
        <w:spacing w:after="0" w:line="360" w:lineRule="auto"/>
        <w:ind w:left="5812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 w:rsidRPr="00E15FC5">
        <w:rPr>
          <w:rFonts w:ascii="Times New Roman" w:hAnsi="Times New Roman"/>
          <w:bCs/>
          <w:color w:val="000000"/>
          <w:sz w:val="28"/>
          <w:szCs w:val="28"/>
          <w:lang w:eastAsia="uk-UA"/>
        </w:rPr>
        <w:t>ЗАТВЕРДЖЕНО</w:t>
      </w:r>
    </w:p>
    <w:p w:rsidR="00056735" w:rsidRDefault="00056735" w:rsidP="00047E83">
      <w:pPr>
        <w:shd w:val="clear" w:color="auto" w:fill="FFFFFF"/>
        <w:spacing w:after="0" w:line="240" w:lineRule="auto"/>
        <w:ind w:left="5812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 w:rsidRPr="007A580B">
        <w:rPr>
          <w:rFonts w:ascii="Times New Roman" w:hAnsi="Times New Roman"/>
          <w:bCs/>
          <w:color w:val="000000"/>
          <w:sz w:val="28"/>
          <w:szCs w:val="28"/>
          <w:lang w:eastAsia="uk-UA"/>
        </w:rPr>
        <w:t>Розпорядження голови Роменської районної</w:t>
      </w:r>
    </w:p>
    <w:p w:rsidR="00056735" w:rsidRDefault="00056735" w:rsidP="00047E83">
      <w:pPr>
        <w:shd w:val="clear" w:color="auto" w:fill="FFFFFF"/>
        <w:spacing w:after="0" w:line="240" w:lineRule="auto"/>
        <w:ind w:left="5812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 w:rsidRPr="007A580B">
        <w:rPr>
          <w:rFonts w:ascii="Times New Roman" w:hAnsi="Times New Roman"/>
          <w:bCs/>
          <w:color w:val="000000"/>
          <w:sz w:val="28"/>
          <w:szCs w:val="28"/>
          <w:lang w:eastAsia="uk-UA"/>
        </w:rPr>
        <w:t>державної адміністрації</w:t>
      </w:r>
    </w:p>
    <w:p w:rsidR="00056735" w:rsidRPr="00757FB4" w:rsidRDefault="00757FB4" w:rsidP="00047E83">
      <w:pPr>
        <w:shd w:val="clear" w:color="auto" w:fill="FFFFFF"/>
        <w:spacing w:after="0" w:line="360" w:lineRule="auto"/>
        <w:ind w:left="5812"/>
        <w:rPr>
          <w:rFonts w:ascii="Times New Roman" w:hAnsi="Times New Roman"/>
          <w:bCs/>
          <w:color w:val="000000"/>
          <w:sz w:val="28"/>
          <w:szCs w:val="28"/>
          <w:lang w:val="ru-RU" w:eastAsia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>12 липня 2021 року</w:t>
      </w:r>
      <w:r>
        <w:rPr>
          <w:rFonts w:ascii="Times New Roman" w:hAnsi="Times New Roman"/>
          <w:bCs/>
          <w:color w:val="000000"/>
          <w:sz w:val="28"/>
          <w:szCs w:val="28"/>
          <w:lang w:val="ru-RU" w:eastAsia="uk-UA"/>
        </w:rPr>
        <w:t xml:space="preserve"> № 163-ОД</w:t>
      </w:r>
      <w:bookmarkStart w:id="0" w:name="_GoBack"/>
      <w:bookmarkEnd w:id="0"/>
    </w:p>
    <w:p w:rsidR="00056735" w:rsidRDefault="00056735" w:rsidP="00047E83">
      <w:pPr>
        <w:shd w:val="clear" w:color="auto" w:fill="FFFFFF"/>
        <w:spacing w:after="0" w:line="360" w:lineRule="auto"/>
        <w:ind w:firstLine="709"/>
        <w:jc w:val="center"/>
      </w:pPr>
    </w:p>
    <w:p w:rsidR="00056735" w:rsidRPr="00047E83" w:rsidRDefault="00056735" w:rsidP="00047E8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47E83">
        <w:rPr>
          <w:rFonts w:ascii="Times New Roman" w:hAnsi="Times New Roman"/>
          <w:b/>
          <w:sz w:val="28"/>
          <w:szCs w:val="28"/>
        </w:rPr>
        <w:t>СКЛАД</w:t>
      </w:r>
    </w:p>
    <w:p w:rsidR="00056735" w:rsidRPr="00047E83" w:rsidRDefault="00056735" w:rsidP="00047E8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47E83">
        <w:rPr>
          <w:rFonts w:ascii="Times New Roman" w:hAnsi="Times New Roman"/>
          <w:b/>
          <w:sz w:val="28"/>
          <w:szCs w:val="28"/>
        </w:rPr>
        <w:t>ініціативної групи для формування складу молодіжної ради при Роменській районній державній адміністрації</w:t>
      </w:r>
    </w:p>
    <w:p w:rsidR="00056735" w:rsidRPr="00047E83" w:rsidRDefault="00056735" w:rsidP="00047E83">
      <w:pPr>
        <w:tabs>
          <w:tab w:val="left" w:pos="694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085"/>
        <w:gridCol w:w="851"/>
        <w:gridCol w:w="5670"/>
      </w:tblGrid>
      <w:tr w:rsidR="00056735" w:rsidTr="00762D15">
        <w:tc>
          <w:tcPr>
            <w:tcW w:w="3085" w:type="dxa"/>
          </w:tcPr>
          <w:p w:rsidR="00056735" w:rsidRPr="000F528C" w:rsidRDefault="00056735" w:rsidP="000F52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528C">
              <w:rPr>
                <w:rFonts w:ascii="Times New Roman" w:hAnsi="Times New Roman"/>
                <w:sz w:val="28"/>
                <w:szCs w:val="28"/>
              </w:rPr>
              <w:t>Жолобок</w:t>
            </w:r>
          </w:p>
          <w:p w:rsidR="00056735" w:rsidRPr="000F528C" w:rsidRDefault="00056735" w:rsidP="000F52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528C">
              <w:rPr>
                <w:rFonts w:ascii="Times New Roman" w:hAnsi="Times New Roman"/>
                <w:sz w:val="28"/>
                <w:szCs w:val="28"/>
              </w:rPr>
              <w:t>Анастасія Миколаївна</w:t>
            </w:r>
          </w:p>
        </w:tc>
        <w:tc>
          <w:tcPr>
            <w:tcW w:w="851" w:type="dxa"/>
          </w:tcPr>
          <w:p w:rsidR="00056735" w:rsidRPr="000F528C" w:rsidRDefault="00056735" w:rsidP="000F5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528C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056735" w:rsidRPr="000F528C" w:rsidRDefault="00056735" w:rsidP="000F52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528C">
              <w:rPr>
                <w:rFonts w:ascii="Times New Roman" w:hAnsi="Times New Roman"/>
                <w:sz w:val="28"/>
                <w:szCs w:val="28"/>
              </w:rPr>
              <w:t>головний спеціаліст відділу освіти, культури, молоді, спорту та охорони здоров’я Роменської районної державної адміністрації</w:t>
            </w:r>
          </w:p>
        </w:tc>
      </w:tr>
      <w:tr w:rsidR="00056735" w:rsidTr="00762D15">
        <w:tc>
          <w:tcPr>
            <w:tcW w:w="3085" w:type="dxa"/>
          </w:tcPr>
          <w:p w:rsidR="00056735" w:rsidRPr="000F528C" w:rsidRDefault="00056735" w:rsidP="000F52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528C">
              <w:rPr>
                <w:rFonts w:ascii="Times New Roman" w:hAnsi="Times New Roman"/>
                <w:sz w:val="28"/>
                <w:szCs w:val="28"/>
              </w:rPr>
              <w:t>Косенко</w:t>
            </w:r>
          </w:p>
          <w:p w:rsidR="00056735" w:rsidRDefault="00056735" w:rsidP="000F528C">
            <w:pPr>
              <w:spacing w:after="0" w:line="240" w:lineRule="auto"/>
            </w:pPr>
            <w:r w:rsidRPr="000F528C">
              <w:rPr>
                <w:rFonts w:ascii="Times New Roman" w:hAnsi="Times New Roman"/>
                <w:sz w:val="28"/>
                <w:szCs w:val="28"/>
              </w:rPr>
              <w:t>Дмитро Вікторович</w:t>
            </w:r>
          </w:p>
        </w:tc>
        <w:tc>
          <w:tcPr>
            <w:tcW w:w="851" w:type="dxa"/>
          </w:tcPr>
          <w:p w:rsidR="00056735" w:rsidRPr="000F528C" w:rsidRDefault="00056735" w:rsidP="000F528C">
            <w:pPr>
              <w:spacing w:after="0" w:line="240" w:lineRule="auto"/>
              <w:jc w:val="center"/>
              <w:rPr>
                <w:b/>
              </w:rPr>
            </w:pPr>
            <w:r w:rsidRPr="000F528C">
              <w:rPr>
                <w:b/>
              </w:rPr>
              <w:t>-</w:t>
            </w:r>
          </w:p>
        </w:tc>
        <w:tc>
          <w:tcPr>
            <w:tcW w:w="5670" w:type="dxa"/>
          </w:tcPr>
          <w:p w:rsidR="00056735" w:rsidRPr="000F528C" w:rsidRDefault="00056735" w:rsidP="000F52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528C">
              <w:rPr>
                <w:rFonts w:ascii="Times New Roman" w:hAnsi="Times New Roman"/>
                <w:sz w:val="28"/>
                <w:szCs w:val="28"/>
              </w:rPr>
              <w:t xml:space="preserve">голова ГО «Учасники АТО </w:t>
            </w:r>
            <w:proofErr w:type="spellStart"/>
            <w:r w:rsidRPr="000F528C">
              <w:rPr>
                <w:rFonts w:ascii="Times New Roman" w:hAnsi="Times New Roman"/>
                <w:sz w:val="28"/>
                <w:szCs w:val="28"/>
              </w:rPr>
              <w:t>Роменщини</w:t>
            </w:r>
            <w:proofErr w:type="spellEnd"/>
            <w:r w:rsidRPr="000F528C">
              <w:rPr>
                <w:rFonts w:ascii="Times New Roman" w:hAnsi="Times New Roman"/>
                <w:sz w:val="28"/>
                <w:szCs w:val="28"/>
              </w:rPr>
              <w:t xml:space="preserve">» (за згодою) </w:t>
            </w:r>
          </w:p>
        </w:tc>
      </w:tr>
      <w:tr w:rsidR="00056735" w:rsidTr="00762D15">
        <w:tc>
          <w:tcPr>
            <w:tcW w:w="3085" w:type="dxa"/>
          </w:tcPr>
          <w:p w:rsidR="00056735" w:rsidRPr="000F528C" w:rsidRDefault="00056735" w:rsidP="000F52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528C">
              <w:rPr>
                <w:rFonts w:ascii="Times New Roman" w:hAnsi="Times New Roman"/>
                <w:sz w:val="28"/>
                <w:szCs w:val="28"/>
              </w:rPr>
              <w:t>Кроль</w:t>
            </w:r>
          </w:p>
          <w:p w:rsidR="00056735" w:rsidRPr="000F528C" w:rsidRDefault="00056735" w:rsidP="000F52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528C">
              <w:rPr>
                <w:rFonts w:ascii="Times New Roman" w:hAnsi="Times New Roman"/>
                <w:sz w:val="28"/>
                <w:szCs w:val="28"/>
              </w:rPr>
              <w:t>Валентина Миколаївна</w:t>
            </w:r>
          </w:p>
        </w:tc>
        <w:tc>
          <w:tcPr>
            <w:tcW w:w="851" w:type="dxa"/>
          </w:tcPr>
          <w:p w:rsidR="00056735" w:rsidRPr="000F528C" w:rsidRDefault="00056735" w:rsidP="000F52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28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056735" w:rsidRPr="000F528C" w:rsidRDefault="00056735" w:rsidP="000F52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528C">
              <w:rPr>
                <w:rFonts w:ascii="Times New Roman" w:hAnsi="Times New Roman"/>
                <w:sz w:val="28"/>
                <w:szCs w:val="28"/>
              </w:rPr>
              <w:t>начальник відділу організаційної роботи та розгляду звернень громадян</w:t>
            </w:r>
            <w:r w:rsidRPr="000F528C">
              <w:rPr>
                <w:rFonts w:ascii="Times New Roman" w:hAnsi="Times New Roman"/>
                <w:bCs/>
                <w:sz w:val="28"/>
                <w:szCs w:val="28"/>
              </w:rPr>
              <w:t xml:space="preserve"> апарату </w:t>
            </w:r>
            <w:r w:rsidRPr="000F528C"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  <w:t>Роменської районної державної адміністрації</w:t>
            </w:r>
          </w:p>
        </w:tc>
      </w:tr>
      <w:tr w:rsidR="00056735" w:rsidTr="00762D15">
        <w:tc>
          <w:tcPr>
            <w:tcW w:w="3085" w:type="dxa"/>
          </w:tcPr>
          <w:p w:rsidR="00056735" w:rsidRPr="000F528C" w:rsidRDefault="00056735" w:rsidP="000F52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528C">
              <w:rPr>
                <w:rFonts w:ascii="Times New Roman" w:hAnsi="Times New Roman"/>
                <w:sz w:val="28"/>
                <w:szCs w:val="28"/>
              </w:rPr>
              <w:t>Рось</w:t>
            </w:r>
          </w:p>
          <w:p w:rsidR="00056735" w:rsidRPr="000F528C" w:rsidRDefault="00056735" w:rsidP="000F528C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0F528C">
              <w:rPr>
                <w:rFonts w:ascii="Times New Roman" w:hAnsi="Times New Roman"/>
                <w:sz w:val="28"/>
                <w:szCs w:val="28"/>
              </w:rPr>
              <w:t>Ольга Григорівна</w:t>
            </w:r>
          </w:p>
        </w:tc>
        <w:tc>
          <w:tcPr>
            <w:tcW w:w="851" w:type="dxa"/>
          </w:tcPr>
          <w:p w:rsidR="00056735" w:rsidRPr="000F528C" w:rsidRDefault="00056735" w:rsidP="000F528C">
            <w:pPr>
              <w:spacing w:after="0" w:line="240" w:lineRule="auto"/>
              <w:jc w:val="center"/>
              <w:rPr>
                <w:i/>
              </w:rPr>
            </w:pPr>
            <w:r w:rsidRPr="000F528C">
              <w:rPr>
                <w:i/>
              </w:rPr>
              <w:t>-</w:t>
            </w:r>
          </w:p>
        </w:tc>
        <w:tc>
          <w:tcPr>
            <w:tcW w:w="5670" w:type="dxa"/>
          </w:tcPr>
          <w:p w:rsidR="00056735" w:rsidRPr="000F528C" w:rsidRDefault="00056735" w:rsidP="000F52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F528C">
              <w:rPr>
                <w:rFonts w:ascii="Times New Roman" w:hAnsi="Times New Roman"/>
                <w:bCs/>
                <w:sz w:val="28"/>
                <w:szCs w:val="28"/>
              </w:rPr>
              <w:t>голова ГО «Роменська агенція регіонального розвитку»</w:t>
            </w:r>
            <w:r w:rsidRPr="000F528C"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</w:p>
        </w:tc>
      </w:tr>
      <w:tr w:rsidR="00056735" w:rsidTr="00762D15">
        <w:tc>
          <w:tcPr>
            <w:tcW w:w="3085" w:type="dxa"/>
          </w:tcPr>
          <w:p w:rsidR="00056735" w:rsidRPr="000F528C" w:rsidRDefault="00056735" w:rsidP="000F52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528C">
              <w:rPr>
                <w:rFonts w:ascii="Times New Roman" w:hAnsi="Times New Roman"/>
                <w:sz w:val="28"/>
                <w:szCs w:val="28"/>
              </w:rPr>
              <w:t>Сушко</w:t>
            </w:r>
          </w:p>
          <w:p w:rsidR="00056735" w:rsidRPr="000F528C" w:rsidRDefault="00056735" w:rsidP="000F52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528C">
              <w:rPr>
                <w:rFonts w:ascii="Times New Roman" w:hAnsi="Times New Roman"/>
                <w:sz w:val="28"/>
                <w:szCs w:val="28"/>
              </w:rPr>
              <w:t>Марина Миколаївна</w:t>
            </w:r>
          </w:p>
        </w:tc>
        <w:tc>
          <w:tcPr>
            <w:tcW w:w="851" w:type="dxa"/>
          </w:tcPr>
          <w:p w:rsidR="00056735" w:rsidRPr="000F528C" w:rsidRDefault="00056735" w:rsidP="000F5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528C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056735" w:rsidRPr="000F528C" w:rsidRDefault="00056735" w:rsidP="000F52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528C">
              <w:rPr>
                <w:rFonts w:ascii="Times New Roman" w:hAnsi="Times New Roman"/>
                <w:sz w:val="28"/>
                <w:szCs w:val="28"/>
              </w:rPr>
              <w:t>начальник відділу освіти, культури, молоді, спорту та охорони здоров’я Роменської районної державної адміністрації</w:t>
            </w:r>
          </w:p>
        </w:tc>
      </w:tr>
      <w:tr w:rsidR="00056735" w:rsidTr="00762D15">
        <w:tc>
          <w:tcPr>
            <w:tcW w:w="3085" w:type="dxa"/>
          </w:tcPr>
          <w:p w:rsidR="00056735" w:rsidRPr="000F528C" w:rsidRDefault="00056735" w:rsidP="000F52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F528C">
              <w:rPr>
                <w:rFonts w:ascii="Times New Roman" w:hAnsi="Times New Roman"/>
                <w:sz w:val="28"/>
                <w:szCs w:val="28"/>
              </w:rPr>
              <w:t>Федина</w:t>
            </w:r>
            <w:proofErr w:type="spellEnd"/>
          </w:p>
          <w:p w:rsidR="00056735" w:rsidRPr="000F528C" w:rsidRDefault="00056735" w:rsidP="000F52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528C">
              <w:rPr>
                <w:rFonts w:ascii="Times New Roman" w:hAnsi="Times New Roman"/>
                <w:sz w:val="28"/>
                <w:szCs w:val="28"/>
              </w:rPr>
              <w:t>Сергій Іванович</w:t>
            </w:r>
          </w:p>
        </w:tc>
        <w:tc>
          <w:tcPr>
            <w:tcW w:w="851" w:type="dxa"/>
          </w:tcPr>
          <w:p w:rsidR="00056735" w:rsidRPr="000F528C" w:rsidRDefault="00056735" w:rsidP="000F5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528C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056735" w:rsidRPr="000F528C" w:rsidRDefault="00056735" w:rsidP="000F52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528C">
              <w:rPr>
                <w:rFonts w:ascii="Times New Roman" w:hAnsi="Times New Roman"/>
                <w:bCs/>
                <w:color w:val="050505"/>
                <w:sz w:val="28"/>
                <w:szCs w:val="28"/>
                <w:shd w:val="clear" w:color="auto" w:fill="FFFFFF"/>
              </w:rPr>
              <w:t xml:space="preserve">голова ГО «Федерація вільної боротьби </w:t>
            </w:r>
            <w:proofErr w:type="spellStart"/>
            <w:r w:rsidRPr="000F528C">
              <w:rPr>
                <w:rFonts w:ascii="Times New Roman" w:hAnsi="Times New Roman"/>
                <w:bCs/>
                <w:color w:val="050505"/>
                <w:sz w:val="28"/>
                <w:szCs w:val="28"/>
                <w:shd w:val="clear" w:color="auto" w:fill="FFFFFF"/>
              </w:rPr>
              <w:t>Роменщини</w:t>
            </w:r>
            <w:proofErr w:type="spellEnd"/>
            <w:r w:rsidRPr="000F528C">
              <w:rPr>
                <w:rFonts w:ascii="Times New Roman" w:hAnsi="Times New Roman"/>
                <w:bCs/>
                <w:color w:val="050505"/>
                <w:sz w:val="28"/>
                <w:szCs w:val="28"/>
                <w:shd w:val="clear" w:color="auto" w:fill="FFFFFF"/>
              </w:rPr>
              <w:t>»</w:t>
            </w:r>
            <w:r>
              <w:rPr>
                <w:rFonts w:ascii="Times New Roman" w:hAnsi="Times New Roman"/>
                <w:bCs/>
                <w:color w:val="050505"/>
                <w:sz w:val="28"/>
                <w:szCs w:val="28"/>
                <w:shd w:val="clear" w:color="auto" w:fill="FFFFFF"/>
              </w:rPr>
              <w:t xml:space="preserve"> (за згодою)</w:t>
            </w:r>
          </w:p>
        </w:tc>
      </w:tr>
    </w:tbl>
    <w:p w:rsidR="00056735" w:rsidRDefault="00056735" w:rsidP="002F0089"/>
    <w:p w:rsidR="00056735" w:rsidRDefault="00056735" w:rsidP="006B6899">
      <w:pPr>
        <w:tabs>
          <w:tab w:val="left" w:pos="6946"/>
        </w:tabs>
        <w:rPr>
          <w:rFonts w:ascii="Times New Roman" w:hAnsi="Times New Roman"/>
          <w:b/>
          <w:sz w:val="28"/>
          <w:szCs w:val="28"/>
        </w:rPr>
      </w:pPr>
      <w:r w:rsidRPr="006B6899">
        <w:rPr>
          <w:rFonts w:ascii="Times New Roman" w:hAnsi="Times New Roman"/>
          <w:b/>
          <w:sz w:val="28"/>
          <w:szCs w:val="28"/>
        </w:rPr>
        <w:t>Керівник апарату</w:t>
      </w:r>
      <w:r>
        <w:rPr>
          <w:rFonts w:ascii="Times New Roman" w:hAnsi="Times New Roman"/>
          <w:b/>
          <w:sz w:val="28"/>
          <w:szCs w:val="28"/>
        </w:rPr>
        <w:tab/>
        <w:t>Михайло ЛОМКО</w:t>
      </w:r>
    </w:p>
    <w:p w:rsidR="00056735" w:rsidRDefault="00056735" w:rsidP="007C2864">
      <w:pPr>
        <w:tabs>
          <w:tab w:val="left" w:pos="6946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361"/>
        <w:gridCol w:w="5245"/>
      </w:tblGrid>
      <w:tr w:rsidR="00056735" w:rsidTr="000F528C">
        <w:tc>
          <w:tcPr>
            <w:tcW w:w="4361" w:type="dxa"/>
          </w:tcPr>
          <w:p w:rsidR="00056735" w:rsidRPr="000F528C" w:rsidRDefault="00056735" w:rsidP="000F528C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F528C">
              <w:rPr>
                <w:rFonts w:ascii="Times New Roman" w:hAnsi="Times New Roman"/>
                <w:b/>
                <w:sz w:val="28"/>
                <w:szCs w:val="28"/>
              </w:rPr>
              <w:t xml:space="preserve">Начальник відділу освіти, культури, молоді, спорту та охорони здоров’я </w:t>
            </w:r>
          </w:p>
        </w:tc>
        <w:tc>
          <w:tcPr>
            <w:tcW w:w="5245" w:type="dxa"/>
          </w:tcPr>
          <w:p w:rsidR="00056735" w:rsidRPr="000F528C" w:rsidRDefault="00056735" w:rsidP="000F528C">
            <w:pPr>
              <w:tabs>
                <w:tab w:val="left" w:pos="694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56735" w:rsidRPr="000F528C" w:rsidRDefault="00056735" w:rsidP="000F528C">
            <w:pPr>
              <w:tabs>
                <w:tab w:val="left" w:pos="694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56735" w:rsidRPr="000F528C" w:rsidRDefault="00056735" w:rsidP="000F528C">
            <w:pPr>
              <w:tabs>
                <w:tab w:val="left" w:pos="2569"/>
                <w:tab w:val="left" w:pos="694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F528C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Марина СУШКО</w:t>
            </w:r>
          </w:p>
        </w:tc>
      </w:tr>
    </w:tbl>
    <w:p w:rsidR="00056735" w:rsidRDefault="00056735" w:rsidP="006B6899">
      <w:pPr>
        <w:tabs>
          <w:tab w:val="left" w:pos="6946"/>
        </w:tabs>
        <w:rPr>
          <w:rFonts w:ascii="Times New Roman" w:hAnsi="Times New Roman"/>
          <w:b/>
          <w:sz w:val="28"/>
          <w:szCs w:val="28"/>
        </w:rPr>
      </w:pPr>
    </w:p>
    <w:p w:rsidR="00056735" w:rsidRPr="006B6899" w:rsidRDefault="00056735">
      <w:pPr>
        <w:tabs>
          <w:tab w:val="left" w:pos="6946"/>
        </w:tabs>
        <w:rPr>
          <w:rFonts w:ascii="Times New Roman" w:hAnsi="Times New Roman"/>
          <w:b/>
          <w:sz w:val="28"/>
          <w:szCs w:val="28"/>
        </w:rPr>
      </w:pPr>
    </w:p>
    <w:sectPr w:rsidR="00056735" w:rsidRPr="006B6899" w:rsidSect="002F008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DF7D70"/>
    <w:multiLevelType w:val="hybridMultilevel"/>
    <w:tmpl w:val="56D6C132"/>
    <w:lvl w:ilvl="0" w:tplc="48E2820E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0089"/>
    <w:rsid w:val="00004CFD"/>
    <w:rsid w:val="00032129"/>
    <w:rsid w:val="00047E83"/>
    <w:rsid w:val="00056735"/>
    <w:rsid w:val="000F528C"/>
    <w:rsid w:val="00181124"/>
    <w:rsid w:val="00293E18"/>
    <w:rsid w:val="002F0089"/>
    <w:rsid w:val="003656D4"/>
    <w:rsid w:val="003E4482"/>
    <w:rsid w:val="004457EB"/>
    <w:rsid w:val="004516DF"/>
    <w:rsid w:val="00472302"/>
    <w:rsid w:val="00476ACD"/>
    <w:rsid w:val="004E6F2E"/>
    <w:rsid w:val="005A7725"/>
    <w:rsid w:val="005D1CE3"/>
    <w:rsid w:val="005D1E66"/>
    <w:rsid w:val="006B6899"/>
    <w:rsid w:val="006F7E08"/>
    <w:rsid w:val="007019B7"/>
    <w:rsid w:val="007126FA"/>
    <w:rsid w:val="00757FB4"/>
    <w:rsid w:val="00762D15"/>
    <w:rsid w:val="007A093D"/>
    <w:rsid w:val="007A580B"/>
    <w:rsid w:val="007C2864"/>
    <w:rsid w:val="00862131"/>
    <w:rsid w:val="0089099F"/>
    <w:rsid w:val="008C0BB1"/>
    <w:rsid w:val="00981E06"/>
    <w:rsid w:val="009C2ECB"/>
    <w:rsid w:val="009D2D50"/>
    <w:rsid w:val="00AA2B3B"/>
    <w:rsid w:val="00B72FB1"/>
    <w:rsid w:val="00B91320"/>
    <w:rsid w:val="00B94176"/>
    <w:rsid w:val="00BA4CFA"/>
    <w:rsid w:val="00BA51DC"/>
    <w:rsid w:val="00BE00C6"/>
    <w:rsid w:val="00BE0144"/>
    <w:rsid w:val="00C154A1"/>
    <w:rsid w:val="00C36363"/>
    <w:rsid w:val="00D80C89"/>
    <w:rsid w:val="00D84A28"/>
    <w:rsid w:val="00E00D6A"/>
    <w:rsid w:val="00E15FC5"/>
    <w:rsid w:val="00E67F08"/>
    <w:rsid w:val="00EB2480"/>
    <w:rsid w:val="00F43834"/>
    <w:rsid w:val="00F95483"/>
    <w:rsid w:val="00FF4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B2EDE8"/>
  <w15:docId w15:val="{BE4615C8-50A0-4445-8ADE-C0D0D973E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089"/>
    <w:pPr>
      <w:spacing w:after="160" w:line="25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F0089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4">
    <w:name w:val="Верхний колонтитул Знак"/>
    <w:link w:val="a3"/>
    <w:uiPriority w:val="99"/>
    <w:locked/>
    <w:rsid w:val="002F0089"/>
    <w:rPr>
      <w:rFonts w:ascii="Calibri" w:hAnsi="Calibri" w:cs="Times New Roman"/>
    </w:rPr>
  </w:style>
  <w:style w:type="paragraph" w:styleId="a5">
    <w:name w:val="List Paragraph"/>
    <w:basedOn w:val="a"/>
    <w:uiPriority w:val="99"/>
    <w:qFormat/>
    <w:rsid w:val="002F008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sid w:val="002F0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2F0089"/>
    <w:rPr>
      <w:rFonts w:ascii="Tahoma" w:hAnsi="Tahoma" w:cs="Tahoma"/>
      <w:sz w:val="16"/>
      <w:szCs w:val="16"/>
      <w:lang w:val="uk-UA"/>
    </w:rPr>
  </w:style>
  <w:style w:type="table" w:styleId="a8">
    <w:name w:val="Table Grid"/>
    <w:basedOn w:val="a1"/>
    <w:uiPriority w:val="99"/>
    <w:rsid w:val="001811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uiPriority w:val="99"/>
    <w:qFormat/>
    <w:rsid w:val="004457E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6514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4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4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352</Words>
  <Characters>2008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ZCCCDM1</dc:creator>
  <cp:keywords/>
  <dc:description/>
  <cp:lastModifiedBy>user</cp:lastModifiedBy>
  <cp:revision>6</cp:revision>
  <cp:lastPrinted>2021-07-13T06:50:00Z</cp:lastPrinted>
  <dcterms:created xsi:type="dcterms:W3CDTF">2021-07-13T08:44:00Z</dcterms:created>
  <dcterms:modified xsi:type="dcterms:W3CDTF">2021-07-20T05:24:00Z</dcterms:modified>
</cp:coreProperties>
</file>