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909" w:rsidRPr="003408B8" w:rsidRDefault="00431909" w:rsidP="006E36A9">
      <w:pPr>
        <w:tabs>
          <w:tab w:val="left" w:pos="4140"/>
        </w:tabs>
        <w:jc w:val="center"/>
        <w:rPr>
          <w:rFonts w:ascii="Times New Roman" w:hAnsi="Times New Roman"/>
          <w:sz w:val="24"/>
          <w:szCs w:val="24"/>
        </w:rPr>
      </w:pPr>
      <w:r w:rsidRPr="00D32AD3">
        <w:rPr>
          <w:rFonts w:ascii="Times New Roman" w:hAnsi="Times New Roman"/>
          <w:noProof/>
          <w:sz w:val="24"/>
          <w:szCs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75pt;visibility:visible">
            <v:imagedata r:id="rId7" o:title=""/>
          </v:shape>
        </w:pict>
      </w:r>
    </w:p>
    <w:p w:rsidR="00431909" w:rsidRPr="003408B8" w:rsidRDefault="00431909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408B8">
        <w:rPr>
          <w:rFonts w:ascii="Times New Roman" w:hAnsi="Times New Roman"/>
          <w:b/>
          <w:bCs/>
          <w:sz w:val="24"/>
          <w:szCs w:val="24"/>
        </w:rPr>
        <w:t xml:space="preserve">РОМЕНСЬКА РАЙОННА ДЕРЖАВНА АДМІНІСТРАЦІЯ </w:t>
      </w:r>
    </w:p>
    <w:p w:rsidR="00431909" w:rsidRPr="003408B8" w:rsidRDefault="00431909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408B8"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431909" w:rsidRPr="003408B8" w:rsidRDefault="00431909" w:rsidP="002E42B6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431909" w:rsidRPr="00D714C1" w:rsidRDefault="00431909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714C1">
        <w:rPr>
          <w:rFonts w:ascii="Times New Roman" w:hAnsi="Times New Roman"/>
          <w:b/>
          <w:bCs/>
          <w:sz w:val="24"/>
          <w:szCs w:val="24"/>
        </w:rPr>
        <w:t>РОМЕНСЬКА РАЙОННА ВІЙСЬКОВА АДМІНІСТРАЦІЯ</w:t>
      </w:r>
    </w:p>
    <w:p w:rsidR="00431909" w:rsidRPr="003408B8" w:rsidRDefault="00431909" w:rsidP="002E42B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408B8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431909" w:rsidRPr="003408B8" w:rsidRDefault="00431909" w:rsidP="002E42B6">
      <w:pPr>
        <w:spacing w:line="360" w:lineRule="auto"/>
        <w:jc w:val="center"/>
        <w:rPr>
          <w:rFonts w:ascii="Times New Roman" w:hAnsi="Times New Roman"/>
          <w:b/>
          <w:bCs/>
          <w:sz w:val="20"/>
        </w:rPr>
      </w:pPr>
    </w:p>
    <w:p w:rsidR="00431909" w:rsidRDefault="00431909" w:rsidP="002E42B6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04.09.2023</w:t>
      </w:r>
      <w:r w:rsidRPr="003408B8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</w:t>
      </w:r>
      <w:r w:rsidRPr="003408B8"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z w:val="24"/>
          <w:szCs w:val="24"/>
        </w:rPr>
        <w:t xml:space="preserve">     № 133-ОД</w:t>
      </w:r>
    </w:p>
    <w:p w:rsidR="00431909" w:rsidRPr="00D714C1" w:rsidRDefault="00431909" w:rsidP="00D714C1">
      <w:pPr>
        <w:spacing w:line="360" w:lineRule="auto"/>
        <w:jc w:val="both"/>
        <w:rPr>
          <w:rFonts w:ascii="Times New Roman" w:hAnsi="Times New Roman"/>
          <w:b/>
          <w:bCs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0"/>
      </w:tblGrid>
      <w:tr w:rsidR="00431909" w:rsidRPr="00E75099" w:rsidTr="00641C6D">
        <w:trPr>
          <w:trHeight w:val="51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431909" w:rsidRPr="00E75099" w:rsidRDefault="00431909" w:rsidP="00157188">
            <w:pPr>
              <w:ind w:right="-117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 w:rsidRPr="00E75099">
              <w:rPr>
                <w:rFonts w:ascii="Times New Roman" w:hAnsi="Times New Roman"/>
                <w:b/>
                <w:bCs/>
                <w:sz w:val="28"/>
              </w:rPr>
              <w:t>Про вибуття вихован</w:t>
            </w:r>
            <w:r>
              <w:rPr>
                <w:rFonts w:ascii="Times New Roman" w:hAnsi="Times New Roman"/>
                <w:b/>
                <w:bCs/>
                <w:sz w:val="28"/>
                <w:lang w:val="ru-RU"/>
              </w:rPr>
              <w:t>ки</w:t>
            </w:r>
            <w:r w:rsidRPr="00E75099">
              <w:rPr>
                <w:rFonts w:ascii="Times New Roman" w:hAnsi="Times New Roman"/>
                <w:b/>
                <w:bCs/>
                <w:sz w:val="28"/>
              </w:rPr>
              <w:t xml:space="preserve"> із дитячого будинку сімейного типу</w:t>
            </w:r>
          </w:p>
          <w:p w:rsidR="00431909" w:rsidRPr="00E75099" w:rsidRDefault="00431909" w:rsidP="0093393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</w:tbl>
    <w:p w:rsidR="00431909" w:rsidRPr="00AF311E" w:rsidRDefault="00431909" w:rsidP="00D714C1">
      <w:pPr>
        <w:ind w:firstLine="567"/>
        <w:jc w:val="both"/>
        <w:rPr>
          <w:rFonts w:ascii="Times New Roman" w:hAnsi="Times New Roman"/>
          <w:sz w:val="28"/>
        </w:rPr>
      </w:pPr>
      <w:r w:rsidRPr="00AF311E">
        <w:rPr>
          <w:rFonts w:ascii="Times New Roman" w:hAnsi="Times New Roman"/>
          <w:bCs/>
          <w:sz w:val="28"/>
          <w:szCs w:val="28"/>
        </w:rPr>
        <w:t xml:space="preserve">Відповідно </w:t>
      </w:r>
      <w:r w:rsidRPr="00AF311E">
        <w:rPr>
          <w:rFonts w:ascii="Times New Roman" w:hAnsi="Times New Roman"/>
          <w:bCs/>
          <w:spacing w:val="2"/>
          <w:sz w:val="28"/>
          <w:szCs w:val="28"/>
        </w:rPr>
        <w:t xml:space="preserve">до статей 6, 13, 23, 39 Закону України «Про місцеві державні адміністрації», </w:t>
      </w:r>
      <w:r w:rsidRPr="00AF311E">
        <w:rPr>
          <w:rFonts w:ascii="Times New Roman" w:hAnsi="Times New Roman"/>
          <w:bCs/>
          <w:sz w:val="28"/>
          <w:szCs w:val="28"/>
        </w:rPr>
        <w:t>Положення про дитячий будинок сімейного типу,</w:t>
      </w:r>
      <w:r w:rsidRPr="00AF311E">
        <w:rPr>
          <w:rFonts w:ascii="Times New Roman" w:hAnsi="Times New Roman"/>
          <w:sz w:val="28"/>
        </w:rPr>
        <w:t xml:space="preserve"> </w:t>
      </w:r>
      <w:r w:rsidRPr="00AF311E">
        <w:rPr>
          <w:rFonts w:ascii="Times New Roman" w:hAnsi="Times New Roman"/>
          <w:spacing w:val="2"/>
          <w:sz w:val="28"/>
        </w:rPr>
        <w:t xml:space="preserve">затвердженого </w:t>
      </w:r>
      <w:r w:rsidRPr="00AF311E">
        <w:rPr>
          <w:rFonts w:ascii="Times New Roman" w:hAnsi="Times New Roman"/>
          <w:bCs/>
          <w:spacing w:val="2"/>
          <w:sz w:val="28"/>
          <w:szCs w:val="28"/>
        </w:rPr>
        <w:t>постановою Кабінету Міністрів України від 26 квітня 2002 р. № 564,</w:t>
      </w:r>
      <w:r w:rsidRPr="00AF311E">
        <w:rPr>
          <w:rFonts w:ascii="Times New Roman" w:hAnsi="Times New Roman"/>
          <w:bCs/>
          <w:sz w:val="28"/>
          <w:szCs w:val="28"/>
        </w:rPr>
        <w:t xml:space="preserve"> </w:t>
      </w:r>
      <w:r w:rsidRPr="00AF311E">
        <w:rPr>
          <w:rFonts w:ascii="Times New Roman" w:hAnsi="Times New Roman"/>
          <w:sz w:val="28"/>
        </w:rPr>
        <w:t xml:space="preserve">на підставі заяви батьків-вихователів </w:t>
      </w:r>
      <w:r>
        <w:rPr>
          <w:rFonts w:ascii="Times New Roman" w:hAnsi="Times New Roman"/>
          <w:sz w:val="28"/>
        </w:rPr>
        <w:t>XXXXXX</w:t>
      </w:r>
      <w:r w:rsidRPr="00AF311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</w:t>
      </w:r>
      <w:r w:rsidRPr="00AF311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</w:t>
      </w:r>
      <w:r w:rsidRPr="00AF311E">
        <w:rPr>
          <w:rFonts w:ascii="Times New Roman" w:hAnsi="Times New Roman"/>
          <w:sz w:val="28"/>
        </w:rPr>
        <w:t xml:space="preserve"> та </w:t>
      </w:r>
      <w:r>
        <w:rPr>
          <w:rFonts w:ascii="Times New Roman" w:hAnsi="Times New Roman"/>
          <w:sz w:val="28"/>
          <w:lang w:val="en-US"/>
        </w:rPr>
        <w:t>XXXXXXX</w:t>
      </w:r>
      <w:r w:rsidRPr="00AF311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</w:t>
      </w:r>
      <w:r w:rsidRPr="00AF311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</w:t>
      </w:r>
      <w:r w:rsidRPr="00AF311E">
        <w:rPr>
          <w:rFonts w:ascii="Times New Roman" w:hAnsi="Times New Roman"/>
          <w:sz w:val="28"/>
        </w:rPr>
        <w:t xml:space="preserve"> від</w:t>
      </w:r>
      <w:r>
        <w:rPr>
          <w:rFonts w:ascii="Times New Roman" w:hAnsi="Times New Roman"/>
          <w:spacing w:val="-4"/>
          <w:sz w:val="28"/>
        </w:rPr>
        <w:t xml:space="preserve"> 01.09.2023,</w:t>
      </w:r>
      <w:r w:rsidRPr="00AF311E">
        <w:rPr>
          <w:rFonts w:ascii="Times New Roman" w:hAnsi="Times New Roman"/>
          <w:sz w:val="28"/>
        </w:rPr>
        <w:t xml:space="preserve"> заяв</w:t>
      </w:r>
      <w:r>
        <w:rPr>
          <w:rFonts w:ascii="Times New Roman" w:hAnsi="Times New Roman"/>
          <w:sz w:val="28"/>
        </w:rPr>
        <w:t>и</w:t>
      </w:r>
      <w:r w:rsidRPr="00AF311E">
        <w:rPr>
          <w:rFonts w:ascii="Times New Roman" w:hAnsi="Times New Roman"/>
          <w:sz w:val="28"/>
        </w:rPr>
        <w:t xml:space="preserve"> вихова</w:t>
      </w:r>
      <w:r>
        <w:rPr>
          <w:rFonts w:ascii="Times New Roman" w:hAnsi="Times New Roman"/>
          <w:sz w:val="28"/>
        </w:rPr>
        <w:t xml:space="preserve">нки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</w:t>
      </w:r>
      <w:r>
        <w:rPr>
          <w:rFonts w:ascii="Times New Roman" w:hAnsi="Times New Roman"/>
          <w:sz w:val="28"/>
        </w:rPr>
        <w:t xml:space="preserve"> від 01.09.2023</w:t>
      </w:r>
      <w:r w:rsidRPr="00AF311E">
        <w:rPr>
          <w:rFonts w:ascii="Times New Roman" w:hAnsi="Times New Roman"/>
          <w:sz w:val="28"/>
        </w:rPr>
        <w:t>:</w:t>
      </w:r>
    </w:p>
    <w:p w:rsidR="00431909" w:rsidRPr="00AF311E" w:rsidRDefault="00431909" w:rsidP="00D714C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F311E">
        <w:rPr>
          <w:rFonts w:ascii="Times New Roman" w:hAnsi="Times New Roman"/>
          <w:sz w:val="28"/>
        </w:rPr>
        <w:t>1. У зв’язку з влаштуванням на повне державне утр</w:t>
      </w:r>
      <w:r>
        <w:rPr>
          <w:rFonts w:ascii="Times New Roman" w:hAnsi="Times New Roman"/>
          <w:sz w:val="28"/>
        </w:rPr>
        <w:t xml:space="preserve">имання до </w:t>
      </w:r>
      <w:r>
        <w:rPr>
          <w:rFonts w:ascii="Times New Roman" w:hAnsi="Times New Roman"/>
          <w:sz w:val="28"/>
          <w:lang w:val="en-US"/>
        </w:rPr>
        <w:t>XXXXXXXX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  <w:lang w:val="en-US"/>
        </w:rPr>
        <w:t>XXXXXXX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</w:t>
      </w:r>
      <w:r w:rsidRPr="00AF311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XXXXXXXXXXX</w:t>
      </w:r>
      <w:r w:rsidRPr="00AF311E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  <w:lang w:val="en-US"/>
        </w:rPr>
        <w:t xml:space="preserve"> 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</w:t>
      </w:r>
      <w:r w:rsidRPr="00AF311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</w:t>
      </w:r>
      <w:r w:rsidRPr="00AF311E">
        <w:rPr>
          <w:rFonts w:ascii="Times New Roman" w:hAnsi="Times New Roman"/>
          <w:bCs/>
          <w:sz w:val="28"/>
          <w:szCs w:val="28"/>
        </w:rPr>
        <w:t xml:space="preserve"> </w:t>
      </w:r>
      <w:r w:rsidRPr="00AF311E">
        <w:rPr>
          <w:rFonts w:ascii="Times New Roman" w:hAnsi="Times New Roman"/>
          <w:sz w:val="28"/>
        </w:rPr>
        <w:t>року народження, вважати її такою</w:t>
      </w:r>
      <w:r>
        <w:rPr>
          <w:rFonts w:ascii="Times New Roman" w:hAnsi="Times New Roman"/>
          <w:sz w:val="28"/>
        </w:rPr>
        <w:t xml:space="preserve">, що </w:t>
      </w:r>
      <w:r>
        <w:rPr>
          <w:rFonts w:ascii="Times New Roman" w:hAnsi="Times New Roman"/>
          <w:sz w:val="28"/>
          <w:lang w:val="en-US"/>
        </w:rPr>
        <w:t>XX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lang w:val="en-US"/>
        </w:rPr>
        <w:t xml:space="preserve"> XXXX </w:t>
      </w:r>
      <w:r w:rsidRPr="00AF311E">
        <w:rPr>
          <w:rFonts w:ascii="Times New Roman" w:hAnsi="Times New Roman"/>
          <w:sz w:val="28"/>
        </w:rPr>
        <w:t>року</w:t>
      </w:r>
      <w:r w:rsidRPr="00AF311E">
        <w:rPr>
          <w:rFonts w:ascii="Times New Roman" w:hAnsi="Times New Roman"/>
          <w:bCs/>
          <w:sz w:val="28"/>
          <w:szCs w:val="28"/>
        </w:rPr>
        <w:t xml:space="preserve"> вибула із дитячого будинку сімейного типу</w:t>
      </w:r>
      <w:r w:rsidRPr="00AF311E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XXXXXXXXX</w:t>
      </w:r>
      <w:r w:rsidRPr="00AF311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</w:t>
      </w:r>
      <w:r w:rsidRPr="00AF311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</w:t>
      </w:r>
      <w:r w:rsidRPr="00AF311E">
        <w:rPr>
          <w:rFonts w:ascii="Times New Roman" w:hAnsi="Times New Roman"/>
          <w:sz w:val="28"/>
        </w:rPr>
        <w:t xml:space="preserve"> та </w:t>
      </w:r>
      <w:r>
        <w:rPr>
          <w:rFonts w:ascii="Times New Roman" w:hAnsi="Times New Roman"/>
          <w:sz w:val="28"/>
          <w:lang w:val="en-US"/>
        </w:rPr>
        <w:t>XXXXXXX</w:t>
      </w:r>
      <w:r w:rsidRPr="00AF311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</w:t>
      </w:r>
      <w:r w:rsidRPr="00AF311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</w:t>
      </w:r>
      <w:r w:rsidRPr="00AF311E">
        <w:rPr>
          <w:rFonts w:ascii="Times New Roman" w:hAnsi="Times New Roman"/>
          <w:bCs/>
          <w:sz w:val="28"/>
          <w:szCs w:val="28"/>
        </w:rPr>
        <w:t>, які прожив</w:t>
      </w:r>
      <w:r>
        <w:rPr>
          <w:rFonts w:ascii="Times New Roman" w:hAnsi="Times New Roman"/>
          <w:bCs/>
          <w:sz w:val="28"/>
          <w:szCs w:val="28"/>
        </w:rPr>
        <w:t xml:space="preserve">ають за адресою: вулиця </w:t>
      </w:r>
      <w:r>
        <w:rPr>
          <w:rFonts w:ascii="Times New Roman" w:hAnsi="Times New Roman"/>
          <w:bCs/>
          <w:sz w:val="28"/>
          <w:szCs w:val="28"/>
          <w:lang w:val="en-US"/>
        </w:rPr>
        <w:t>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</w:t>
      </w:r>
      <w:r w:rsidRPr="00AF311E">
        <w:rPr>
          <w:rFonts w:ascii="Times New Roman" w:hAnsi="Times New Roman"/>
          <w:bCs/>
          <w:sz w:val="28"/>
          <w:szCs w:val="28"/>
        </w:rPr>
        <w:t xml:space="preserve">, будинок 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 w:rsidRPr="00AF311E">
        <w:rPr>
          <w:rFonts w:ascii="Times New Roman" w:hAnsi="Times New Roman"/>
          <w:bCs/>
          <w:sz w:val="28"/>
          <w:szCs w:val="28"/>
        </w:rPr>
        <w:t xml:space="preserve">, села </w:t>
      </w:r>
      <w:r>
        <w:rPr>
          <w:rFonts w:ascii="Times New Roman" w:hAnsi="Times New Roman"/>
          <w:bCs/>
          <w:sz w:val="28"/>
          <w:szCs w:val="28"/>
          <w:lang w:val="en-US"/>
        </w:rPr>
        <w:t>XXXXXXXX</w:t>
      </w:r>
      <w:r w:rsidRPr="00AF311E">
        <w:rPr>
          <w:rFonts w:ascii="Times New Roman" w:hAnsi="Times New Roman"/>
          <w:bCs/>
          <w:sz w:val="28"/>
          <w:szCs w:val="28"/>
        </w:rPr>
        <w:t>, Роменського району (колишнього Недригайлівського району), Сумської області.</w:t>
      </w:r>
    </w:p>
    <w:p w:rsidR="00431909" w:rsidRPr="00AF311E" w:rsidRDefault="00431909" w:rsidP="00D714C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Влаштувати</w:t>
      </w:r>
      <w:r w:rsidRPr="00AF311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XXXXXXXXX</w:t>
      </w:r>
      <w:r w:rsidRPr="00AF311E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</w:t>
      </w:r>
      <w:r>
        <w:rPr>
          <w:rFonts w:ascii="Times New Roman" w:hAnsi="Times New Roman"/>
          <w:bCs/>
          <w:sz w:val="28"/>
          <w:szCs w:val="28"/>
        </w:rPr>
        <w:t xml:space="preserve"> року народження, до </w:t>
      </w:r>
      <w:r>
        <w:rPr>
          <w:rFonts w:ascii="Times New Roman" w:hAnsi="Times New Roman"/>
          <w:bCs/>
          <w:sz w:val="28"/>
          <w:szCs w:val="28"/>
          <w:lang w:val="en-US"/>
        </w:rPr>
        <w:t>XXXXXXXX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XXXXXXX</w:t>
      </w: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  <w:lang w:val="en-US"/>
        </w:rPr>
        <w:t>XXXXXXXXXXX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XXXXXXXX</w:t>
      </w:r>
      <w:r w:rsidRPr="00AF311E">
        <w:rPr>
          <w:rFonts w:ascii="Times New Roman" w:hAnsi="Times New Roman"/>
          <w:bCs/>
          <w:sz w:val="28"/>
          <w:szCs w:val="28"/>
        </w:rPr>
        <w:t xml:space="preserve"> на повне державне утримання.</w:t>
      </w:r>
    </w:p>
    <w:p w:rsidR="00431909" w:rsidRPr="00AF311E" w:rsidRDefault="00431909" w:rsidP="00D714C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AF311E">
        <w:rPr>
          <w:rFonts w:ascii="Times New Roman" w:hAnsi="Times New Roman"/>
          <w:bCs/>
          <w:sz w:val="28"/>
          <w:szCs w:val="28"/>
        </w:rPr>
        <w:t xml:space="preserve">. Припинити дію договору про організацію діяльності дитячого будинку сімейного типу від 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 w:rsidRPr="00AF311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 w:rsidRPr="00AF311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XXXX</w:t>
      </w:r>
      <w:r w:rsidRPr="00AF311E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/>
          <w:bCs/>
          <w:sz w:val="28"/>
          <w:szCs w:val="28"/>
        </w:rPr>
        <w:t xml:space="preserve">, в редакції від 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 w:rsidRPr="00AF311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 w:rsidRPr="00AF311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XXXX</w:t>
      </w:r>
      <w:r w:rsidRPr="00AF311E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 w:rsidRPr="00AF311E">
        <w:rPr>
          <w:rFonts w:ascii="Times New Roman" w:hAnsi="Times New Roman"/>
          <w:bCs/>
          <w:sz w:val="28"/>
          <w:szCs w:val="28"/>
        </w:rPr>
        <w:t>, у частині влашт</w:t>
      </w:r>
      <w:r>
        <w:rPr>
          <w:rFonts w:ascii="Times New Roman" w:hAnsi="Times New Roman"/>
          <w:bCs/>
          <w:sz w:val="28"/>
          <w:szCs w:val="28"/>
        </w:rPr>
        <w:t xml:space="preserve">ування </w:t>
      </w:r>
      <w:r>
        <w:rPr>
          <w:rFonts w:ascii="Times New Roman" w:hAnsi="Times New Roman"/>
          <w:bCs/>
          <w:sz w:val="28"/>
          <w:szCs w:val="28"/>
          <w:lang w:val="en-US"/>
        </w:rPr>
        <w:t>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AF311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31909" w:rsidRPr="00AF311E" w:rsidRDefault="00431909" w:rsidP="00D714C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AF311E">
        <w:rPr>
          <w:rFonts w:ascii="Times New Roman" w:hAnsi="Times New Roman"/>
          <w:bCs/>
          <w:sz w:val="28"/>
          <w:szCs w:val="28"/>
        </w:rPr>
        <w:t xml:space="preserve">. Службі у справах дітей Роменської районної державної адміністрації підготувати до </w:t>
      </w:r>
      <w:r>
        <w:rPr>
          <w:rFonts w:ascii="Times New Roman" w:hAnsi="Times New Roman"/>
          <w:bCs/>
          <w:sz w:val="28"/>
          <w:szCs w:val="28"/>
        </w:rPr>
        <w:t>10 вересня 2023</w:t>
      </w:r>
      <w:r w:rsidRPr="00AF311E">
        <w:rPr>
          <w:rFonts w:ascii="Times New Roman" w:hAnsi="Times New Roman"/>
          <w:bCs/>
          <w:sz w:val="28"/>
          <w:szCs w:val="28"/>
        </w:rPr>
        <w:t xml:space="preserve"> року проєкт додаткової угоди до договору про організацію діяльності дитячого будинку сімейного типу від 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 w:rsidRPr="00AF311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 w:rsidRPr="00AF311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XXXX</w:t>
      </w:r>
      <w:r w:rsidRPr="00AF311E">
        <w:rPr>
          <w:rFonts w:ascii="Times New Roman" w:hAnsi="Times New Roman"/>
          <w:bCs/>
          <w:sz w:val="28"/>
          <w:szCs w:val="28"/>
        </w:rPr>
        <w:t xml:space="preserve"> №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 w:rsidRPr="00AF311E">
        <w:rPr>
          <w:rFonts w:ascii="Times New Roman" w:hAnsi="Times New Roman"/>
          <w:bCs/>
          <w:sz w:val="28"/>
          <w:szCs w:val="28"/>
        </w:rPr>
        <w:t xml:space="preserve">, в редакції від 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 w:rsidRPr="00AF311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 w:rsidRPr="00AF311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XXXX</w:t>
      </w:r>
      <w:r w:rsidRPr="00AF311E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 w:rsidRPr="00AF311E">
        <w:rPr>
          <w:rFonts w:ascii="Times New Roman" w:hAnsi="Times New Roman"/>
          <w:bCs/>
          <w:sz w:val="28"/>
          <w:szCs w:val="28"/>
        </w:rPr>
        <w:t xml:space="preserve">, у частині </w:t>
      </w:r>
      <w:r w:rsidRPr="00AF311E">
        <w:rPr>
          <w:rStyle w:val="SubtitleChar"/>
          <w:rFonts w:ascii="Times New Roman" w:hAnsi="Times New Roman"/>
          <w:sz w:val="28"/>
          <w:szCs w:val="28"/>
        </w:rPr>
        <w:t>влаштування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31909" w:rsidRPr="0091727E" w:rsidRDefault="00431909" w:rsidP="00D714C1">
      <w:pPr>
        <w:ind w:firstLine="567"/>
        <w:jc w:val="both"/>
        <w:rPr>
          <w:rFonts w:ascii="Times New Roman" w:hAnsi="Times New Roman"/>
          <w:spacing w:val="-6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lang w:val="ru-RU"/>
        </w:rPr>
        <w:t>5</w:t>
      </w:r>
      <w:bookmarkStart w:id="0" w:name="_GoBack"/>
      <w:bookmarkEnd w:id="0"/>
      <w:r w:rsidRPr="00AF311E">
        <w:rPr>
          <w:rFonts w:ascii="Times New Roman" w:hAnsi="Times New Roman"/>
          <w:bCs/>
          <w:sz w:val="28"/>
        </w:rPr>
        <w:t xml:space="preserve">. Контроль за виконанням цього розпорядження покласти на першого заступника </w:t>
      </w:r>
      <w:r w:rsidRPr="00AF311E">
        <w:rPr>
          <w:rFonts w:ascii="Times New Roman" w:hAnsi="Times New Roman"/>
          <w:spacing w:val="-6"/>
          <w:sz w:val="28"/>
          <w:szCs w:val="28"/>
        </w:rPr>
        <w:t>голови Роменської районної держав</w:t>
      </w:r>
      <w:r>
        <w:rPr>
          <w:rFonts w:ascii="Times New Roman" w:hAnsi="Times New Roman"/>
          <w:spacing w:val="-6"/>
          <w:sz w:val="28"/>
          <w:szCs w:val="28"/>
        </w:rPr>
        <w:t>ної адміністрації-начальника районної військової адміністрації.</w:t>
      </w:r>
    </w:p>
    <w:p w:rsidR="00431909" w:rsidRDefault="00431909" w:rsidP="000C0EFA">
      <w:pPr>
        <w:spacing w:line="360" w:lineRule="auto"/>
        <w:ind w:firstLine="567"/>
        <w:jc w:val="both"/>
        <w:rPr>
          <w:rFonts w:ascii="Times New Roman" w:hAnsi="Times New Roman"/>
          <w:spacing w:val="-6"/>
          <w:sz w:val="28"/>
          <w:szCs w:val="28"/>
          <w:lang w:val="ru-RU"/>
        </w:rPr>
      </w:pPr>
    </w:p>
    <w:tbl>
      <w:tblPr>
        <w:tblW w:w="10172" w:type="dxa"/>
        <w:tblLook w:val="00A0"/>
      </w:tblPr>
      <w:tblGrid>
        <w:gridCol w:w="4219"/>
        <w:gridCol w:w="5953"/>
      </w:tblGrid>
      <w:tr w:rsidR="00431909" w:rsidTr="00436C53">
        <w:tc>
          <w:tcPr>
            <w:tcW w:w="4219" w:type="dxa"/>
          </w:tcPr>
          <w:p w:rsidR="00431909" w:rsidRPr="00436C53" w:rsidRDefault="00431909" w:rsidP="000A1AD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6C53">
              <w:rPr>
                <w:rFonts w:ascii="Times New Roman" w:hAnsi="Times New Roman"/>
                <w:b/>
                <w:sz w:val="28"/>
                <w:szCs w:val="28"/>
              </w:rPr>
              <w:t>Голова районної державної адміністрації – начальник районної військової адміністрації</w:t>
            </w:r>
          </w:p>
        </w:tc>
        <w:tc>
          <w:tcPr>
            <w:tcW w:w="5953" w:type="dxa"/>
          </w:tcPr>
          <w:p w:rsidR="00431909" w:rsidRPr="00436C53" w:rsidRDefault="00431909" w:rsidP="00436C5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431909" w:rsidRPr="00436C53" w:rsidRDefault="00431909" w:rsidP="00436C5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431909" w:rsidRPr="00436C53" w:rsidRDefault="00431909" w:rsidP="00436C5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436C5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               </w:t>
            </w:r>
          </w:p>
          <w:p w:rsidR="00431909" w:rsidRPr="00436C53" w:rsidRDefault="00431909" w:rsidP="00436C53">
            <w:pPr>
              <w:tabs>
                <w:tab w:val="left" w:pos="3316"/>
              </w:tabs>
              <w:jc w:val="both"/>
              <w:rPr>
                <w:rFonts w:ascii="Times New Roman" w:hAnsi="Times New Roman"/>
                <w:bCs/>
                <w:spacing w:val="-4"/>
                <w:sz w:val="28"/>
                <w:szCs w:val="28"/>
                <w:lang w:val="ru-RU"/>
              </w:rPr>
            </w:pPr>
            <w:r w:rsidRPr="00436C5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                               </w:t>
            </w:r>
            <w:r w:rsidRPr="00436C53">
              <w:rPr>
                <w:rFonts w:ascii="Times New Roman" w:hAnsi="Times New Roman"/>
                <w:b/>
                <w:sz w:val="28"/>
                <w:szCs w:val="28"/>
              </w:rPr>
              <w:t>Денис ВАЩЕНКО</w:t>
            </w:r>
          </w:p>
        </w:tc>
      </w:tr>
    </w:tbl>
    <w:p w:rsidR="00431909" w:rsidRPr="0033432D" w:rsidRDefault="00431909" w:rsidP="00933935">
      <w:pPr>
        <w:spacing w:line="360" w:lineRule="auto"/>
        <w:ind w:firstLine="567"/>
        <w:jc w:val="both"/>
        <w:rPr>
          <w:rFonts w:ascii="Times New Roman" w:hAnsi="Times New Roman"/>
          <w:bCs/>
          <w:spacing w:val="-4"/>
          <w:sz w:val="28"/>
          <w:szCs w:val="28"/>
          <w:lang w:val="ru-RU"/>
        </w:rPr>
      </w:pPr>
    </w:p>
    <w:sectPr w:rsidR="00431909" w:rsidRPr="0033432D" w:rsidSect="0091727E">
      <w:headerReference w:type="default" r:id="rId8"/>
      <w:pgSz w:w="11906" w:h="16838"/>
      <w:pgMar w:top="28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909" w:rsidRDefault="00431909" w:rsidP="00502EC5">
      <w:r>
        <w:separator/>
      </w:r>
    </w:p>
  </w:endnote>
  <w:endnote w:type="continuationSeparator" w:id="0">
    <w:p w:rsidR="00431909" w:rsidRDefault="00431909" w:rsidP="00502E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909" w:rsidRDefault="00431909" w:rsidP="00502EC5">
      <w:r>
        <w:separator/>
      </w:r>
    </w:p>
  </w:footnote>
  <w:footnote w:type="continuationSeparator" w:id="0">
    <w:p w:rsidR="00431909" w:rsidRDefault="00431909" w:rsidP="00502E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909" w:rsidRPr="00A3182A" w:rsidRDefault="00431909">
    <w:pPr>
      <w:pStyle w:val="Header"/>
      <w:jc w:val="center"/>
      <w:rPr>
        <w:rFonts w:ascii="Times New Roman" w:hAnsi="Times New Roman"/>
        <w:sz w:val="24"/>
        <w:szCs w:val="24"/>
      </w:rPr>
    </w:pPr>
    <w:r w:rsidRPr="00A3182A">
      <w:rPr>
        <w:rFonts w:ascii="Times New Roman" w:hAnsi="Times New Roman"/>
        <w:sz w:val="24"/>
        <w:szCs w:val="24"/>
      </w:rPr>
      <w:fldChar w:fldCharType="begin"/>
    </w:r>
    <w:r w:rsidRPr="00A3182A">
      <w:rPr>
        <w:rFonts w:ascii="Times New Roman" w:hAnsi="Times New Roman"/>
        <w:sz w:val="24"/>
        <w:szCs w:val="24"/>
      </w:rPr>
      <w:instrText>PAGE   \* MERGEFORMAT</w:instrText>
    </w:r>
    <w:r w:rsidRPr="00A3182A">
      <w:rPr>
        <w:rFonts w:ascii="Times New Roman" w:hAnsi="Times New Roman"/>
        <w:sz w:val="24"/>
        <w:szCs w:val="24"/>
      </w:rPr>
      <w:fldChar w:fldCharType="separate"/>
    </w:r>
    <w:r w:rsidRPr="00763BD4">
      <w:rPr>
        <w:rFonts w:ascii="Times New Roman" w:hAnsi="Times New Roman"/>
        <w:noProof/>
        <w:sz w:val="24"/>
        <w:szCs w:val="24"/>
        <w:lang w:val="ru-RU"/>
      </w:rPr>
      <w:t>2</w:t>
    </w:r>
    <w:r w:rsidRPr="00A3182A">
      <w:rPr>
        <w:rFonts w:ascii="Times New Roman" w:hAnsi="Times New Roman"/>
        <w:sz w:val="24"/>
        <w:szCs w:val="24"/>
      </w:rPr>
      <w:fldChar w:fldCharType="end"/>
    </w:r>
  </w:p>
  <w:p w:rsidR="00431909" w:rsidRDefault="0043190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12419"/>
    <w:multiLevelType w:val="hybridMultilevel"/>
    <w:tmpl w:val="F45606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501D"/>
    <w:rsid w:val="00000739"/>
    <w:rsid w:val="00001C1C"/>
    <w:rsid w:val="00002806"/>
    <w:rsid w:val="000028D5"/>
    <w:rsid w:val="000032E1"/>
    <w:rsid w:val="000034A8"/>
    <w:rsid w:val="00003749"/>
    <w:rsid w:val="00003BDD"/>
    <w:rsid w:val="00003EE5"/>
    <w:rsid w:val="00004406"/>
    <w:rsid w:val="00004C7D"/>
    <w:rsid w:val="00005236"/>
    <w:rsid w:val="000055E8"/>
    <w:rsid w:val="000056B3"/>
    <w:rsid w:val="00005CD0"/>
    <w:rsid w:val="00005ECB"/>
    <w:rsid w:val="00010F08"/>
    <w:rsid w:val="00011551"/>
    <w:rsid w:val="00011DF2"/>
    <w:rsid w:val="000126DF"/>
    <w:rsid w:val="00012948"/>
    <w:rsid w:val="00012E1D"/>
    <w:rsid w:val="000133B0"/>
    <w:rsid w:val="0001343B"/>
    <w:rsid w:val="00014248"/>
    <w:rsid w:val="00015136"/>
    <w:rsid w:val="000156C4"/>
    <w:rsid w:val="00015913"/>
    <w:rsid w:val="00016D62"/>
    <w:rsid w:val="000170E2"/>
    <w:rsid w:val="00017CDE"/>
    <w:rsid w:val="00020998"/>
    <w:rsid w:val="0002152B"/>
    <w:rsid w:val="00021A39"/>
    <w:rsid w:val="000220AA"/>
    <w:rsid w:val="00023044"/>
    <w:rsid w:val="0002422C"/>
    <w:rsid w:val="000243D6"/>
    <w:rsid w:val="000244FE"/>
    <w:rsid w:val="00024690"/>
    <w:rsid w:val="00024D9E"/>
    <w:rsid w:val="00025823"/>
    <w:rsid w:val="00026033"/>
    <w:rsid w:val="000260F5"/>
    <w:rsid w:val="000261AB"/>
    <w:rsid w:val="00026270"/>
    <w:rsid w:val="0002790A"/>
    <w:rsid w:val="000302F1"/>
    <w:rsid w:val="00030732"/>
    <w:rsid w:val="000307D1"/>
    <w:rsid w:val="000317D9"/>
    <w:rsid w:val="00031D3D"/>
    <w:rsid w:val="00033088"/>
    <w:rsid w:val="00034057"/>
    <w:rsid w:val="00034A12"/>
    <w:rsid w:val="00035055"/>
    <w:rsid w:val="000355B4"/>
    <w:rsid w:val="00035A31"/>
    <w:rsid w:val="00035CAD"/>
    <w:rsid w:val="0003685A"/>
    <w:rsid w:val="00036A48"/>
    <w:rsid w:val="00036CDC"/>
    <w:rsid w:val="00036FD3"/>
    <w:rsid w:val="0003709C"/>
    <w:rsid w:val="00037222"/>
    <w:rsid w:val="000374DE"/>
    <w:rsid w:val="00037792"/>
    <w:rsid w:val="00040339"/>
    <w:rsid w:val="0004041A"/>
    <w:rsid w:val="000407E2"/>
    <w:rsid w:val="00040BE9"/>
    <w:rsid w:val="000411EE"/>
    <w:rsid w:val="0004157F"/>
    <w:rsid w:val="00041812"/>
    <w:rsid w:val="00042C3A"/>
    <w:rsid w:val="00043386"/>
    <w:rsid w:val="0004366F"/>
    <w:rsid w:val="00043CFE"/>
    <w:rsid w:val="00044FC1"/>
    <w:rsid w:val="00045088"/>
    <w:rsid w:val="000458E3"/>
    <w:rsid w:val="00045CB1"/>
    <w:rsid w:val="00046168"/>
    <w:rsid w:val="00046635"/>
    <w:rsid w:val="00046859"/>
    <w:rsid w:val="00046C4F"/>
    <w:rsid w:val="00046D26"/>
    <w:rsid w:val="00047615"/>
    <w:rsid w:val="000511C8"/>
    <w:rsid w:val="000514DF"/>
    <w:rsid w:val="00051C48"/>
    <w:rsid w:val="000520AF"/>
    <w:rsid w:val="0005228F"/>
    <w:rsid w:val="00052F8A"/>
    <w:rsid w:val="00053F09"/>
    <w:rsid w:val="00054893"/>
    <w:rsid w:val="00054AE6"/>
    <w:rsid w:val="00054B6A"/>
    <w:rsid w:val="000553B2"/>
    <w:rsid w:val="00056706"/>
    <w:rsid w:val="00056D03"/>
    <w:rsid w:val="00057782"/>
    <w:rsid w:val="00057A1C"/>
    <w:rsid w:val="000607B0"/>
    <w:rsid w:val="00060993"/>
    <w:rsid w:val="00060B38"/>
    <w:rsid w:val="00061412"/>
    <w:rsid w:val="0006148C"/>
    <w:rsid w:val="00062031"/>
    <w:rsid w:val="00062040"/>
    <w:rsid w:val="00062097"/>
    <w:rsid w:val="00062DDB"/>
    <w:rsid w:val="000648E3"/>
    <w:rsid w:val="00064F78"/>
    <w:rsid w:val="00065C11"/>
    <w:rsid w:val="00071298"/>
    <w:rsid w:val="00074185"/>
    <w:rsid w:val="00074476"/>
    <w:rsid w:val="0007457C"/>
    <w:rsid w:val="00074867"/>
    <w:rsid w:val="00075034"/>
    <w:rsid w:val="000756D5"/>
    <w:rsid w:val="00075966"/>
    <w:rsid w:val="00075DE5"/>
    <w:rsid w:val="0008077D"/>
    <w:rsid w:val="0008176E"/>
    <w:rsid w:val="00081E59"/>
    <w:rsid w:val="00082613"/>
    <w:rsid w:val="00082718"/>
    <w:rsid w:val="00082ACE"/>
    <w:rsid w:val="000834B7"/>
    <w:rsid w:val="00083780"/>
    <w:rsid w:val="0008414C"/>
    <w:rsid w:val="00084460"/>
    <w:rsid w:val="00086325"/>
    <w:rsid w:val="000874B2"/>
    <w:rsid w:val="0008798A"/>
    <w:rsid w:val="000900E7"/>
    <w:rsid w:val="00090117"/>
    <w:rsid w:val="00090219"/>
    <w:rsid w:val="00090909"/>
    <w:rsid w:val="00091010"/>
    <w:rsid w:val="00091CBC"/>
    <w:rsid w:val="000928B3"/>
    <w:rsid w:val="00092A4D"/>
    <w:rsid w:val="00093017"/>
    <w:rsid w:val="00093906"/>
    <w:rsid w:val="000939A2"/>
    <w:rsid w:val="00093D7A"/>
    <w:rsid w:val="000954D3"/>
    <w:rsid w:val="00095659"/>
    <w:rsid w:val="000A04EC"/>
    <w:rsid w:val="000A0A0C"/>
    <w:rsid w:val="000A1AD8"/>
    <w:rsid w:val="000A1E33"/>
    <w:rsid w:val="000A2171"/>
    <w:rsid w:val="000A227B"/>
    <w:rsid w:val="000A2992"/>
    <w:rsid w:val="000A2F3F"/>
    <w:rsid w:val="000A3BB0"/>
    <w:rsid w:val="000A45EF"/>
    <w:rsid w:val="000A5B34"/>
    <w:rsid w:val="000A7111"/>
    <w:rsid w:val="000A7201"/>
    <w:rsid w:val="000A7E60"/>
    <w:rsid w:val="000B0345"/>
    <w:rsid w:val="000B0801"/>
    <w:rsid w:val="000B1986"/>
    <w:rsid w:val="000B2006"/>
    <w:rsid w:val="000B2024"/>
    <w:rsid w:val="000B3247"/>
    <w:rsid w:val="000B336E"/>
    <w:rsid w:val="000B357E"/>
    <w:rsid w:val="000B3854"/>
    <w:rsid w:val="000B3941"/>
    <w:rsid w:val="000B43E2"/>
    <w:rsid w:val="000B46B3"/>
    <w:rsid w:val="000B56C9"/>
    <w:rsid w:val="000B6949"/>
    <w:rsid w:val="000B697F"/>
    <w:rsid w:val="000C05E4"/>
    <w:rsid w:val="000C09E1"/>
    <w:rsid w:val="000C0E40"/>
    <w:rsid w:val="000C0EFA"/>
    <w:rsid w:val="000C26CE"/>
    <w:rsid w:val="000C306B"/>
    <w:rsid w:val="000C36D9"/>
    <w:rsid w:val="000C4618"/>
    <w:rsid w:val="000C6D03"/>
    <w:rsid w:val="000C6E9E"/>
    <w:rsid w:val="000C74CD"/>
    <w:rsid w:val="000D2948"/>
    <w:rsid w:val="000D3358"/>
    <w:rsid w:val="000D33B4"/>
    <w:rsid w:val="000D4631"/>
    <w:rsid w:val="000D577F"/>
    <w:rsid w:val="000D651C"/>
    <w:rsid w:val="000D6800"/>
    <w:rsid w:val="000D7D25"/>
    <w:rsid w:val="000E1AFA"/>
    <w:rsid w:val="000E1B2F"/>
    <w:rsid w:val="000E21D3"/>
    <w:rsid w:val="000E2385"/>
    <w:rsid w:val="000E27E6"/>
    <w:rsid w:val="000E2D3A"/>
    <w:rsid w:val="000E38CF"/>
    <w:rsid w:val="000E39DE"/>
    <w:rsid w:val="000E45D3"/>
    <w:rsid w:val="000E4F89"/>
    <w:rsid w:val="000E55FD"/>
    <w:rsid w:val="000E5698"/>
    <w:rsid w:val="000E5C8C"/>
    <w:rsid w:val="000E642E"/>
    <w:rsid w:val="000E673F"/>
    <w:rsid w:val="000E69E6"/>
    <w:rsid w:val="000E7197"/>
    <w:rsid w:val="000E7704"/>
    <w:rsid w:val="000F082F"/>
    <w:rsid w:val="000F0AB5"/>
    <w:rsid w:val="000F0B35"/>
    <w:rsid w:val="000F1024"/>
    <w:rsid w:val="000F2335"/>
    <w:rsid w:val="000F29E1"/>
    <w:rsid w:val="000F2DD0"/>
    <w:rsid w:val="000F3AAD"/>
    <w:rsid w:val="000F3E23"/>
    <w:rsid w:val="000F3ECF"/>
    <w:rsid w:val="000F4A29"/>
    <w:rsid w:val="000F58B0"/>
    <w:rsid w:val="000F6492"/>
    <w:rsid w:val="000F6950"/>
    <w:rsid w:val="000F794A"/>
    <w:rsid w:val="001000AE"/>
    <w:rsid w:val="001001E6"/>
    <w:rsid w:val="00100618"/>
    <w:rsid w:val="00103405"/>
    <w:rsid w:val="00103441"/>
    <w:rsid w:val="0010346C"/>
    <w:rsid w:val="00103F14"/>
    <w:rsid w:val="00104AF6"/>
    <w:rsid w:val="001050FF"/>
    <w:rsid w:val="0010793C"/>
    <w:rsid w:val="001105C7"/>
    <w:rsid w:val="0011088A"/>
    <w:rsid w:val="0011112C"/>
    <w:rsid w:val="00111B4B"/>
    <w:rsid w:val="00112338"/>
    <w:rsid w:val="00113404"/>
    <w:rsid w:val="00113B47"/>
    <w:rsid w:val="00113FD8"/>
    <w:rsid w:val="0011502D"/>
    <w:rsid w:val="00115132"/>
    <w:rsid w:val="0011525E"/>
    <w:rsid w:val="0011575D"/>
    <w:rsid w:val="00115DA9"/>
    <w:rsid w:val="001162A6"/>
    <w:rsid w:val="0012032F"/>
    <w:rsid w:val="00120885"/>
    <w:rsid w:val="00120F4A"/>
    <w:rsid w:val="001211B9"/>
    <w:rsid w:val="001216D7"/>
    <w:rsid w:val="00122A02"/>
    <w:rsid w:val="00122F76"/>
    <w:rsid w:val="0012337F"/>
    <w:rsid w:val="001246E6"/>
    <w:rsid w:val="00124709"/>
    <w:rsid w:val="00124B09"/>
    <w:rsid w:val="00124F43"/>
    <w:rsid w:val="001255F3"/>
    <w:rsid w:val="0012575B"/>
    <w:rsid w:val="001268FB"/>
    <w:rsid w:val="001275CB"/>
    <w:rsid w:val="00127C8A"/>
    <w:rsid w:val="00130176"/>
    <w:rsid w:val="001314D0"/>
    <w:rsid w:val="00131B55"/>
    <w:rsid w:val="00132625"/>
    <w:rsid w:val="00132735"/>
    <w:rsid w:val="00132C0A"/>
    <w:rsid w:val="00132FBA"/>
    <w:rsid w:val="0013317E"/>
    <w:rsid w:val="001332E8"/>
    <w:rsid w:val="001348D4"/>
    <w:rsid w:val="00135DE9"/>
    <w:rsid w:val="00135EF1"/>
    <w:rsid w:val="00136469"/>
    <w:rsid w:val="00137A25"/>
    <w:rsid w:val="00140199"/>
    <w:rsid w:val="00140A9A"/>
    <w:rsid w:val="00140F31"/>
    <w:rsid w:val="00141279"/>
    <w:rsid w:val="00141F0B"/>
    <w:rsid w:val="00142AE4"/>
    <w:rsid w:val="0014344C"/>
    <w:rsid w:val="001435D1"/>
    <w:rsid w:val="00144230"/>
    <w:rsid w:val="0014489D"/>
    <w:rsid w:val="00144BB8"/>
    <w:rsid w:val="00146B6E"/>
    <w:rsid w:val="00147213"/>
    <w:rsid w:val="00147825"/>
    <w:rsid w:val="00147DD7"/>
    <w:rsid w:val="00150179"/>
    <w:rsid w:val="00150323"/>
    <w:rsid w:val="00150772"/>
    <w:rsid w:val="001510B6"/>
    <w:rsid w:val="0015180A"/>
    <w:rsid w:val="00151CFB"/>
    <w:rsid w:val="00151E28"/>
    <w:rsid w:val="00152297"/>
    <w:rsid w:val="00152D75"/>
    <w:rsid w:val="00153001"/>
    <w:rsid w:val="00153331"/>
    <w:rsid w:val="001533B7"/>
    <w:rsid w:val="00153833"/>
    <w:rsid w:val="00153B31"/>
    <w:rsid w:val="001542D4"/>
    <w:rsid w:val="00155530"/>
    <w:rsid w:val="00155585"/>
    <w:rsid w:val="001558EF"/>
    <w:rsid w:val="00155DE0"/>
    <w:rsid w:val="0015698B"/>
    <w:rsid w:val="00157188"/>
    <w:rsid w:val="001571AD"/>
    <w:rsid w:val="00157862"/>
    <w:rsid w:val="00157A35"/>
    <w:rsid w:val="001607A6"/>
    <w:rsid w:val="00161E57"/>
    <w:rsid w:val="00162590"/>
    <w:rsid w:val="00163FD8"/>
    <w:rsid w:val="001648D2"/>
    <w:rsid w:val="00164AA0"/>
    <w:rsid w:val="00165B4C"/>
    <w:rsid w:val="001662FA"/>
    <w:rsid w:val="001669C4"/>
    <w:rsid w:val="00167D82"/>
    <w:rsid w:val="00170546"/>
    <w:rsid w:val="00171190"/>
    <w:rsid w:val="0017163C"/>
    <w:rsid w:val="00171B5A"/>
    <w:rsid w:val="001729BA"/>
    <w:rsid w:val="001733C7"/>
    <w:rsid w:val="00173481"/>
    <w:rsid w:val="00174422"/>
    <w:rsid w:val="00174556"/>
    <w:rsid w:val="00174631"/>
    <w:rsid w:val="00175893"/>
    <w:rsid w:val="0017643F"/>
    <w:rsid w:val="00176D88"/>
    <w:rsid w:val="00180466"/>
    <w:rsid w:val="00180D29"/>
    <w:rsid w:val="00180FAB"/>
    <w:rsid w:val="001810A8"/>
    <w:rsid w:val="0018145E"/>
    <w:rsid w:val="0018207E"/>
    <w:rsid w:val="00182BA7"/>
    <w:rsid w:val="00182CAE"/>
    <w:rsid w:val="00183157"/>
    <w:rsid w:val="001834A6"/>
    <w:rsid w:val="0018492E"/>
    <w:rsid w:val="00184D5E"/>
    <w:rsid w:val="00186747"/>
    <w:rsid w:val="0018738D"/>
    <w:rsid w:val="00187ACF"/>
    <w:rsid w:val="00190D5C"/>
    <w:rsid w:val="001934A4"/>
    <w:rsid w:val="00193969"/>
    <w:rsid w:val="00194476"/>
    <w:rsid w:val="0019448C"/>
    <w:rsid w:val="001944F9"/>
    <w:rsid w:val="001957DC"/>
    <w:rsid w:val="0019588E"/>
    <w:rsid w:val="00196522"/>
    <w:rsid w:val="00196C74"/>
    <w:rsid w:val="00196E52"/>
    <w:rsid w:val="00197ABB"/>
    <w:rsid w:val="00197B0A"/>
    <w:rsid w:val="00197F98"/>
    <w:rsid w:val="001A01C0"/>
    <w:rsid w:val="001A0AD9"/>
    <w:rsid w:val="001A0BCA"/>
    <w:rsid w:val="001A12EE"/>
    <w:rsid w:val="001A14EA"/>
    <w:rsid w:val="001A1B1D"/>
    <w:rsid w:val="001A1D75"/>
    <w:rsid w:val="001A20A5"/>
    <w:rsid w:val="001A2B58"/>
    <w:rsid w:val="001A3F20"/>
    <w:rsid w:val="001A47BD"/>
    <w:rsid w:val="001A54F0"/>
    <w:rsid w:val="001A76D4"/>
    <w:rsid w:val="001B00EB"/>
    <w:rsid w:val="001B1C92"/>
    <w:rsid w:val="001B1CF2"/>
    <w:rsid w:val="001B28D4"/>
    <w:rsid w:val="001B2C45"/>
    <w:rsid w:val="001B30DB"/>
    <w:rsid w:val="001B3AC7"/>
    <w:rsid w:val="001B48A7"/>
    <w:rsid w:val="001B4955"/>
    <w:rsid w:val="001B4F9C"/>
    <w:rsid w:val="001B56FE"/>
    <w:rsid w:val="001B6400"/>
    <w:rsid w:val="001B7903"/>
    <w:rsid w:val="001C00A1"/>
    <w:rsid w:val="001C0198"/>
    <w:rsid w:val="001C0836"/>
    <w:rsid w:val="001C1CB7"/>
    <w:rsid w:val="001C240C"/>
    <w:rsid w:val="001C24B1"/>
    <w:rsid w:val="001C2B1E"/>
    <w:rsid w:val="001C4757"/>
    <w:rsid w:val="001C4963"/>
    <w:rsid w:val="001C4AC6"/>
    <w:rsid w:val="001C4D79"/>
    <w:rsid w:val="001C5905"/>
    <w:rsid w:val="001C5D4E"/>
    <w:rsid w:val="001C616A"/>
    <w:rsid w:val="001C7509"/>
    <w:rsid w:val="001C7D48"/>
    <w:rsid w:val="001D0A0A"/>
    <w:rsid w:val="001D114B"/>
    <w:rsid w:val="001D20F5"/>
    <w:rsid w:val="001D358E"/>
    <w:rsid w:val="001D3E3C"/>
    <w:rsid w:val="001D4866"/>
    <w:rsid w:val="001D49D4"/>
    <w:rsid w:val="001D4A58"/>
    <w:rsid w:val="001D7A7D"/>
    <w:rsid w:val="001E044C"/>
    <w:rsid w:val="001E0906"/>
    <w:rsid w:val="001E1036"/>
    <w:rsid w:val="001E182C"/>
    <w:rsid w:val="001E2313"/>
    <w:rsid w:val="001E286C"/>
    <w:rsid w:val="001E28E7"/>
    <w:rsid w:val="001E2E3C"/>
    <w:rsid w:val="001E3EE8"/>
    <w:rsid w:val="001E4981"/>
    <w:rsid w:val="001E5098"/>
    <w:rsid w:val="001E5A1B"/>
    <w:rsid w:val="001E6266"/>
    <w:rsid w:val="001E7400"/>
    <w:rsid w:val="001E7CC9"/>
    <w:rsid w:val="001F08FD"/>
    <w:rsid w:val="001F0C9B"/>
    <w:rsid w:val="001F113B"/>
    <w:rsid w:val="001F1384"/>
    <w:rsid w:val="001F18D6"/>
    <w:rsid w:val="001F2454"/>
    <w:rsid w:val="001F2531"/>
    <w:rsid w:val="001F272A"/>
    <w:rsid w:val="001F2CEF"/>
    <w:rsid w:val="001F3105"/>
    <w:rsid w:val="001F3797"/>
    <w:rsid w:val="001F3A4B"/>
    <w:rsid w:val="001F3CD8"/>
    <w:rsid w:val="001F40B1"/>
    <w:rsid w:val="001F4DFD"/>
    <w:rsid w:val="001F520B"/>
    <w:rsid w:val="001F563A"/>
    <w:rsid w:val="001F5ACE"/>
    <w:rsid w:val="001F61A8"/>
    <w:rsid w:val="001F7092"/>
    <w:rsid w:val="001F769A"/>
    <w:rsid w:val="00200002"/>
    <w:rsid w:val="00200331"/>
    <w:rsid w:val="00200885"/>
    <w:rsid w:val="00201639"/>
    <w:rsid w:val="00201942"/>
    <w:rsid w:val="00201C2B"/>
    <w:rsid w:val="00201C4F"/>
    <w:rsid w:val="00201E9C"/>
    <w:rsid w:val="002024E6"/>
    <w:rsid w:val="00202711"/>
    <w:rsid w:val="00202A60"/>
    <w:rsid w:val="00202AFB"/>
    <w:rsid w:val="00202BF9"/>
    <w:rsid w:val="00203BB2"/>
    <w:rsid w:val="00203EAA"/>
    <w:rsid w:val="00204A27"/>
    <w:rsid w:val="00205039"/>
    <w:rsid w:val="002071B7"/>
    <w:rsid w:val="00210176"/>
    <w:rsid w:val="002117A2"/>
    <w:rsid w:val="00211A28"/>
    <w:rsid w:val="00212305"/>
    <w:rsid w:val="002145F4"/>
    <w:rsid w:val="00214751"/>
    <w:rsid w:val="00215157"/>
    <w:rsid w:val="002158D7"/>
    <w:rsid w:val="00216277"/>
    <w:rsid w:val="00217721"/>
    <w:rsid w:val="00217B5E"/>
    <w:rsid w:val="00217BD9"/>
    <w:rsid w:val="00220096"/>
    <w:rsid w:val="00220C0B"/>
    <w:rsid w:val="00221050"/>
    <w:rsid w:val="002212C5"/>
    <w:rsid w:val="00221C25"/>
    <w:rsid w:val="00221E33"/>
    <w:rsid w:val="002221F7"/>
    <w:rsid w:val="0022220F"/>
    <w:rsid w:val="00222459"/>
    <w:rsid w:val="00222B55"/>
    <w:rsid w:val="00222EED"/>
    <w:rsid w:val="00226C98"/>
    <w:rsid w:val="00227269"/>
    <w:rsid w:val="002272F9"/>
    <w:rsid w:val="00227655"/>
    <w:rsid w:val="00227779"/>
    <w:rsid w:val="00227BE8"/>
    <w:rsid w:val="00231234"/>
    <w:rsid w:val="00232B33"/>
    <w:rsid w:val="0023342B"/>
    <w:rsid w:val="00233AD8"/>
    <w:rsid w:val="002344AF"/>
    <w:rsid w:val="00234640"/>
    <w:rsid w:val="00234ADE"/>
    <w:rsid w:val="002354B4"/>
    <w:rsid w:val="00235EE0"/>
    <w:rsid w:val="00236990"/>
    <w:rsid w:val="00241212"/>
    <w:rsid w:val="00242490"/>
    <w:rsid w:val="00242527"/>
    <w:rsid w:val="00242743"/>
    <w:rsid w:val="00242A03"/>
    <w:rsid w:val="00243003"/>
    <w:rsid w:val="002436CE"/>
    <w:rsid w:val="0024393C"/>
    <w:rsid w:val="00243AAB"/>
    <w:rsid w:val="00243B2F"/>
    <w:rsid w:val="00244822"/>
    <w:rsid w:val="00244F10"/>
    <w:rsid w:val="00245741"/>
    <w:rsid w:val="00247AF2"/>
    <w:rsid w:val="002505D5"/>
    <w:rsid w:val="002514C4"/>
    <w:rsid w:val="00251ACF"/>
    <w:rsid w:val="0025401A"/>
    <w:rsid w:val="0025495A"/>
    <w:rsid w:val="00256014"/>
    <w:rsid w:val="002564B8"/>
    <w:rsid w:val="00257AC9"/>
    <w:rsid w:val="00257F10"/>
    <w:rsid w:val="002608D6"/>
    <w:rsid w:val="00260AAD"/>
    <w:rsid w:val="002628AA"/>
    <w:rsid w:val="002641C2"/>
    <w:rsid w:val="00264468"/>
    <w:rsid w:val="002649C3"/>
    <w:rsid w:val="002653AB"/>
    <w:rsid w:val="00266011"/>
    <w:rsid w:val="002664AF"/>
    <w:rsid w:val="002665FE"/>
    <w:rsid w:val="0027024E"/>
    <w:rsid w:val="002703EE"/>
    <w:rsid w:val="0027050A"/>
    <w:rsid w:val="00270D26"/>
    <w:rsid w:val="00270EAA"/>
    <w:rsid w:val="00270FD2"/>
    <w:rsid w:val="00272272"/>
    <w:rsid w:val="00272990"/>
    <w:rsid w:val="00273760"/>
    <w:rsid w:val="00273CEB"/>
    <w:rsid w:val="00273D70"/>
    <w:rsid w:val="00273D9B"/>
    <w:rsid w:val="002744F5"/>
    <w:rsid w:val="00275356"/>
    <w:rsid w:val="002763E2"/>
    <w:rsid w:val="002777E0"/>
    <w:rsid w:val="00277C08"/>
    <w:rsid w:val="00280716"/>
    <w:rsid w:val="00282904"/>
    <w:rsid w:val="00282DEA"/>
    <w:rsid w:val="002832AC"/>
    <w:rsid w:val="00283DE1"/>
    <w:rsid w:val="002848CC"/>
    <w:rsid w:val="002849BA"/>
    <w:rsid w:val="00285487"/>
    <w:rsid w:val="00285B0C"/>
    <w:rsid w:val="002862A3"/>
    <w:rsid w:val="002863BA"/>
    <w:rsid w:val="00286A29"/>
    <w:rsid w:val="00287810"/>
    <w:rsid w:val="00287969"/>
    <w:rsid w:val="00290089"/>
    <w:rsid w:val="002901AE"/>
    <w:rsid w:val="00290EBE"/>
    <w:rsid w:val="002920C3"/>
    <w:rsid w:val="00292674"/>
    <w:rsid w:val="00292736"/>
    <w:rsid w:val="00293358"/>
    <w:rsid w:val="00293A9C"/>
    <w:rsid w:val="00294E78"/>
    <w:rsid w:val="00294F8A"/>
    <w:rsid w:val="002950BE"/>
    <w:rsid w:val="00295462"/>
    <w:rsid w:val="0029571D"/>
    <w:rsid w:val="0029597B"/>
    <w:rsid w:val="00295AA1"/>
    <w:rsid w:val="00295C18"/>
    <w:rsid w:val="00295D7E"/>
    <w:rsid w:val="002968C0"/>
    <w:rsid w:val="0029710C"/>
    <w:rsid w:val="002A06AB"/>
    <w:rsid w:val="002A0808"/>
    <w:rsid w:val="002A084E"/>
    <w:rsid w:val="002A1C76"/>
    <w:rsid w:val="002A1DD5"/>
    <w:rsid w:val="002A2108"/>
    <w:rsid w:val="002A249F"/>
    <w:rsid w:val="002A2874"/>
    <w:rsid w:val="002A2F77"/>
    <w:rsid w:val="002A3DDA"/>
    <w:rsid w:val="002A3ECD"/>
    <w:rsid w:val="002A3FDB"/>
    <w:rsid w:val="002A4384"/>
    <w:rsid w:val="002A4746"/>
    <w:rsid w:val="002A489F"/>
    <w:rsid w:val="002A4BCE"/>
    <w:rsid w:val="002A4E84"/>
    <w:rsid w:val="002A565B"/>
    <w:rsid w:val="002A6E63"/>
    <w:rsid w:val="002A72A3"/>
    <w:rsid w:val="002A7EEC"/>
    <w:rsid w:val="002B0B86"/>
    <w:rsid w:val="002B0D1F"/>
    <w:rsid w:val="002B16AB"/>
    <w:rsid w:val="002B196F"/>
    <w:rsid w:val="002B2141"/>
    <w:rsid w:val="002B2A62"/>
    <w:rsid w:val="002B553A"/>
    <w:rsid w:val="002B5C8A"/>
    <w:rsid w:val="002B5CD9"/>
    <w:rsid w:val="002B5DEC"/>
    <w:rsid w:val="002B5E66"/>
    <w:rsid w:val="002B6106"/>
    <w:rsid w:val="002B61D8"/>
    <w:rsid w:val="002B6FFA"/>
    <w:rsid w:val="002B7D0C"/>
    <w:rsid w:val="002B7DB0"/>
    <w:rsid w:val="002C0B79"/>
    <w:rsid w:val="002C112D"/>
    <w:rsid w:val="002C1973"/>
    <w:rsid w:val="002C1EC6"/>
    <w:rsid w:val="002C2286"/>
    <w:rsid w:val="002C22B1"/>
    <w:rsid w:val="002C278C"/>
    <w:rsid w:val="002C310A"/>
    <w:rsid w:val="002C353E"/>
    <w:rsid w:val="002C364F"/>
    <w:rsid w:val="002C3A74"/>
    <w:rsid w:val="002C4665"/>
    <w:rsid w:val="002C65CC"/>
    <w:rsid w:val="002C69A7"/>
    <w:rsid w:val="002C6B31"/>
    <w:rsid w:val="002C739A"/>
    <w:rsid w:val="002C7B1B"/>
    <w:rsid w:val="002D0510"/>
    <w:rsid w:val="002D15B0"/>
    <w:rsid w:val="002D207C"/>
    <w:rsid w:val="002D26B4"/>
    <w:rsid w:val="002D2B05"/>
    <w:rsid w:val="002D360E"/>
    <w:rsid w:val="002D3E46"/>
    <w:rsid w:val="002D4425"/>
    <w:rsid w:val="002D4E9E"/>
    <w:rsid w:val="002D520C"/>
    <w:rsid w:val="002D55FD"/>
    <w:rsid w:val="002D5AE1"/>
    <w:rsid w:val="002D6C79"/>
    <w:rsid w:val="002D7206"/>
    <w:rsid w:val="002E0902"/>
    <w:rsid w:val="002E19E7"/>
    <w:rsid w:val="002E1B44"/>
    <w:rsid w:val="002E32CF"/>
    <w:rsid w:val="002E3D79"/>
    <w:rsid w:val="002E42B6"/>
    <w:rsid w:val="002E581E"/>
    <w:rsid w:val="002E668B"/>
    <w:rsid w:val="002E6E53"/>
    <w:rsid w:val="002E7EEF"/>
    <w:rsid w:val="002F14BA"/>
    <w:rsid w:val="002F1840"/>
    <w:rsid w:val="002F2B06"/>
    <w:rsid w:val="002F3DEC"/>
    <w:rsid w:val="002F4DCD"/>
    <w:rsid w:val="002F5951"/>
    <w:rsid w:val="002F67FC"/>
    <w:rsid w:val="002F71C1"/>
    <w:rsid w:val="002F73BE"/>
    <w:rsid w:val="002F7923"/>
    <w:rsid w:val="00300736"/>
    <w:rsid w:val="003007CA"/>
    <w:rsid w:val="00300DF0"/>
    <w:rsid w:val="00301A26"/>
    <w:rsid w:val="00301B3C"/>
    <w:rsid w:val="00302409"/>
    <w:rsid w:val="0030265E"/>
    <w:rsid w:val="0030292A"/>
    <w:rsid w:val="00302CBB"/>
    <w:rsid w:val="003045C8"/>
    <w:rsid w:val="003045F6"/>
    <w:rsid w:val="0030506B"/>
    <w:rsid w:val="003059B5"/>
    <w:rsid w:val="00305DB7"/>
    <w:rsid w:val="00305FD8"/>
    <w:rsid w:val="00306647"/>
    <w:rsid w:val="00306CFB"/>
    <w:rsid w:val="00307674"/>
    <w:rsid w:val="003076E2"/>
    <w:rsid w:val="0031048D"/>
    <w:rsid w:val="00310BFE"/>
    <w:rsid w:val="00310DEC"/>
    <w:rsid w:val="00310E06"/>
    <w:rsid w:val="00312008"/>
    <w:rsid w:val="0031286E"/>
    <w:rsid w:val="00312872"/>
    <w:rsid w:val="00312DA5"/>
    <w:rsid w:val="00313735"/>
    <w:rsid w:val="00314AD0"/>
    <w:rsid w:val="00314C9C"/>
    <w:rsid w:val="00315387"/>
    <w:rsid w:val="00315845"/>
    <w:rsid w:val="003163A3"/>
    <w:rsid w:val="00317926"/>
    <w:rsid w:val="00320FA7"/>
    <w:rsid w:val="00320FF3"/>
    <w:rsid w:val="003216DA"/>
    <w:rsid w:val="003227E7"/>
    <w:rsid w:val="003228CF"/>
    <w:rsid w:val="00322AB2"/>
    <w:rsid w:val="003234B2"/>
    <w:rsid w:val="00323B9C"/>
    <w:rsid w:val="00324271"/>
    <w:rsid w:val="003246C7"/>
    <w:rsid w:val="00324E98"/>
    <w:rsid w:val="00325063"/>
    <w:rsid w:val="00325346"/>
    <w:rsid w:val="003255C7"/>
    <w:rsid w:val="003264A0"/>
    <w:rsid w:val="00326533"/>
    <w:rsid w:val="00326DC0"/>
    <w:rsid w:val="00330C42"/>
    <w:rsid w:val="00330D14"/>
    <w:rsid w:val="00330DC2"/>
    <w:rsid w:val="003317BD"/>
    <w:rsid w:val="00332040"/>
    <w:rsid w:val="00332278"/>
    <w:rsid w:val="00332B6A"/>
    <w:rsid w:val="00332C9D"/>
    <w:rsid w:val="0033369C"/>
    <w:rsid w:val="0033413E"/>
    <w:rsid w:val="0033432D"/>
    <w:rsid w:val="00334F1D"/>
    <w:rsid w:val="00335370"/>
    <w:rsid w:val="003354C4"/>
    <w:rsid w:val="00335702"/>
    <w:rsid w:val="00336014"/>
    <w:rsid w:val="003408B8"/>
    <w:rsid w:val="003410E5"/>
    <w:rsid w:val="00341317"/>
    <w:rsid w:val="00342660"/>
    <w:rsid w:val="00342909"/>
    <w:rsid w:val="003430DC"/>
    <w:rsid w:val="003433A6"/>
    <w:rsid w:val="00343D35"/>
    <w:rsid w:val="0034415A"/>
    <w:rsid w:val="00344213"/>
    <w:rsid w:val="00344646"/>
    <w:rsid w:val="003448B0"/>
    <w:rsid w:val="00344B75"/>
    <w:rsid w:val="003468F5"/>
    <w:rsid w:val="00346953"/>
    <w:rsid w:val="0034736A"/>
    <w:rsid w:val="003476B6"/>
    <w:rsid w:val="003478F2"/>
    <w:rsid w:val="00347B29"/>
    <w:rsid w:val="00347F02"/>
    <w:rsid w:val="00347F9E"/>
    <w:rsid w:val="0035037B"/>
    <w:rsid w:val="003504B5"/>
    <w:rsid w:val="00350527"/>
    <w:rsid w:val="00350AAC"/>
    <w:rsid w:val="00352011"/>
    <w:rsid w:val="00352191"/>
    <w:rsid w:val="003534D5"/>
    <w:rsid w:val="00353B1B"/>
    <w:rsid w:val="00355E02"/>
    <w:rsid w:val="00355FF8"/>
    <w:rsid w:val="0035619C"/>
    <w:rsid w:val="003563FB"/>
    <w:rsid w:val="00357D54"/>
    <w:rsid w:val="00357FAA"/>
    <w:rsid w:val="0036037F"/>
    <w:rsid w:val="003608C9"/>
    <w:rsid w:val="00361B25"/>
    <w:rsid w:val="00361FB1"/>
    <w:rsid w:val="003622EC"/>
    <w:rsid w:val="00362C2B"/>
    <w:rsid w:val="00362C5E"/>
    <w:rsid w:val="0036372F"/>
    <w:rsid w:val="00364EED"/>
    <w:rsid w:val="003654E4"/>
    <w:rsid w:val="003668B4"/>
    <w:rsid w:val="00366A07"/>
    <w:rsid w:val="00367199"/>
    <w:rsid w:val="00367505"/>
    <w:rsid w:val="00367F56"/>
    <w:rsid w:val="0037019B"/>
    <w:rsid w:val="003716D5"/>
    <w:rsid w:val="00371D45"/>
    <w:rsid w:val="00373084"/>
    <w:rsid w:val="0037348C"/>
    <w:rsid w:val="00373846"/>
    <w:rsid w:val="0037447B"/>
    <w:rsid w:val="00375363"/>
    <w:rsid w:val="00375C45"/>
    <w:rsid w:val="0037636A"/>
    <w:rsid w:val="003769B5"/>
    <w:rsid w:val="00376ECC"/>
    <w:rsid w:val="003802DB"/>
    <w:rsid w:val="00380516"/>
    <w:rsid w:val="003814EF"/>
    <w:rsid w:val="0038213E"/>
    <w:rsid w:val="00382F95"/>
    <w:rsid w:val="003838F7"/>
    <w:rsid w:val="003857EE"/>
    <w:rsid w:val="00385E9C"/>
    <w:rsid w:val="00386B6B"/>
    <w:rsid w:val="00386F82"/>
    <w:rsid w:val="00387E46"/>
    <w:rsid w:val="00387E53"/>
    <w:rsid w:val="0039021F"/>
    <w:rsid w:val="00391345"/>
    <w:rsid w:val="00391B37"/>
    <w:rsid w:val="00392BE9"/>
    <w:rsid w:val="00393596"/>
    <w:rsid w:val="0039545F"/>
    <w:rsid w:val="003957F8"/>
    <w:rsid w:val="00395A23"/>
    <w:rsid w:val="00395BD2"/>
    <w:rsid w:val="00395E3D"/>
    <w:rsid w:val="003960AA"/>
    <w:rsid w:val="00396B52"/>
    <w:rsid w:val="00397787"/>
    <w:rsid w:val="003978BC"/>
    <w:rsid w:val="003A012B"/>
    <w:rsid w:val="003A18A0"/>
    <w:rsid w:val="003A1E87"/>
    <w:rsid w:val="003A2BEC"/>
    <w:rsid w:val="003A2CEF"/>
    <w:rsid w:val="003A2F6C"/>
    <w:rsid w:val="003A3928"/>
    <w:rsid w:val="003A4243"/>
    <w:rsid w:val="003A4628"/>
    <w:rsid w:val="003A4C46"/>
    <w:rsid w:val="003A528F"/>
    <w:rsid w:val="003A538F"/>
    <w:rsid w:val="003A53C1"/>
    <w:rsid w:val="003A56BC"/>
    <w:rsid w:val="003A5BCA"/>
    <w:rsid w:val="003A5E3E"/>
    <w:rsid w:val="003A6A6A"/>
    <w:rsid w:val="003A6DED"/>
    <w:rsid w:val="003A7C4F"/>
    <w:rsid w:val="003A7DDF"/>
    <w:rsid w:val="003B01C5"/>
    <w:rsid w:val="003B187D"/>
    <w:rsid w:val="003B286B"/>
    <w:rsid w:val="003B35B3"/>
    <w:rsid w:val="003B5BE6"/>
    <w:rsid w:val="003B5C6C"/>
    <w:rsid w:val="003B6D71"/>
    <w:rsid w:val="003B70FF"/>
    <w:rsid w:val="003B755D"/>
    <w:rsid w:val="003B78C9"/>
    <w:rsid w:val="003B7E1A"/>
    <w:rsid w:val="003C0498"/>
    <w:rsid w:val="003C1F9B"/>
    <w:rsid w:val="003C2D69"/>
    <w:rsid w:val="003C3775"/>
    <w:rsid w:val="003C3B37"/>
    <w:rsid w:val="003C4E9C"/>
    <w:rsid w:val="003C4ECD"/>
    <w:rsid w:val="003C52F7"/>
    <w:rsid w:val="003C562D"/>
    <w:rsid w:val="003C5D8E"/>
    <w:rsid w:val="003C5DC0"/>
    <w:rsid w:val="003C6464"/>
    <w:rsid w:val="003C721C"/>
    <w:rsid w:val="003D0B9E"/>
    <w:rsid w:val="003D0F68"/>
    <w:rsid w:val="003D0F75"/>
    <w:rsid w:val="003D15EB"/>
    <w:rsid w:val="003D2BB4"/>
    <w:rsid w:val="003D39A1"/>
    <w:rsid w:val="003D597E"/>
    <w:rsid w:val="003D7062"/>
    <w:rsid w:val="003D7137"/>
    <w:rsid w:val="003D7A25"/>
    <w:rsid w:val="003E0539"/>
    <w:rsid w:val="003E1123"/>
    <w:rsid w:val="003E1947"/>
    <w:rsid w:val="003E1D44"/>
    <w:rsid w:val="003E3688"/>
    <w:rsid w:val="003E36A8"/>
    <w:rsid w:val="003E570D"/>
    <w:rsid w:val="003E6C11"/>
    <w:rsid w:val="003E7A38"/>
    <w:rsid w:val="003F0498"/>
    <w:rsid w:val="003F08A5"/>
    <w:rsid w:val="003F0BD6"/>
    <w:rsid w:val="003F0EDC"/>
    <w:rsid w:val="003F1121"/>
    <w:rsid w:val="003F156A"/>
    <w:rsid w:val="003F16C8"/>
    <w:rsid w:val="003F1D24"/>
    <w:rsid w:val="003F1FBC"/>
    <w:rsid w:val="003F276A"/>
    <w:rsid w:val="003F277F"/>
    <w:rsid w:val="003F2DC6"/>
    <w:rsid w:val="003F3071"/>
    <w:rsid w:val="003F37EB"/>
    <w:rsid w:val="003F3D63"/>
    <w:rsid w:val="003F41B3"/>
    <w:rsid w:val="003F41EB"/>
    <w:rsid w:val="003F484A"/>
    <w:rsid w:val="003F6D5D"/>
    <w:rsid w:val="00400245"/>
    <w:rsid w:val="00401636"/>
    <w:rsid w:val="00401790"/>
    <w:rsid w:val="004024B4"/>
    <w:rsid w:val="00402E07"/>
    <w:rsid w:val="00402F00"/>
    <w:rsid w:val="0040338E"/>
    <w:rsid w:val="00403C86"/>
    <w:rsid w:val="004051B7"/>
    <w:rsid w:val="004058FB"/>
    <w:rsid w:val="00405DCE"/>
    <w:rsid w:val="00406439"/>
    <w:rsid w:val="00406933"/>
    <w:rsid w:val="0040708A"/>
    <w:rsid w:val="00407277"/>
    <w:rsid w:val="004111EC"/>
    <w:rsid w:val="00412655"/>
    <w:rsid w:val="00414145"/>
    <w:rsid w:val="00414383"/>
    <w:rsid w:val="00415480"/>
    <w:rsid w:val="00416485"/>
    <w:rsid w:val="00416924"/>
    <w:rsid w:val="00416956"/>
    <w:rsid w:val="00417115"/>
    <w:rsid w:val="00417411"/>
    <w:rsid w:val="004178B7"/>
    <w:rsid w:val="00420D0C"/>
    <w:rsid w:val="0042132B"/>
    <w:rsid w:val="00421C11"/>
    <w:rsid w:val="00421DDE"/>
    <w:rsid w:val="00422B03"/>
    <w:rsid w:val="004232E6"/>
    <w:rsid w:val="00424980"/>
    <w:rsid w:val="0042663A"/>
    <w:rsid w:val="00426C54"/>
    <w:rsid w:val="00426C9B"/>
    <w:rsid w:val="00426DF6"/>
    <w:rsid w:val="004305BF"/>
    <w:rsid w:val="004314B9"/>
    <w:rsid w:val="00431909"/>
    <w:rsid w:val="00431C8C"/>
    <w:rsid w:val="0043299E"/>
    <w:rsid w:val="0043307B"/>
    <w:rsid w:val="00434A36"/>
    <w:rsid w:val="004351CC"/>
    <w:rsid w:val="004352AD"/>
    <w:rsid w:val="00435626"/>
    <w:rsid w:val="00435D14"/>
    <w:rsid w:val="0043620D"/>
    <w:rsid w:val="0043689E"/>
    <w:rsid w:val="00436972"/>
    <w:rsid w:val="00436C53"/>
    <w:rsid w:val="00441797"/>
    <w:rsid w:val="004428AF"/>
    <w:rsid w:val="00443A46"/>
    <w:rsid w:val="00444056"/>
    <w:rsid w:val="0044494D"/>
    <w:rsid w:val="00444C47"/>
    <w:rsid w:val="00446217"/>
    <w:rsid w:val="00450C22"/>
    <w:rsid w:val="00450DCB"/>
    <w:rsid w:val="0045160B"/>
    <w:rsid w:val="00451B60"/>
    <w:rsid w:val="004531E5"/>
    <w:rsid w:val="00454134"/>
    <w:rsid w:val="00454614"/>
    <w:rsid w:val="00454659"/>
    <w:rsid w:val="0045569B"/>
    <w:rsid w:val="0045626D"/>
    <w:rsid w:val="00457595"/>
    <w:rsid w:val="00457AFC"/>
    <w:rsid w:val="00460403"/>
    <w:rsid w:val="004608C4"/>
    <w:rsid w:val="00460CF8"/>
    <w:rsid w:val="00460FA9"/>
    <w:rsid w:val="00461D6F"/>
    <w:rsid w:val="004625F3"/>
    <w:rsid w:val="00462EAD"/>
    <w:rsid w:val="0046388A"/>
    <w:rsid w:val="00464398"/>
    <w:rsid w:val="004648CE"/>
    <w:rsid w:val="00464A1C"/>
    <w:rsid w:val="00465C1C"/>
    <w:rsid w:val="004668D0"/>
    <w:rsid w:val="004677E2"/>
    <w:rsid w:val="004678B2"/>
    <w:rsid w:val="00467EDD"/>
    <w:rsid w:val="00467F77"/>
    <w:rsid w:val="004710A4"/>
    <w:rsid w:val="00471393"/>
    <w:rsid w:val="00471C6B"/>
    <w:rsid w:val="0047203F"/>
    <w:rsid w:val="00473812"/>
    <w:rsid w:val="00473A2E"/>
    <w:rsid w:val="00474387"/>
    <w:rsid w:val="004749D4"/>
    <w:rsid w:val="00474A11"/>
    <w:rsid w:val="00474C48"/>
    <w:rsid w:val="00474D67"/>
    <w:rsid w:val="00475A1D"/>
    <w:rsid w:val="00476640"/>
    <w:rsid w:val="00477703"/>
    <w:rsid w:val="004822B3"/>
    <w:rsid w:val="004829DB"/>
    <w:rsid w:val="00482C17"/>
    <w:rsid w:val="00484783"/>
    <w:rsid w:val="00484DCA"/>
    <w:rsid w:val="00485675"/>
    <w:rsid w:val="0048612D"/>
    <w:rsid w:val="004866FA"/>
    <w:rsid w:val="00487EF6"/>
    <w:rsid w:val="00490629"/>
    <w:rsid w:val="00490847"/>
    <w:rsid w:val="004908DA"/>
    <w:rsid w:val="00491813"/>
    <w:rsid w:val="00492330"/>
    <w:rsid w:val="00492442"/>
    <w:rsid w:val="004927BD"/>
    <w:rsid w:val="00492B05"/>
    <w:rsid w:val="00493252"/>
    <w:rsid w:val="00493688"/>
    <w:rsid w:val="00493879"/>
    <w:rsid w:val="00494949"/>
    <w:rsid w:val="004955A8"/>
    <w:rsid w:val="004A02C1"/>
    <w:rsid w:val="004A1688"/>
    <w:rsid w:val="004A2BE7"/>
    <w:rsid w:val="004A2BFA"/>
    <w:rsid w:val="004A379B"/>
    <w:rsid w:val="004A3EA1"/>
    <w:rsid w:val="004A4D3F"/>
    <w:rsid w:val="004A5715"/>
    <w:rsid w:val="004A607F"/>
    <w:rsid w:val="004A6347"/>
    <w:rsid w:val="004A65DE"/>
    <w:rsid w:val="004A6CD4"/>
    <w:rsid w:val="004A719D"/>
    <w:rsid w:val="004B0218"/>
    <w:rsid w:val="004B0D5D"/>
    <w:rsid w:val="004B1AE8"/>
    <w:rsid w:val="004B3563"/>
    <w:rsid w:val="004B37B8"/>
    <w:rsid w:val="004B3CBD"/>
    <w:rsid w:val="004B3F06"/>
    <w:rsid w:val="004B42D7"/>
    <w:rsid w:val="004B5911"/>
    <w:rsid w:val="004B7335"/>
    <w:rsid w:val="004B7799"/>
    <w:rsid w:val="004B7ADA"/>
    <w:rsid w:val="004B7B59"/>
    <w:rsid w:val="004C00EA"/>
    <w:rsid w:val="004C0C34"/>
    <w:rsid w:val="004C0FFC"/>
    <w:rsid w:val="004C1873"/>
    <w:rsid w:val="004C191F"/>
    <w:rsid w:val="004C31B1"/>
    <w:rsid w:val="004C33F3"/>
    <w:rsid w:val="004C3DC7"/>
    <w:rsid w:val="004C4050"/>
    <w:rsid w:val="004C46CA"/>
    <w:rsid w:val="004C497A"/>
    <w:rsid w:val="004C4B7F"/>
    <w:rsid w:val="004C5F74"/>
    <w:rsid w:val="004C6197"/>
    <w:rsid w:val="004C6EF3"/>
    <w:rsid w:val="004C79F7"/>
    <w:rsid w:val="004C7A27"/>
    <w:rsid w:val="004C7EB9"/>
    <w:rsid w:val="004D090B"/>
    <w:rsid w:val="004D0DA1"/>
    <w:rsid w:val="004D335C"/>
    <w:rsid w:val="004D3D2D"/>
    <w:rsid w:val="004D4431"/>
    <w:rsid w:val="004D5A33"/>
    <w:rsid w:val="004D6DCD"/>
    <w:rsid w:val="004D70E8"/>
    <w:rsid w:val="004D73B3"/>
    <w:rsid w:val="004E0B07"/>
    <w:rsid w:val="004E1D86"/>
    <w:rsid w:val="004E1E64"/>
    <w:rsid w:val="004E21E2"/>
    <w:rsid w:val="004E2598"/>
    <w:rsid w:val="004E2992"/>
    <w:rsid w:val="004E2C26"/>
    <w:rsid w:val="004E3A95"/>
    <w:rsid w:val="004E3BCA"/>
    <w:rsid w:val="004E446C"/>
    <w:rsid w:val="004E5B03"/>
    <w:rsid w:val="004E669E"/>
    <w:rsid w:val="004E6903"/>
    <w:rsid w:val="004E7ABA"/>
    <w:rsid w:val="004F02F8"/>
    <w:rsid w:val="004F0764"/>
    <w:rsid w:val="004F10A3"/>
    <w:rsid w:val="004F3554"/>
    <w:rsid w:val="004F426E"/>
    <w:rsid w:val="004F4D1C"/>
    <w:rsid w:val="004F4F8E"/>
    <w:rsid w:val="004F559E"/>
    <w:rsid w:val="004F60F6"/>
    <w:rsid w:val="004F6918"/>
    <w:rsid w:val="00500263"/>
    <w:rsid w:val="00500E7A"/>
    <w:rsid w:val="005010D5"/>
    <w:rsid w:val="00501E32"/>
    <w:rsid w:val="00502EC5"/>
    <w:rsid w:val="0050365B"/>
    <w:rsid w:val="00503B89"/>
    <w:rsid w:val="00503BF2"/>
    <w:rsid w:val="0050400C"/>
    <w:rsid w:val="005049C3"/>
    <w:rsid w:val="00504CD8"/>
    <w:rsid w:val="00505236"/>
    <w:rsid w:val="00505D7C"/>
    <w:rsid w:val="0050607A"/>
    <w:rsid w:val="00506199"/>
    <w:rsid w:val="00506498"/>
    <w:rsid w:val="00506695"/>
    <w:rsid w:val="00506E33"/>
    <w:rsid w:val="00507926"/>
    <w:rsid w:val="005103B8"/>
    <w:rsid w:val="00510455"/>
    <w:rsid w:val="005117EB"/>
    <w:rsid w:val="00511905"/>
    <w:rsid w:val="00512BDD"/>
    <w:rsid w:val="005140BA"/>
    <w:rsid w:val="005143CD"/>
    <w:rsid w:val="005152DE"/>
    <w:rsid w:val="00515342"/>
    <w:rsid w:val="005162CF"/>
    <w:rsid w:val="0051648E"/>
    <w:rsid w:val="0051728E"/>
    <w:rsid w:val="00517767"/>
    <w:rsid w:val="00520614"/>
    <w:rsid w:val="00520726"/>
    <w:rsid w:val="005214D2"/>
    <w:rsid w:val="005222E7"/>
    <w:rsid w:val="00523C4B"/>
    <w:rsid w:val="00524302"/>
    <w:rsid w:val="005258BA"/>
    <w:rsid w:val="00525990"/>
    <w:rsid w:val="00525CCE"/>
    <w:rsid w:val="00526E22"/>
    <w:rsid w:val="00527640"/>
    <w:rsid w:val="00527765"/>
    <w:rsid w:val="0053000A"/>
    <w:rsid w:val="005306AC"/>
    <w:rsid w:val="00530B60"/>
    <w:rsid w:val="0053229F"/>
    <w:rsid w:val="005340DC"/>
    <w:rsid w:val="00534841"/>
    <w:rsid w:val="005352BA"/>
    <w:rsid w:val="00536926"/>
    <w:rsid w:val="00537A82"/>
    <w:rsid w:val="00537AC8"/>
    <w:rsid w:val="00540462"/>
    <w:rsid w:val="005404A2"/>
    <w:rsid w:val="00540CBA"/>
    <w:rsid w:val="005414D3"/>
    <w:rsid w:val="005415FD"/>
    <w:rsid w:val="0054180F"/>
    <w:rsid w:val="00543181"/>
    <w:rsid w:val="00543237"/>
    <w:rsid w:val="00543299"/>
    <w:rsid w:val="005432C0"/>
    <w:rsid w:val="00543642"/>
    <w:rsid w:val="00543CD8"/>
    <w:rsid w:val="00543E10"/>
    <w:rsid w:val="00543F28"/>
    <w:rsid w:val="00544659"/>
    <w:rsid w:val="00546127"/>
    <w:rsid w:val="00546371"/>
    <w:rsid w:val="00546476"/>
    <w:rsid w:val="00547054"/>
    <w:rsid w:val="00547D9F"/>
    <w:rsid w:val="00547E2D"/>
    <w:rsid w:val="005509D4"/>
    <w:rsid w:val="00551810"/>
    <w:rsid w:val="005518DD"/>
    <w:rsid w:val="00553112"/>
    <w:rsid w:val="0055399A"/>
    <w:rsid w:val="00553B1F"/>
    <w:rsid w:val="0055487E"/>
    <w:rsid w:val="00554918"/>
    <w:rsid w:val="00554E15"/>
    <w:rsid w:val="00556626"/>
    <w:rsid w:val="005566FA"/>
    <w:rsid w:val="00556821"/>
    <w:rsid w:val="00556F07"/>
    <w:rsid w:val="00560936"/>
    <w:rsid w:val="005620B0"/>
    <w:rsid w:val="00562826"/>
    <w:rsid w:val="00563526"/>
    <w:rsid w:val="005667ED"/>
    <w:rsid w:val="005668A8"/>
    <w:rsid w:val="00566BA6"/>
    <w:rsid w:val="0056736D"/>
    <w:rsid w:val="00567518"/>
    <w:rsid w:val="005677A2"/>
    <w:rsid w:val="00567BEF"/>
    <w:rsid w:val="00570120"/>
    <w:rsid w:val="00570B0C"/>
    <w:rsid w:val="0057115B"/>
    <w:rsid w:val="00571F6E"/>
    <w:rsid w:val="00573AE6"/>
    <w:rsid w:val="00573BDE"/>
    <w:rsid w:val="00573D01"/>
    <w:rsid w:val="00573F3B"/>
    <w:rsid w:val="00573F61"/>
    <w:rsid w:val="00573FF7"/>
    <w:rsid w:val="0057471A"/>
    <w:rsid w:val="00574E41"/>
    <w:rsid w:val="0057604E"/>
    <w:rsid w:val="0057735C"/>
    <w:rsid w:val="00577501"/>
    <w:rsid w:val="00577EB9"/>
    <w:rsid w:val="00580006"/>
    <w:rsid w:val="00580765"/>
    <w:rsid w:val="005813B6"/>
    <w:rsid w:val="00581612"/>
    <w:rsid w:val="005820D3"/>
    <w:rsid w:val="005821E9"/>
    <w:rsid w:val="005830EF"/>
    <w:rsid w:val="005833B8"/>
    <w:rsid w:val="0058469A"/>
    <w:rsid w:val="00584888"/>
    <w:rsid w:val="005848BD"/>
    <w:rsid w:val="00584D17"/>
    <w:rsid w:val="00585035"/>
    <w:rsid w:val="005851CF"/>
    <w:rsid w:val="005861FE"/>
    <w:rsid w:val="00586CC4"/>
    <w:rsid w:val="0058725A"/>
    <w:rsid w:val="00587B88"/>
    <w:rsid w:val="00590C63"/>
    <w:rsid w:val="0059143B"/>
    <w:rsid w:val="005918B4"/>
    <w:rsid w:val="00593D01"/>
    <w:rsid w:val="00593F5F"/>
    <w:rsid w:val="0059403E"/>
    <w:rsid w:val="00594A5D"/>
    <w:rsid w:val="00595466"/>
    <w:rsid w:val="0059592B"/>
    <w:rsid w:val="00596861"/>
    <w:rsid w:val="00596C09"/>
    <w:rsid w:val="00596E56"/>
    <w:rsid w:val="00596FC2"/>
    <w:rsid w:val="00597D8B"/>
    <w:rsid w:val="005A05C7"/>
    <w:rsid w:val="005A0954"/>
    <w:rsid w:val="005A0CA0"/>
    <w:rsid w:val="005A1013"/>
    <w:rsid w:val="005A1578"/>
    <w:rsid w:val="005A158C"/>
    <w:rsid w:val="005A1AA2"/>
    <w:rsid w:val="005A1D63"/>
    <w:rsid w:val="005A26E1"/>
    <w:rsid w:val="005A2C20"/>
    <w:rsid w:val="005A344D"/>
    <w:rsid w:val="005A3627"/>
    <w:rsid w:val="005A5064"/>
    <w:rsid w:val="005A59A9"/>
    <w:rsid w:val="005B1A09"/>
    <w:rsid w:val="005B1F9B"/>
    <w:rsid w:val="005B3B8E"/>
    <w:rsid w:val="005B4824"/>
    <w:rsid w:val="005B4F5C"/>
    <w:rsid w:val="005B5503"/>
    <w:rsid w:val="005B58BB"/>
    <w:rsid w:val="005B63DA"/>
    <w:rsid w:val="005B7E83"/>
    <w:rsid w:val="005C1738"/>
    <w:rsid w:val="005C189B"/>
    <w:rsid w:val="005C20E7"/>
    <w:rsid w:val="005C2DD8"/>
    <w:rsid w:val="005C36EA"/>
    <w:rsid w:val="005C45E6"/>
    <w:rsid w:val="005C53AC"/>
    <w:rsid w:val="005C7D37"/>
    <w:rsid w:val="005D048D"/>
    <w:rsid w:val="005D0AF9"/>
    <w:rsid w:val="005D117B"/>
    <w:rsid w:val="005D1481"/>
    <w:rsid w:val="005D2A1C"/>
    <w:rsid w:val="005D3217"/>
    <w:rsid w:val="005D37A7"/>
    <w:rsid w:val="005D3B5B"/>
    <w:rsid w:val="005D4093"/>
    <w:rsid w:val="005D437C"/>
    <w:rsid w:val="005D483C"/>
    <w:rsid w:val="005D52DD"/>
    <w:rsid w:val="005D5898"/>
    <w:rsid w:val="005D62F1"/>
    <w:rsid w:val="005D6838"/>
    <w:rsid w:val="005D6974"/>
    <w:rsid w:val="005D6A8C"/>
    <w:rsid w:val="005D7EC3"/>
    <w:rsid w:val="005E04B2"/>
    <w:rsid w:val="005E12D8"/>
    <w:rsid w:val="005E1EF3"/>
    <w:rsid w:val="005E3BA7"/>
    <w:rsid w:val="005E403E"/>
    <w:rsid w:val="005E5FBA"/>
    <w:rsid w:val="005E651E"/>
    <w:rsid w:val="005E6D60"/>
    <w:rsid w:val="005E7474"/>
    <w:rsid w:val="005E751C"/>
    <w:rsid w:val="005F00E9"/>
    <w:rsid w:val="005F0C58"/>
    <w:rsid w:val="005F3265"/>
    <w:rsid w:val="005F353A"/>
    <w:rsid w:val="005F4440"/>
    <w:rsid w:val="005F4B0C"/>
    <w:rsid w:val="005F4C04"/>
    <w:rsid w:val="005F60A1"/>
    <w:rsid w:val="005F6BDD"/>
    <w:rsid w:val="005F7629"/>
    <w:rsid w:val="005F7983"/>
    <w:rsid w:val="006011A9"/>
    <w:rsid w:val="00601585"/>
    <w:rsid w:val="00601A56"/>
    <w:rsid w:val="00601AF8"/>
    <w:rsid w:val="00601EFE"/>
    <w:rsid w:val="00602A20"/>
    <w:rsid w:val="00602CD7"/>
    <w:rsid w:val="0060375A"/>
    <w:rsid w:val="006042B2"/>
    <w:rsid w:val="00604570"/>
    <w:rsid w:val="006050AB"/>
    <w:rsid w:val="0060531F"/>
    <w:rsid w:val="006063DD"/>
    <w:rsid w:val="00606830"/>
    <w:rsid w:val="00606C9F"/>
    <w:rsid w:val="00607227"/>
    <w:rsid w:val="006077DA"/>
    <w:rsid w:val="00607D93"/>
    <w:rsid w:val="006100B3"/>
    <w:rsid w:val="00610F70"/>
    <w:rsid w:val="00613A0A"/>
    <w:rsid w:val="00614389"/>
    <w:rsid w:val="006145C3"/>
    <w:rsid w:val="00614990"/>
    <w:rsid w:val="00615223"/>
    <w:rsid w:val="0061530F"/>
    <w:rsid w:val="00615992"/>
    <w:rsid w:val="00617573"/>
    <w:rsid w:val="00620D88"/>
    <w:rsid w:val="00620DC7"/>
    <w:rsid w:val="006221EA"/>
    <w:rsid w:val="006228CD"/>
    <w:rsid w:val="00622DDF"/>
    <w:rsid w:val="006236CB"/>
    <w:rsid w:val="006247D5"/>
    <w:rsid w:val="00626BB2"/>
    <w:rsid w:val="00626FE7"/>
    <w:rsid w:val="00627206"/>
    <w:rsid w:val="0062787A"/>
    <w:rsid w:val="00630133"/>
    <w:rsid w:val="0063022D"/>
    <w:rsid w:val="00631406"/>
    <w:rsid w:val="00631783"/>
    <w:rsid w:val="00631EF1"/>
    <w:rsid w:val="00633256"/>
    <w:rsid w:val="00633594"/>
    <w:rsid w:val="00633E35"/>
    <w:rsid w:val="00634905"/>
    <w:rsid w:val="00635E19"/>
    <w:rsid w:val="00635FBF"/>
    <w:rsid w:val="006374AF"/>
    <w:rsid w:val="00640236"/>
    <w:rsid w:val="006407CB"/>
    <w:rsid w:val="00640E53"/>
    <w:rsid w:val="00641764"/>
    <w:rsid w:val="00641C6D"/>
    <w:rsid w:val="006422C4"/>
    <w:rsid w:val="00642933"/>
    <w:rsid w:val="00642EB6"/>
    <w:rsid w:val="006430CA"/>
    <w:rsid w:val="0064335B"/>
    <w:rsid w:val="0064352D"/>
    <w:rsid w:val="0064385E"/>
    <w:rsid w:val="00644DDE"/>
    <w:rsid w:val="00645D3C"/>
    <w:rsid w:val="00646D53"/>
    <w:rsid w:val="00647C9E"/>
    <w:rsid w:val="00650654"/>
    <w:rsid w:val="00650E48"/>
    <w:rsid w:val="006522A6"/>
    <w:rsid w:val="00652517"/>
    <w:rsid w:val="00653660"/>
    <w:rsid w:val="006545B1"/>
    <w:rsid w:val="006548B9"/>
    <w:rsid w:val="00654A4E"/>
    <w:rsid w:val="00656B32"/>
    <w:rsid w:val="006572A1"/>
    <w:rsid w:val="006577AB"/>
    <w:rsid w:val="00657C71"/>
    <w:rsid w:val="006603A2"/>
    <w:rsid w:val="006604DD"/>
    <w:rsid w:val="00660B29"/>
    <w:rsid w:val="00660D5B"/>
    <w:rsid w:val="00661A4E"/>
    <w:rsid w:val="00664A72"/>
    <w:rsid w:val="006650D6"/>
    <w:rsid w:val="00665EB2"/>
    <w:rsid w:val="00665FC9"/>
    <w:rsid w:val="006670C4"/>
    <w:rsid w:val="0067024D"/>
    <w:rsid w:val="006707BB"/>
    <w:rsid w:val="00671EA4"/>
    <w:rsid w:val="00672234"/>
    <w:rsid w:val="006722FF"/>
    <w:rsid w:val="00673A38"/>
    <w:rsid w:val="00673AB0"/>
    <w:rsid w:val="006754B7"/>
    <w:rsid w:val="00675707"/>
    <w:rsid w:val="006767C9"/>
    <w:rsid w:val="00676A43"/>
    <w:rsid w:val="00676CBA"/>
    <w:rsid w:val="00680152"/>
    <w:rsid w:val="0068129E"/>
    <w:rsid w:val="006816B8"/>
    <w:rsid w:val="00681DE0"/>
    <w:rsid w:val="00682170"/>
    <w:rsid w:val="006822E4"/>
    <w:rsid w:val="0068272B"/>
    <w:rsid w:val="00682B55"/>
    <w:rsid w:val="00683084"/>
    <w:rsid w:val="006839B8"/>
    <w:rsid w:val="006841E2"/>
    <w:rsid w:val="00684B51"/>
    <w:rsid w:val="0068510E"/>
    <w:rsid w:val="00685A1D"/>
    <w:rsid w:val="0068626E"/>
    <w:rsid w:val="00687849"/>
    <w:rsid w:val="00687BE6"/>
    <w:rsid w:val="00690A8E"/>
    <w:rsid w:val="00691418"/>
    <w:rsid w:val="006914BC"/>
    <w:rsid w:val="006917F8"/>
    <w:rsid w:val="00691A69"/>
    <w:rsid w:val="00692F2B"/>
    <w:rsid w:val="00693125"/>
    <w:rsid w:val="00694411"/>
    <w:rsid w:val="006948FF"/>
    <w:rsid w:val="00694F01"/>
    <w:rsid w:val="00695BF4"/>
    <w:rsid w:val="0069750A"/>
    <w:rsid w:val="00697658"/>
    <w:rsid w:val="006A04ED"/>
    <w:rsid w:val="006A0AE9"/>
    <w:rsid w:val="006A0B12"/>
    <w:rsid w:val="006A1844"/>
    <w:rsid w:val="006A2E6F"/>
    <w:rsid w:val="006A33F4"/>
    <w:rsid w:val="006A3A5D"/>
    <w:rsid w:val="006A3F21"/>
    <w:rsid w:val="006A522B"/>
    <w:rsid w:val="006A697D"/>
    <w:rsid w:val="006A6D23"/>
    <w:rsid w:val="006A6FE5"/>
    <w:rsid w:val="006A7122"/>
    <w:rsid w:val="006A776E"/>
    <w:rsid w:val="006B05EB"/>
    <w:rsid w:val="006B0633"/>
    <w:rsid w:val="006B1A49"/>
    <w:rsid w:val="006B25D8"/>
    <w:rsid w:val="006B2785"/>
    <w:rsid w:val="006B2BC5"/>
    <w:rsid w:val="006B2EF0"/>
    <w:rsid w:val="006B3149"/>
    <w:rsid w:val="006B3C5E"/>
    <w:rsid w:val="006B4170"/>
    <w:rsid w:val="006B43AA"/>
    <w:rsid w:val="006B4BAA"/>
    <w:rsid w:val="006B5965"/>
    <w:rsid w:val="006B761F"/>
    <w:rsid w:val="006C0087"/>
    <w:rsid w:val="006C0BED"/>
    <w:rsid w:val="006C2368"/>
    <w:rsid w:val="006C29A7"/>
    <w:rsid w:val="006C30C8"/>
    <w:rsid w:val="006C568B"/>
    <w:rsid w:val="006C5C6F"/>
    <w:rsid w:val="006C5E8B"/>
    <w:rsid w:val="006C6DF5"/>
    <w:rsid w:val="006C6F30"/>
    <w:rsid w:val="006C6F5C"/>
    <w:rsid w:val="006C7BFF"/>
    <w:rsid w:val="006D0B15"/>
    <w:rsid w:val="006D0B63"/>
    <w:rsid w:val="006D172A"/>
    <w:rsid w:val="006D187E"/>
    <w:rsid w:val="006D1A4D"/>
    <w:rsid w:val="006D1DA9"/>
    <w:rsid w:val="006D2687"/>
    <w:rsid w:val="006D27F7"/>
    <w:rsid w:val="006D35CE"/>
    <w:rsid w:val="006D376F"/>
    <w:rsid w:val="006D4211"/>
    <w:rsid w:val="006D4938"/>
    <w:rsid w:val="006D4B39"/>
    <w:rsid w:val="006D4B3F"/>
    <w:rsid w:val="006D7056"/>
    <w:rsid w:val="006D786E"/>
    <w:rsid w:val="006D7AD6"/>
    <w:rsid w:val="006E0483"/>
    <w:rsid w:val="006E0634"/>
    <w:rsid w:val="006E07F4"/>
    <w:rsid w:val="006E11C1"/>
    <w:rsid w:val="006E1722"/>
    <w:rsid w:val="006E1F85"/>
    <w:rsid w:val="006E219D"/>
    <w:rsid w:val="006E35BD"/>
    <w:rsid w:val="006E36A9"/>
    <w:rsid w:val="006E3DBA"/>
    <w:rsid w:val="006E4128"/>
    <w:rsid w:val="006E59F5"/>
    <w:rsid w:val="006E5F58"/>
    <w:rsid w:val="006E6373"/>
    <w:rsid w:val="006E6A7D"/>
    <w:rsid w:val="006F025C"/>
    <w:rsid w:val="006F067D"/>
    <w:rsid w:val="006F13A9"/>
    <w:rsid w:val="006F1625"/>
    <w:rsid w:val="006F1E7F"/>
    <w:rsid w:val="006F2DD5"/>
    <w:rsid w:val="006F370E"/>
    <w:rsid w:val="006F5173"/>
    <w:rsid w:val="006F5301"/>
    <w:rsid w:val="006F5972"/>
    <w:rsid w:val="006F5D25"/>
    <w:rsid w:val="006F680D"/>
    <w:rsid w:val="006F6C41"/>
    <w:rsid w:val="006F7B80"/>
    <w:rsid w:val="00700FD6"/>
    <w:rsid w:val="007011DF"/>
    <w:rsid w:val="0070168B"/>
    <w:rsid w:val="00701797"/>
    <w:rsid w:val="00701838"/>
    <w:rsid w:val="00702091"/>
    <w:rsid w:val="00702E64"/>
    <w:rsid w:val="007038CD"/>
    <w:rsid w:val="00705A22"/>
    <w:rsid w:val="00705DED"/>
    <w:rsid w:val="00706EDF"/>
    <w:rsid w:val="00710E20"/>
    <w:rsid w:val="007129DE"/>
    <w:rsid w:val="007130F3"/>
    <w:rsid w:val="00713466"/>
    <w:rsid w:val="00713CDF"/>
    <w:rsid w:val="007141E1"/>
    <w:rsid w:val="0071540D"/>
    <w:rsid w:val="00716741"/>
    <w:rsid w:val="00716C5C"/>
    <w:rsid w:val="00717AB7"/>
    <w:rsid w:val="00717EB3"/>
    <w:rsid w:val="00720AF9"/>
    <w:rsid w:val="007227DD"/>
    <w:rsid w:val="00723E52"/>
    <w:rsid w:val="00723E66"/>
    <w:rsid w:val="0072465B"/>
    <w:rsid w:val="007249C1"/>
    <w:rsid w:val="007252A4"/>
    <w:rsid w:val="0072679D"/>
    <w:rsid w:val="007272A0"/>
    <w:rsid w:val="007307E7"/>
    <w:rsid w:val="0073121A"/>
    <w:rsid w:val="00732EFF"/>
    <w:rsid w:val="0073355D"/>
    <w:rsid w:val="00734DF8"/>
    <w:rsid w:val="00734F04"/>
    <w:rsid w:val="00736072"/>
    <w:rsid w:val="007376A3"/>
    <w:rsid w:val="00737844"/>
    <w:rsid w:val="00737B3D"/>
    <w:rsid w:val="00737B3F"/>
    <w:rsid w:val="007404A8"/>
    <w:rsid w:val="007404D0"/>
    <w:rsid w:val="00740970"/>
    <w:rsid w:val="00740CA0"/>
    <w:rsid w:val="00742A64"/>
    <w:rsid w:val="00742A81"/>
    <w:rsid w:val="007448CF"/>
    <w:rsid w:val="00744E7A"/>
    <w:rsid w:val="00745179"/>
    <w:rsid w:val="00745294"/>
    <w:rsid w:val="0074615D"/>
    <w:rsid w:val="007465F6"/>
    <w:rsid w:val="00747D47"/>
    <w:rsid w:val="0075076B"/>
    <w:rsid w:val="007524B6"/>
    <w:rsid w:val="0075292E"/>
    <w:rsid w:val="00752974"/>
    <w:rsid w:val="00753268"/>
    <w:rsid w:val="007532EE"/>
    <w:rsid w:val="007536FB"/>
    <w:rsid w:val="007538AF"/>
    <w:rsid w:val="00753E5C"/>
    <w:rsid w:val="00753F6F"/>
    <w:rsid w:val="00755729"/>
    <w:rsid w:val="00755A50"/>
    <w:rsid w:val="007563E4"/>
    <w:rsid w:val="00756873"/>
    <w:rsid w:val="00756EA9"/>
    <w:rsid w:val="007571D8"/>
    <w:rsid w:val="00757298"/>
    <w:rsid w:val="00757509"/>
    <w:rsid w:val="007618D9"/>
    <w:rsid w:val="0076239D"/>
    <w:rsid w:val="00762B52"/>
    <w:rsid w:val="0076336D"/>
    <w:rsid w:val="00763718"/>
    <w:rsid w:val="0076395A"/>
    <w:rsid w:val="00763BD4"/>
    <w:rsid w:val="00764629"/>
    <w:rsid w:val="0076483F"/>
    <w:rsid w:val="0076497A"/>
    <w:rsid w:val="00764B3C"/>
    <w:rsid w:val="00764BD1"/>
    <w:rsid w:val="007650B1"/>
    <w:rsid w:val="0076540B"/>
    <w:rsid w:val="00765C59"/>
    <w:rsid w:val="0076661B"/>
    <w:rsid w:val="007671BE"/>
    <w:rsid w:val="007702AB"/>
    <w:rsid w:val="00770318"/>
    <w:rsid w:val="00770331"/>
    <w:rsid w:val="00770A6E"/>
    <w:rsid w:val="00771026"/>
    <w:rsid w:val="007713A1"/>
    <w:rsid w:val="00771C41"/>
    <w:rsid w:val="00773FA0"/>
    <w:rsid w:val="0077453E"/>
    <w:rsid w:val="0077549C"/>
    <w:rsid w:val="007756CF"/>
    <w:rsid w:val="0077586A"/>
    <w:rsid w:val="007759E2"/>
    <w:rsid w:val="00775A7D"/>
    <w:rsid w:val="00776266"/>
    <w:rsid w:val="007778E6"/>
    <w:rsid w:val="007808EC"/>
    <w:rsid w:val="00780C4A"/>
    <w:rsid w:val="00780DC7"/>
    <w:rsid w:val="00781301"/>
    <w:rsid w:val="0078170F"/>
    <w:rsid w:val="007819D2"/>
    <w:rsid w:val="00781D83"/>
    <w:rsid w:val="00781F00"/>
    <w:rsid w:val="00782FCF"/>
    <w:rsid w:val="0078398A"/>
    <w:rsid w:val="00784641"/>
    <w:rsid w:val="00784836"/>
    <w:rsid w:val="007856D0"/>
    <w:rsid w:val="00785BA7"/>
    <w:rsid w:val="00785C28"/>
    <w:rsid w:val="007866D1"/>
    <w:rsid w:val="00787571"/>
    <w:rsid w:val="00787831"/>
    <w:rsid w:val="00787BD1"/>
    <w:rsid w:val="007910ED"/>
    <w:rsid w:val="007913AA"/>
    <w:rsid w:val="00792940"/>
    <w:rsid w:val="00792D21"/>
    <w:rsid w:val="00792FC2"/>
    <w:rsid w:val="00793B38"/>
    <w:rsid w:val="00794118"/>
    <w:rsid w:val="007947BC"/>
    <w:rsid w:val="00794A31"/>
    <w:rsid w:val="00794A3D"/>
    <w:rsid w:val="00794D32"/>
    <w:rsid w:val="00797472"/>
    <w:rsid w:val="007A0527"/>
    <w:rsid w:val="007A1852"/>
    <w:rsid w:val="007A1ADF"/>
    <w:rsid w:val="007A2403"/>
    <w:rsid w:val="007A3365"/>
    <w:rsid w:val="007A3538"/>
    <w:rsid w:val="007A3AF5"/>
    <w:rsid w:val="007A3B39"/>
    <w:rsid w:val="007A4241"/>
    <w:rsid w:val="007A5C6C"/>
    <w:rsid w:val="007A621F"/>
    <w:rsid w:val="007A6D1B"/>
    <w:rsid w:val="007A6E37"/>
    <w:rsid w:val="007A772E"/>
    <w:rsid w:val="007A7876"/>
    <w:rsid w:val="007A7A26"/>
    <w:rsid w:val="007B139F"/>
    <w:rsid w:val="007B402A"/>
    <w:rsid w:val="007B4BE2"/>
    <w:rsid w:val="007B4E23"/>
    <w:rsid w:val="007B5355"/>
    <w:rsid w:val="007B5556"/>
    <w:rsid w:val="007B5762"/>
    <w:rsid w:val="007B5C5D"/>
    <w:rsid w:val="007B6A73"/>
    <w:rsid w:val="007C0D94"/>
    <w:rsid w:val="007C0E20"/>
    <w:rsid w:val="007C112F"/>
    <w:rsid w:val="007C1520"/>
    <w:rsid w:val="007C1A1B"/>
    <w:rsid w:val="007C1D26"/>
    <w:rsid w:val="007C29AF"/>
    <w:rsid w:val="007C2B77"/>
    <w:rsid w:val="007C2F3B"/>
    <w:rsid w:val="007C2FFD"/>
    <w:rsid w:val="007C30E5"/>
    <w:rsid w:val="007C3830"/>
    <w:rsid w:val="007C3BFF"/>
    <w:rsid w:val="007C3D63"/>
    <w:rsid w:val="007C4BA5"/>
    <w:rsid w:val="007C50BA"/>
    <w:rsid w:val="007C5212"/>
    <w:rsid w:val="007C5E7B"/>
    <w:rsid w:val="007C6F24"/>
    <w:rsid w:val="007C7310"/>
    <w:rsid w:val="007C74E6"/>
    <w:rsid w:val="007D015D"/>
    <w:rsid w:val="007D1ED4"/>
    <w:rsid w:val="007D2081"/>
    <w:rsid w:val="007D315B"/>
    <w:rsid w:val="007D40E7"/>
    <w:rsid w:val="007D4319"/>
    <w:rsid w:val="007D5CDF"/>
    <w:rsid w:val="007D6567"/>
    <w:rsid w:val="007D6CCB"/>
    <w:rsid w:val="007D7203"/>
    <w:rsid w:val="007E0DA8"/>
    <w:rsid w:val="007E13F2"/>
    <w:rsid w:val="007E22A0"/>
    <w:rsid w:val="007E25A6"/>
    <w:rsid w:val="007E44B3"/>
    <w:rsid w:val="007E4593"/>
    <w:rsid w:val="007E4965"/>
    <w:rsid w:val="007E4FD7"/>
    <w:rsid w:val="007E5DF1"/>
    <w:rsid w:val="007E5F5D"/>
    <w:rsid w:val="007E6206"/>
    <w:rsid w:val="007E624F"/>
    <w:rsid w:val="007E641D"/>
    <w:rsid w:val="007E750C"/>
    <w:rsid w:val="007F080B"/>
    <w:rsid w:val="007F3157"/>
    <w:rsid w:val="007F361A"/>
    <w:rsid w:val="007F3668"/>
    <w:rsid w:val="007F3D02"/>
    <w:rsid w:val="007F40E4"/>
    <w:rsid w:val="007F4891"/>
    <w:rsid w:val="007F4C33"/>
    <w:rsid w:val="007F4EE0"/>
    <w:rsid w:val="007F51BB"/>
    <w:rsid w:val="007F6474"/>
    <w:rsid w:val="007F651B"/>
    <w:rsid w:val="007F70E0"/>
    <w:rsid w:val="007F720A"/>
    <w:rsid w:val="007F757E"/>
    <w:rsid w:val="007F7793"/>
    <w:rsid w:val="007F7FD7"/>
    <w:rsid w:val="00800DA3"/>
    <w:rsid w:val="00800F8A"/>
    <w:rsid w:val="0080116F"/>
    <w:rsid w:val="00801A85"/>
    <w:rsid w:val="00801AAA"/>
    <w:rsid w:val="00801C8A"/>
    <w:rsid w:val="00801D53"/>
    <w:rsid w:val="00801FE0"/>
    <w:rsid w:val="0080365C"/>
    <w:rsid w:val="00805DBE"/>
    <w:rsid w:val="008068E5"/>
    <w:rsid w:val="00807163"/>
    <w:rsid w:val="008073BA"/>
    <w:rsid w:val="008074D5"/>
    <w:rsid w:val="008076FF"/>
    <w:rsid w:val="00807917"/>
    <w:rsid w:val="008105F9"/>
    <w:rsid w:val="00810D76"/>
    <w:rsid w:val="008112F6"/>
    <w:rsid w:val="00811A74"/>
    <w:rsid w:val="00812255"/>
    <w:rsid w:val="008125FD"/>
    <w:rsid w:val="00813ABE"/>
    <w:rsid w:val="00813BE4"/>
    <w:rsid w:val="008144FC"/>
    <w:rsid w:val="008145B6"/>
    <w:rsid w:val="00814790"/>
    <w:rsid w:val="0081499F"/>
    <w:rsid w:val="008157A8"/>
    <w:rsid w:val="00817317"/>
    <w:rsid w:val="0081744F"/>
    <w:rsid w:val="008205C9"/>
    <w:rsid w:val="00820787"/>
    <w:rsid w:val="0082097F"/>
    <w:rsid w:val="008209E9"/>
    <w:rsid w:val="008213CB"/>
    <w:rsid w:val="00821450"/>
    <w:rsid w:val="008216F8"/>
    <w:rsid w:val="00821E7F"/>
    <w:rsid w:val="008230B1"/>
    <w:rsid w:val="00823549"/>
    <w:rsid w:val="00824789"/>
    <w:rsid w:val="00825902"/>
    <w:rsid w:val="0082653F"/>
    <w:rsid w:val="00826A54"/>
    <w:rsid w:val="0082774D"/>
    <w:rsid w:val="00827EAB"/>
    <w:rsid w:val="00830539"/>
    <w:rsid w:val="00830C14"/>
    <w:rsid w:val="00831FFF"/>
    <w:rsid w:val="00832478"/>
    <w:rsid w:val="00832E36"/>
    <w:rsid w:val="008330A3"/>
    <w:rsid w:val="00833406"/>
    <w:rsid w:val="008334C5"/>
    <w:rsid w:val="00834209"/>
    <w:rsid w:val="00834DB3"/>
    <w:rsid w:val="008351B0"/>
    <w:rsid w:val="008358D7"/>
    <w:rsid w:val="00835E26"/>
    <w:rsid w:val="008360E0"/>
    <w:rsid w:val="008376D3"/>
    <w:rsid w:val="008417F8"/>
    <w:rsid w:val="00841D72"/>
    <w:rsid w:val="0084222E"/>
    <w:rsid w:val="00842254"/>
    <w:rsid w:val="0084292F"/>
    <w:rsid w:val="008436F6"/>
    <w:rsid w:val="00843C51"/>
    <w:rsid w:val="00845B8B"/>
    <w:rsid w:val="0084603C"/>
    <w:rsid w:val="0084629B"/>
    <w:rsid w:val="0084635C"/>
    <w:rsid w:val="008477FB"/>
    <w:rsid w:val="00847C14"/>
    <w:rsid w:val="00851928"/>
    <w:rsid w:val="00851E33"/>
    <w:rsid w:val="008524CE"/>
    <w:rsid w:val="008531EC"/>
    <w:rsid w:val="008538C2"/>
    <w:rsid w:val="008538F6"/>
    <w:rsid w:val="00853A72"/>
    <w:rsid w:val="00853B33"/>
    <w:rsid w:val="00854653"/>
    <w:rsid w:val="0085465B"/>
    <w:rsid w:val="00854B89"/>
    <w:rsid w:val="00854D4C"/>
    <w:rsid w:val="00854F97"/>
    <w:rsid w:val="0085571D"/>
    <w:rsid w:val="008557EA"/>
    <w:rsid w:val="0085607B"/>
    <w:rsid w:val="008564B4"/>
    <w:rsid w:val="00857CF7"/>
    <w:rsid w:val="00860511"/>
    <w:rsid w:val="008606F0"/>
    <w:rsid w:val="00860DCE"/>
    <w:rsid w:val="00862D58"/>
    <w:rsid w:val="00862DE6"/>
    <w:rsid w:val="00864327"/>
    <w:rsid w:val="00865E84"/>
    <w:rsid w:val="00866336"/>
    <w:rsid w:val="008672C8"/>
    <w:rsid w:val="0086739A"/>
    <w:rsid w:val="008701D4"/>
    <w:rsid w:val="00870795"/>
    <w:rsid w:val="00870B03"/>
    <w:rsid w:val="00870DA6"/>
    <w:rsid w:val="00870F41"/>
    <w:rsid w:val="0087134C"/>
    <w:rsid w:val="00871C9D"/>
    <w:rsid w:val="008736F2"/>
    <w:rsid w:val="00874872"/>
    <w:rsid w:val="00874FA8"/>
    <w:rsid w:val="00875D87"/>
    <w:rsid w:val="008763DC"/>
    <w:rsid w:val="00876591"/>
    <w:rsid w:val="0087667F"/>
    <w:rsid w:val="00876F8E"/>
    <w:rsid w:val="00877026"/>
    <w:rsid w:val="00877134"/>
    <w:rsid w:val="008772E4"/>
    <w:rsid w:val="00880E9B"/>
    <w:rsid w:val="0088131B"/>
    <w:rsid w:val="00882B27"/>
    <w:rsid w:val="00883869"/>
    <w:rsid w:val="00883BFB"/>
    <w:rsid w:val="00884562"/>
    <w:rsid w:val="00884839"/>
    <w:rsid w:val="008850CB"/>
    <w:rsid w:val="00885577"/>
    <w:rsid w:val="00885B7D"/>
    <w:rsid w:val="00885DBB"/>
    <w:rsid w:val="008864F0"/>
    <w:rsid w:val="008868A9"/>
    <w:rsid w:val="00886A14"/>
    <w:rsid w:val="00886AEB"/>
    <w:rsid w:val="00887073"/>
    <w:rsid w:val="00890016"/>
    <w:rsid w:val="00890F17"/>
    <w:rsid w:val="00892368"/>
    <w:rsid w:val="008928B5"/>
    <w:rsid w:val="00893B0C"/>
    <w:rsid w:val="008947C6"/>
    <w:rsid w:val="008955B4"/>
    <w:rsid w:val="00895903"/>
    <w:rsid w:val="00895D73"/>
    <w:rsid w:val="00896100"/>
    <w:rsid w:val="00896C04"/>
    <w:rsid w:val="00897ED0"/>
    <w:rsid w:val="008A044B"/>
    <w:rsid w:val="008A0589"/>
    <w:rsid w:val="008A0713"/>
    <w:rsid w:val="008A0B8F"/>
    <w:rsid w:val="008A1705"/>
    <w:rsid w:val="008A17C8"/>
    <w:rsid w:val="008A192F"/>
    <w:rsid w:val="008A1EBE"/>
    <w:rsid w:val="008A2173"/>
    <w:rsid w:val="008A2443"/>
    <w:rsid w:val="008A2B28"/>
    <w:rsid w:val="008A2CFB"/>
    <w:rsid w:val="008A30F5"/>
    <w:rsid w:val="008A3320"/>
    <w:rsid w:val="008A3712"/>
    <w:rsid w:val="008A3BCF"/>
    <w:rsid w:val="008A3C83"/>
    <w:rsid w:val="008A3CBC"/>
    <w:rsid w:val="008A4225"/>
    <w:rsid w:val="008A4F7C"/>
    <w:rsid w:val="008A5708"/>
    <w:rsid w:val="008A5CE4"/>
    <w:rsid w:val="008A688B"/>
    <w:rsid w:val="008A72F0"/>
    <w:rsid w:val="008B0887"/>
    <w:rsid w:val="008B08C4"/>
    <w:rsid w:val="008B0CAA"/>
    <w:rsid w:val="008B0D92"/>
    <w:rsid w:val="008B1447"/>
    <w:rsid w:val="008B2875"/>
    <w:rsid w:val="008B2CD2"/>
    <w:rsid w:val="008B3D35"/>
    <w:rsid w:val="008B3D70"/>
    <w:rsid w:val="008B3DDC"/>
    <w:rsid w:val="008B3FF5"/>
    <w:rsid w:val="008B5089"/>
    <w:rsid w:val="008B5267"/>
    <w:rsid w:val="008B55E5"/>
    <w:rsid w:val="008B566C"/>
    <w:rsid w:val="008B58C5"/>
    <w:rsid w:val="008B627E"/>
    <w:rsid w:val="008B7841"/>
    <w:rsid w:val="008B7880"/>
    <w:rsid w:val="008B7AC0"/>
    <w:rsid w:val="008C01DF"/>
    <w:rsid w:val="008C0FA7"/>
    <w:rsid w:val="008C0FA9"/>
    <w:rsid w:val="008C1A9C"/>
    <w:rsid w:val="008C2C65"/>
    <w:rsid w:val="008C2DCB"/>
    <w:rsid w:val="008C2DD2"/>
    <w:rsid w:val="008C4032"/>
    <w:rsid w:val="008C40A0"/>
    <w:rsid w:val="008C437F"/>
    <w:rsid w:val="008C4890"/>
    <w:rsid w:val="008C4C15"/>
    <w:rsid w:val="008C5157"/>
    <w:rsid w:val="008C5659"/>
    <w:rsid w:val="008C5A87"/>
    <w:rsid w:val="008C60CC"/>
    <w:rsid w:val="008C6823"/>
    <w:rsid w:val="008C6FA5"/>
    <w:rsid w:val="008C71B3"/>
    <w:rsid w:val="008C758B"/>
    <w:rsid w:val="008C79EA"/>
    <w:rsid w:val="008C7C60"/>
    <w:rsid w:val="008D0A8A"/>
    <w:rsid w:val="008D1A46"/>
    <w:rsid w:val="008D1CD4"/>
    <w:rsid w:val="008D1EA6"/>
    <w:rsid w:val="008D2491"/>
    <w:rsid w:val="008D2EBE"/>
    <w:rsid w:val="008D33FD"/>
    <w:rsid w:val="008D48BC"/>
    <w:rsid w:val="008D6D9C"/>
    <w:rsid w:val="008D73A0"/>
    <w:rsid w:val="008D73A8"/>
    <w:rsid w:val="008D7B39"/>
    <w:rsid w:val="008E1A63"/>
    <w:rsid w:val="008E1CE8"/>
    <w:rsid w:val="008E2581"/>
    <w:rsid w:val="008E270B"/>
    <w:rsid w:val="008E2ED3"/>
    <w:rsid w:val="008E3CA3"/>
    <w:rsid w:val="008E3DC9"/>
    <w:rsid w:val="008E50AF"/>
    <w:rsid w:val="008E5132"/>
    <w:rsid w:val="008E704D"/>
    <w:rsid w:val="008E7364"/>
    <w:rsid w:val="008E7B50"/>
    <w:rsid w:val="008F0EAC"/>
    <w:rsid w:val="008F139C"/>
    <w:rsid w:val="008F1412"/>
    <w:rsid w:val="008F17B3"/>
    <w:rsid w:val="008F182D"/>
    <w:rsid w:val="008F26D5"/>
    <w:rsid w:val="008F2701"/>
    <w:rsid w:val="008F3D1E"/>
    <w:rsid w:val="008F4492"/>
    <w:rsid w:val="008F54CE"/>
    <w:rsid w:val="008F55E1"/>
    <w:rsid w:val="008F5894"/>
    <w:rsid w:val="008F6164"/>
    <w:rsid w:val="008F6713"/>
    <w:rsid w:val="008F6829"/>
    <w:rsid w:val="008F6983"/>
    <w:rsid w:val="008F6DE2"/>
    <w:rsid w:val="008F7450"/>
    <w:rsid w:val="0090001D"/>
    <w:rsid w:val="009005CD"/>
    <w:rsid w:val="00900D97"/>
    <w:rsid w:val="009010E4"/>
    <w:rsid w:val="009015BA"/>
    <w:rsid w:val="00901DB8"/>
    <w:rsid w:val="00901F60"/>
    <w:rsid w:val="00902032"/>
    <w:rsid w:val="00902B17"/>
    <w:rsid w:val="00903245"/>
    <w:rsid w:val="009033F9"/>
    <w:rsid w:val="009037BC"/>
    <w:rsid w:val="00903B7B"/>
    <w:rsid w:val="00903DDC"/>
    <w:rsid w:val="00903EBC"/>
    <w:rsid w:val="00904331"/>
    <w:rsid w:val="00905C93"/>
    <w:rsid w:val="009072A2"/>
    <w:rsid w:val="00907CB2"/>
    <w:rsid w:val="00910934"/>
    <w:rsid w:val="009109F5"/>
    <w:rsid w:val="00910C6F"/>
    <w:rsid w:val="009110CE"/>
    <w:rsid w:val="00911A25"/>
    <w:rsid w:val="00911BA4"/>
    <w:rsid w:val="00913935"/>
    <w:rsid w:val="00914374"/>
    <w:rsid w:val="00914C74"/>
    <w:rsid w:val="00916212"/>
    <w:rsid w:val="0091626B"/>
    <w:rsid w:val="009163F8"/>
    <w:rsid w:val="009167A9"/>
    <w:rsid w:val="0091718E"/>
    <w:rsid w:val="0091727E"/>
    <w:rsid w:val="00921372"/>
    <w:rsid w:val="00921B4B"/>
    <w:rsid w:val="009227C4"/>
    <w:rsid w:val="00922E37"/>
    <w:rsid w:val="0092368D"/>
    <w:rsid w:val="00924775"/>
    <w:rsid w:val="00924BD5"/>
    <w:rsid w:val="00925ECB"/>
    <w:rsid w:val="00926E7F"/>
    <w:rsid w:val="009304D0"/>
    <w:rsid w:val="00930A98"/>
    <w:rsid w:val="0093184D"/>
    <w:rsid w:val="00932012"/>
    <w:rsid w:val="009332C1"/>
    <w:rsid w:val="0093375A"/>
    <w:rsid w:val="00933935"/>
    <w:rsid w:val="009348F5"/>
    <w:rsid w:val="00934C09"/>
    <w:rsid w:val="009358FC"/>
    <w:rsid w:val="00936968"/>
    <w:rsid w:val="0093700A"/>
    <w:rsid w:val="0093732D"/>
    <w:rsid w:val="00937FC5"/>
    <w:rsid w:val="00940039"/>
    <w:rsid w:val="00941278"/>
    <w:rsid w:val="00941353"/>
    <w:rsid w:val="009414F1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0"/>
    <w:rsid w:val="00944F75"/>
    <w:rsid w:val="009457CB"/>
    <w:rsid w:val="0095119B"/>
    <w:rsid w:val="0095168D"/>
    <w:rsid w:val="00952248"/>
    <w:rsid w:val="0095283D"/>
    <w:rsid w:val="00953FA4"/>
    <w:rsid w:val="00954302"/>
    <w:rsid w:val="0095569B"/>
    <w:rsid w:val="00955C5B"/>
    <w:rsid w:val="009564DF"/>
    <w:rsid w:val="009567FE"/>
    <w:rsid w:val="009576F4"/>
    <w:rsid w:val="00957BCC"/>
    <w:rsid w:val="00960116"/>
    <w:rsid w:val="00960144"/>
    <w:rsid w:val="00960155"/>
    <w:rsid w:val="00960175"/>
    <w:rsid w:val="0096020D"/>
    <w:rsid w:val="00960AF0"/>
    <w:rsid w:val="00960ED5"/>
    <w:rsid w:val="00961050"/>
    <w:rsid w:val="00961209"/>
    <w:rsid w:val="00961642"/>
    <w:rsid w:val="009623F0"/>
    <w:rsid w:val="00964383"/>
    <w:rsid w:val="00965600"/>
    <w:rsid w:val="00965A97"/>
    <w:rsid w:val="00965E2E"/>
    <w:rsid w:val="00966518"/>
    <w:rsid w:val="00966F60"/>
    <w:rsid w:val="00967AC1"/>
    <w:rsid w:val="00967F16"/>
    <w:rsid w:val="00970160"/>
    <w:rsid w:val="009713D9"/>
    <w:rsid w:val="009726B4"/>
    <w:rsid w:val="00973566"/>
    <w:rsid w:val="009739E1"/>
    <w:rsid w:val="00974F37"/>
    <w:rsid w:val="00976766"/>
    <w:rsid w:val="00976CF3"/>
    <w:rsid w:val="00976D2A"/>
    <w:rsid w:val="00976E83"/>
    <w:rsid w:val="009816F0"/>
    <w:rsid w:val="009824FE"/>
    <w:rsid w:val="00982521"/>
    <w:rsid w:val="00982EB1"/>
    <w:rsid w:val="00983293"/>
    <w:rsid w:val="00983BBA"/>
    <w:rsid w:val="00983C91"/>
    <w:rsid w:val="009853BC"/>
    <w:rsid w:val="009857BC"/>
    <w:rsid w:val="00987D41"/>
    <w:rsid w:val="00990B3F"/>
    <w:rsid w:val="00990FBD"/>
    <w:rsid w:val="00991025"/>
    <w:rsid w:val="009925F5"/>
    <w:rsid w:val="00994485"/>
    <w:rsid w:val="00994546"/>
    <w:rsid w:val="00996108"/>
    <w:rsid w:val="00996580"/>
    <w:rsid w:val="009975B2"/>
    <w:rsid w:val="00997B92"/>
    <w:rsid w:val="009A0B9A"/>
    <w:rsid w:val="009A15A5"/>
    <w:rsid w:val="009A21EF"/>
    <w:rsid w:val="009A2BB2"/>
    <w:rsid w:val="009A36A7"/>
    <w:rsid w:val="009A3F97"/>
    <w:rsid w:val="009A3FE3"/>
    <w:rsid w:val="009A4071"/>
    <w:rsid w:val="009A5859"/>
    <w:rsid w:val="009A6553"/>
    <w:rsid w:val="009B04CB"/>
    <w:rsid w:val="009B12A6"/>
    <w:rsid w:val="009B31F0"/>
    <w:rsid w:val="009B3BA4"/>
    <w:rsid w:val="009B3F2D"/>
    <w:rsid w:val="009B4722"/>
    <w:rsid w:val="009B5810"/>
    <w:rsid w:val="009B6FB5"/>
    <w:rsid w:val="009B7149"/>
    <w:rsid w:val="009B7735"/>
    <w:rsid w:val="009C044E"/>
    <w:rsid w:val="009C1D4B"/>
    <w:rsid w:val="009C1ED3"/>
    <w:rsid w:val="009C2DA6"/>
    <w:rsid w:val="009C2DD2"/>
    <w:rsid w:val="009C3064"/>
    <w:rsid w:val="009C37F1"/>
    <w:rsid w:val="009C3B2E"/>
    <w:rsid w:val="009C4049"/>
    <w:rsid w:val="009C54BC"/>
    <w:rsid w:val="009C5975"/>
    <w:rsid w:val="009C634C"/>
    <w:rsid w:val="009C7C1E"/>
    <w:rsid w:val="009C7F07"/>
    <w:rsid w:val="009D0211"/>
    <w:rsid w:val="009D0AD6"/>
    <w:rsid w:val="009D1856"/>
    <w:rsid w:val="009D239D"/>
    <w:rsid w:val="009D2C61"/>
    <w:rsid w:val="009D3175"/>
    <w:rsid w:val="009D3331"/>
    <w:rsid w:val="009D374C"/>
    <w:rsid w:val="009D4CFD"/>
    <w:rsid w:val="009D55DC"/>
    <w:rsid w:val="009D6651"/>
    <w:rsid w:val="009D6A19"/>
    <w:rsid w:val="009D76BC"/>
    <w:rsid w:val="009E0C02"/>
    <w:rsid w:val="009E0C21"/>
    <w:rsid w:val="009E3392"/>
    <w:rsid w:val="009E3DEE"/>
    <w:rsid w:val="009E4699"/>
    <w:rsid w:val="009E4EAA"/>
    <w:rsid w:val="009E5291"/>
    <w:rsid w:val="009E53FC"/>
    <w:rsid w:val="009E5699"/>
    <w:rsid w:val="009E5966"/>
    <w:rsid w:val="009E5DE5"/>
    <w:rsid w:val="009E5F92"/>
    <w:rsid w:val="009E6049"/>
    <w:rsid w:val="009E61E3"/>
    <w:rsid w:val="009E7F88"/>
    <w:rsid w:val="009F1B72"/>
    <w:rsid w:val="009F2151"/>
    <w:rsid w:val="009F36A1"/>
    <w:rsid w:val="009F43EB"/>
    <w:rsid w:val="009F56A7"/>
    <w:rsid w:val="009F7007"/>
    <w:rsid w:val="00A000C6"/>
    <w:rsid w:val="00A00109"/>
    <w:rsid w:val="00A0106F"/>
    <w:rsid w:val="00A016F1"/>
    <w:rsid w:val="00A01B82"/>
    <w:rsid w:val="00A0256E"/>
    <w:rsid w:val="00A02595"/>
    <w:rsid w:val="00A03156"/>
    <w:rsid w:val="00A03B9C"/>
    <w:rsid w:val="00A0565D"/>
    <w:rsid w:val="00A061FA"/>
    <w:rsid w:val="00A06E66"/>
    <w:rsid w:val="00A0776A"/>
    <w:rsid w:val="00A1000B"/>
    <w:rsid w:val="00A103EA"/>
    <w:rsid w:val="00A10447"/>
    <w:rsid w:val="00A104F9"/>
    <w:rsid w:val="00A11744"/>
    <w:rsid w:val="00A11BF4"/>
    <w:rsid w:val="00A1224F"/>
    <w:rsid w:val="00A1322A"/>
    <w:rsid w:val="00A13D59"/>
    <w:rsid w:val="00A15F67"/>
    <w:rsid w:val="00A16287"/>
    <w:rsid w:val="00A16960"/>
    <w:rsid w:val="00A17201"/>
    <w:rsid w:val="00A17D33"/>
    <w:rsid w:val="00A201E6"/>
    <w:rsid w:val="00A22A63"/>
    <w:rsid w:val="00A23BD4"/>
    <w:rsid w:val="00A25B94"/>
    <w:rsid w:val="00A261A6"/>
    <w:rsid w:val="00A27BDD"/>
    <w:rsid w:val="00A30EE2"/>
    <w:rsid w:val="00A3182A"/>
    <w:rsid w:val="00A34323"/>
    <w:rsid w:val="00A34EBA"/>
    <w:rsid w:val="00A35798"/>
    <w:rsid w:val="00A35C42"/>
    <w:rsid w:val="00A37154"/>
    <w:rsid w:val="00A37B17"/>
    <w:rsid w:val="00A37C25"/>
    <w:rsid w:val="00A40C69"/>
    <w:rsid w:val="00A41D0C"/>
    <w:rsid w:val="00A4239C"/>
    <w:rsid w:val="00A439CB"/>
    <w:rsid w:val="00A449D9"/>
    <w:rsid w:val="00A45ED6"/>
    <w:rsid w:val="00A46CAB"/>
    <w:rsid w:val="00A47858"/>
    <w:rsid w:val="00A50E33"/>
    <w:rsid w:val="00A514B1"/>
    <w:rsid w:val="00A514C1"/>
    <w:rsid w:val="00A52175"/>
    <w:rsid w:val="00A52AFC"/>
    <w:rsid w:val="00A533BB"/>
    <w:rsid w:val="00A5363B"/>
    <w:rsid w:val="00A555EA"/>
    <w:rsid w:val="00A5638F"/>
    <w:rsid w:val="00A57C9F"/>
    <w:rsid w:val="00A57CD4"/>
    <w:rsid w:val="00A601E9"/>
    <w:rsid w:val="00A60B72"/>
    <w:rsid w:val="00A60D5C"/>
    <w:rsid w:val="00A611CA"/>
    <w:rsid w:val="00A6132A"/>
    <w:rsid w:val="00A61B17"/>
    <w:rsid w:val="00A61CB7"/>
    <w:rsid w:val="00A61FE8"/>
    <w:rsid w:val="00A62030"/>
    <w:rsid w:val="00A624D1"/>
    <w:rsid w:val="00A62B97"/>
    <w:rsid w:val="00A6341E"/>
    <w:rsid w:val="00A63B1B"/>
    <w:rsid w:val="00A6428D"/>
    <w:rsid w:val="00A643FD"/>
    <w:rsid w:val="00A64598"/>
    <w:rsid w:val="00A645BC"/>
    <w:rsid w:val="00A64D2D"/>
    <w:rsid w:val="00A6501D"/>
    <w:rsid w:val="00A656DF"/>
    <w:rsid w:val="00A659A4"/>
    <w:rsid w:val="00A65B36"/>
    <w:rsid w:val="00A66B4D"/>
    <w:rsid w:val="00A676B4"/>
    <w:rsid w:val="00A708D3"/>
    <w:rsid w:val="00A721ED"/>
    <w:rsid w:val="00A731D2"/>
    <w:rsid w:val="00A732DA"/>
    <w:rsid w:val="00A74099"/>
    <w:rsid w:val="00A74E85"/>
    <w:rsid w:val="00A7723B"/>
    <w:rsid w:val="00A80A2C"/>
    <w:rsid w:val="00A80BCA"/>
    <w:rsid w:val="00A81BC6"/>
    <w:rsid w:val="00A83D3E"/>
    <w:rsid w:val="00A857F2"/>
    <w:rsid w:val="00A858E0"/>
    <w:rsid w:val="00A85C3C"/>
    <w:rsid w:val="00A86C2B"/>
    <w:rsid w:val="00A9058A"/>
    <w:rsid w:val="00A9152F"/>
    <w:rsid w:val="00A91CA0"/>
    <w:rsid w:val="00A92F19"/>
    <w:rsid w:val="00A92F5C"/>
    <w:rsid w:val="00A932D8"/>
    <w:rsid w:val="00A93E1E"/>
    <w:rsid w:val="00A946CC"/>
    <w:rsid w:val="00A94D50"/>
    <w:rsid w:val="00A94F2B"/>
    <w:rsid w:val="00A952FE"/>
    <w:rsid w:val="00A95462"/>
    <w:rsid w:val="00A955E9"/>
    <w:rsid w:val="00A95F78"/>
    <w:rsid w:val="00A9655D"/>
    <w:rsid w:val="00A9703C"/>
    <w:rsid w:val="00A97318"/>
    <w:rsid w:val="00A978AF"/>
    <w:rsid w:val="00AA0B15"/>
    <w:rsid w:val="00AA0B2C"/>
    <w:rsid w:val="00AA0FE7"/>
    <w:rsid w:val="00AA1688"/>
    <w:rsid w:val="00AA1B56"/>
    <w:rsid w:val="00AA3330"/>
    <w:rsid w:val="00AA3B08"/>
    <w:rsid w:val="00AA4A2F"/>
    <w:rsid w:val="00AA4AA4"/>
    <w:rsid w:val="00AA59DE"/>
    <w:rsid w:val="00AA5AB0"/>
    <w:rsid w:val="00AA6DB9"/>
    <w:rsid w:val="00AB0B9E"/>
    <w:rsid w:val="00AB2105"/>
    <w:rsid w:val="00AB47AF"/>
    <w:rsid w:val="00AB53F2"/>
    <w:rsid w:val="00AB5AE1"/>
    <w:rsid w:val="00AB5B9E"/>
    <w:rsid w:val="00AB5C71"/>
    <w:rsid w:val="00AB617A"/>
    <w:rsid w:val="00AB7470"/>
    <w:rsid w:val="00AB7D04"/>
    <w:rsid w:val="00AC0897"/>
    <w:rsid w:val="00AC1296"/>
    <w:rsid w:val="00AC1305"/>
    <w:rsid w:val="00AC134E"/>
    <w:rsid w:val="00AC18C5"/>
    <w:rsid w:val="00AC1B7B"/>
    <w:rsid w:val="00AC1CDA"/>
    <w:rsid w:val="00AC2649"/>
    <w:rsid w:val="00AC2ED3"/>
    <w:rsid w:val="00AC3639"/>
    <w:rsid w:val="00AC3736"/>
    <w:rsid w:val="00AC42AA"/>
    <w:rsid w:val="00AC4AE3"/>
    <w:rsid w:val="00AC5814"/>
    <w:rsid w:val="00AC6F00"/>
    <w:rsid w:val="00AC6F23"/>
    <w:rsid w:val="00AC77D8"/>
    <w:rsid w:val="00AC77EF"/>
    <w:rsid w:val="00AD0213"/>
    <w:rsid w:val="00AD0584"/>
    <w:rsid w:val="00AD42A3"/>
    <w:rsid w:val="00AD4E4A"/>
    <w:rsid w:val="00AD587B"/>
    <w:rsid w:val="00AD58B4"/>
    <w:rsid w:val="00AD6397"/>
    <w:rsid w:val="00AD7159"/>
    <w:rsid w:val="00AD71BA"/>
    <w:rsid w:val="00AD72FD"/>
    <w:rsid w:val="00AD73EF"/>
    <w:rsid w:val="00AD7FE1"/>
    <w:rsid w:val="00AE0778"/>
    <w:rsid w:val="00AE13CC"/>
    <w:rsid w:val="00AE1F15"/>
    <w:rsid w:val="00AE24E2"/>
    <w:rsid w:val="00AE3643"/>
    <w:rsid w:val="00AE3B9C"/>
    <w:rsid w:val="00AE412D"/>
    <w:rsid w:val="00AE519B"/>
    <w:rsid w:val="00AE5580"/>
    <w:rsid w:val="00AE6766"/>
    <w:rsid w:val="00AF073F"/>
    <w:rsid w:val="00AF1EFF"/>
    <w:rsid w:val="00AF2486"/>
    <w:rsid w:val="00AF252B"/>
    <w:rsid w:val="00AF2622"/>
    <w:rsid w:val="00AF3117"/>
    <w:rsid w:val="00AF311E"/>
    <w:rsid w:val="00AF336D"/>
    <w:rsid w:val="00AF4139"/>
    <w:rsid w:val="00AF4686"/>
    <w:rsid w:val="00AF4C10"/>
    <w:rsid w:val="00AF4F04"/>
    <w:rsid w:val="00AF6B60"/>
    <w:rsid w:val="00B005EA"/>
    <w:rsid w:val="00B03DFB"/>
    <w:rsid w:val="00B03F9D"/>
    <w:rsid w:val="00B04F05"/>
    <w:rsid w:val="00B05885"/>
    <w:rsid w:val="00B06797"/>
    <w:rsid w:val="00B06A05"/>
    <w:rsid w:val="00B06F06"/>
    <w:rsid w:val="00B118E3"/>
    <w:rsid w:val="00B12E43"/>
    <w:rsid w:val="00B132F6"/>
    <w:rsid w:val="00B14248"/>
    <w:rsid w:val="00B14F11"/>
    <w:rsid w:val="00B15290"/>
    <w:rsid w:val="00B15BB3"/>
    <w:rsid w:val="00B15D66"/>
    <w:rsid w:val="00B16869"/>
    <w:rsid w:val="00B16930"/>
    <w:rsid w:val="00B17511"/>
    <w:rsid w:val="00B1781C"/>
    <w:rsid w:val="00B205BB"/>
    <w:rsid w:val="00B22400"/>
    <w:rsid w:val="00B226C6"/>
    <w:rsid w:val="00B228D1"/>
    <w:rsid w:val="00B22BE2"/>
    <w:rsid w:val="00B22D73"/>
    <w:rsid w:val="00B22F48"/>
    <w:rsid w:val="00B24841"/>
    <w:rsid w:val="00B2484F"/>
    <w:rsid w:val="00B24F5C"/>
    <w:rsid w:val="00B256A9"/>
    <w:rsid w:val="00B26251"/>
    <w:rsid w:val="00B26A8A"/>
    <w:rsid w:val="00B26FA8"/>
    <w:rsid w:val="00B274EE"/>
    <w:rsid w:val="00B2791B"/>
    <w:rsid w:val="00B279F1"/>
    <w:rsid w:val="00B27B66"/>
    <w:rsid w:val="00B30885"/>
    <w:rsid w:val="00B30942"/>
    <w:rsid w:val="00B31242"/>
    <w:rsid w:val="00B32480"/>
    <w:rsid w:val="00B326FA"/>
    <w:rsid w:val="00B34646"/>
    <w:rsid w:val="00B349EF"/>
    <w:rsid w:val="00B35121"/>
    <w:rsid w:val="00B353A7"/>
    <w:rsid w:val="00B354EC"/>
    <w:rsid w:val="00B3562C"/>
    <w:rsid w:val="00B35CAB"/>
    <w:rsid w:val="00B35DFE"/>
    <w:rsid w:val="00B40531"/>
    <w:rsid w:val="00B40D1F"/>
    <w:rsid w:val="00B4169D"/>
    <w:rsid w:val="00B423DC"/>
    <w:rsid w:val="00B424F3"/>
    <w:rsid w:val="00B439CB"/>
    <w:rsid w:val="00B450E2"/>
    <w:rsid w:val="00B454A9"/>
    <w:rsid w:val="00B460E1"/>
    <w:rsid w:val="00B46B79"/>
    <w:rsid w:val="00B47074"/>
    <w:rsid w:val="00B475AD"/>
    <w:rsid w:val="00B4774E"/>
    <w:rsid w:val="00B47AE9"/>
    <w:rsid w:val="00B513FB"/>
    <w:rsid w:val="00B51C14"/>
    <w:rsid w:val="00B52804"/>
    <w:rsid w:val="00B52B72"/>
    <w:rsid w:val="00B53241"/>
    <w:rsid w:val="00B542B0"/>
    <w:rsid w:val="00B56351"/>
    <w:rsid w:val="00B573D3"/>
    <w:rsid w:val="00B57943"/>
    <w:rsid w:val="00B57D14"/>
    <w:rsid w:val="00B57EE0"/>
    <w:rsid w:val="00B604C2"/>
    <w:rsid w:val="00B60E3B"/>
    <w:rsid w:val="00B61D1E"/>
    <w:rsid w:val="00B62CED"/>
    <w:rsid w:val="00B6301E"/>
    <w:rsid w:val="00B644ED"/>
    <w:rsid w:val="00B64BE6"/>
    <w:rsid w:val="00B64C6D"/>
    <w:rsid w:val="00B64CBB"/>
    <w:rsid w:val="00B64ED3"/>
    <w:rsid w:val="00B65B97"/>
    <w:rsid w:val="00B67BF1"/>
    <w:rsid w:val="00B7041B"/>
    <w:rsid w:val="00B706B6"/>
    <w:rsid w:val="00B70955"/>
    <w:rsid w:val="00B70A88"/>
    <w:rsid w:val="00B70EF5"/>
    <w:rsid w:val="00B70F7C"/>
    <w:rsid w:val="00B710E9"/>
    <w:rsid w:val="00B72102"/>
    <w:rsid w:val="00B7229D"/>
    <w:rsid w:val="00B73F63"/>
    <w:rsid w:val="00B754B9"/>
    <w:rsid w:val="00B75FD3"/>
    <w:rsid w:val="00B772FA"/>
    <w:rsid w:val="00B77C02"/>
    <w:rsid w:val="00B77E1A"/>
    <w:rsid w:val="00B80A17"/>
    <w:rsid w:val="00B80C89"/>
    <w:rsid w:val="00B81F7F"/>
    <w:rsid w:val="00B82CC2"/>
    <w:rsid w:val="00B82E24"/>
    <w:rsid w:val="00B83307"/>
    <w:rsid w:val="00B837AB"/>
    <w:rsid w:val="00B838A4"/>
    <w:rsid w:val="00B83985"/>
    <w:rsid w:val="00B840FD"/>
    <w:rsid w:val="00B84EA4"/>
    <w:rsid w:val="00B857E0"/>
    <w:rsid w:val="00B85F54"/>
    <w:rsid w:val="00B86F21"/>
    <w:rsid w:val="00B87404"/>
    <w:rsid w:val="00B90D6B"/>
    <w:rsid w:val="00B91A91"/>
    <w:rsid w:val="00B92133"/>
    <w:rsid w:val="00B931F3"/>
    <w:rsid w:val="00B9353E"/>
    <w:rsid w:val="00B9378D"/>
    <w:rsid w:val="00B94138"/>
    <w:rsid w:val="00B94291"/>
    <w:rsid w:val="00B949DA"/>
    <w:rsid w:val="00B94A31"/>
    <w:rsid w:val="00B95AB0"/>
    <w:rsid w:val="00B95D54"/>
    <w:rsid w:val="00B9616D"/>
    <w:rsid w:val="00B97519"/>
    <w:rsid w:val="00B979AC"/>
    <w:rsid w:val="00BA01C6"/>
    <w:rsid w:val="00BA0575"/>
    <w:rsid w:val="00BA1233"/>
    <w:rsid w:val="00BA139E"/>
    <w:rsid w:val="00BA1748"/>
    <w:rsid w:val="00BA1A50"/>
    <w:rsid w:val="00BA1FBD"/>
    <w:rsid w:val="00BA206D"/>
    <w:rsid w:val="00BA2C87"/>
    <w:rsid w:val="00BA407D"/>
    <w:rsid w:val="00BA4BF6"/>
    <w:rsid w:val="00BA4E31"/>
    <w:rsid w:val="00BA5391"/>
    <w:rsid w:val="00BA624C"/>
    <w:rsid w:val="00BA7409"/>
    <w:rsid w:val="00BB12B4"/>
    <w:rsid w:val="00BB2FF6"/>
    <w:rsid w:val="00BB38CB"/>
    <w:rsid w:val="00BB3E03"/>
    <w:rsid w:val="00BB4082"/>
    <w:rsid w:val="00BB4275"/>
    <w:rsid w:val="00BB5A16"/>
    <w:rsid w:val="00BB5F30"/>
    <w:rsid w:val="00BB6115"/>
    <w:rsid w:val="00BB688C"/>
    <w:rsid w:val="00BB733C"/>
    <w:rsid w:val="00BB7486"/>
    <w:rsid w:val="00BB77A1"/>
    <w:rsid w:val="00BC0115"/>
    <w:rsid w:val="00BC0130"/>
    <w:rsid w:val="00BC01B4"/>
    <w:rsid w:val="00BC0E9C"/>
    <w:rsid w:val="00BC12CA"/>
    <w:rsid w:val="00BC1311"/>
    <w:rsid w:val="00BC1FDE"/>
    <w:rsid w:val="00BC323F"/>
    <w:rsid w:val="00BC3C1F"/>
    <w:rsid w:val="00BC564D"/>
    <w:rsid w:val="00BC576B"/>
    <w:rsid w:val="00BC5D06"/>
    <w:rsid w:val="00BC5D7C"/>
    <w:rsid w:val="00BC66BD"/>
    <w:rsid w:val="00BC7B34"/>
    <w:rsid w:val="00BD019F"/>
    <w:rsid w:val="00BD0380"/>
    <w:rsid w:val="00BD048D"/>
    <w:rsid w:val="00BD099D"/>
    <w:rsid w:val="00BD0FFB"/>
    <w:rsid w:val="00BD1AEF"/>
    <w:rsid w:val="00BD3878"/>
    <w:rsid w:val="00BD3CAE"/>
    <w:rsid w:val="00BD497C"/>
    <w:rsid w:val="00BD5015"/>
    <w:rsid w:val="00BD54E6"/>
    <w:rsid w:val="00BD5E8C"/>
    <w:rsid w:val="00BD62A1"/>
    <w:rsid w:val="00BD683A"/>
    <w:rsid w:val="00BD79AC"/>
    <w:rsid w:val="00BD7BBE"/>
    <w:rsid w:val="00BD7E5F"/>
    <w:rsid w:val="00BE06BA"/>
    <w:rsid w:val="00BE14E0"/>
    <w:rsid w:val="00BE28A7"/>
    <w:rsid w:val="00BE2C72"/>
    <w:rsid w:val="00BE2D7C"/>
    <w:rsid w:val="00BE3FB6"/>
    <w:rsid w:val="00BE3FEB"/>
    <w:rsid w:val="00BE43D5"/>
    <w:rsid w:val="00BE463C"/>
    <w:rsid w:val="00BE5415"/>
    <w:rsid w:val="00BE681F"/>
    <w:rsid w:val="00BF1B7A"/>
    <w:rsid w:val="00BF2C58"/>
    <w:rsid w:val="00BF2EBA"/>
    <w:rsid w:val="00BF303D"/>
    <w:rsid w:val="00BF34C3"/>
    <w:rsid w:val="00BF3784"/>
    <w:rsid w:val="00BF3D90"/>
    <w:rsid w:val="00BF4625"/>
    <w:rsid w:val="00BF5460"/>
    <w:rsid w:val="00BF5CFA"/>
    <w:rsid w:val="00BF5D00"/>
    <w:rsid w:val="00BF74A9"/>
    <w:rsid w:val="00BF7C50"/>
    <w:rsid w:val="00BF7DF8"/>
    <w:rsid w:val="00C004EF"/>
    <w:rsid w:val="00C008C9"/>
    <w:rsid w:val="00C00C0E"/>
    <w:rsid w:val="00C00E73"/>
    <w:rsid w:val="00C00F55"/>
    <w:rsid w:val="00C01BBA"/>
    <w:rsid w:val="00C02097"/>
    <w:rsid w:val="00C02413"/>
    <w:rsid w:val="00C02B7E"/>
    <w:rsid w:val="00C033C9"/>
    <w:rsid w:val="00C03504"/>
    <w:rsid w:val="00C04243"/>
    <w:rsid w:val="00C04A09"/>
    <w:rsid w:val="00C04EF8"/>
    <w:rsid w:val="00C04F29"/>
    <w:rsid w:val="00C04F6C"/>
    <w:rsid w:val="00C05657"/>
    <w:rsid w:val="00C05778"/>
    <w:rsid w:val="00C05C0B"/>
    <w:rsid w:val="00C06D96"/>
    <w:rsid w:val="00C07420"/>
    <w:rsid w:val="00C078DF"/>
    <w:rsid w:val="00C1075C"/>
    <w:rsid w:val="00C10AE0"/>
    <w:rsid w:val="00C1217D"/>
    <w:rsid w:val="00C1360C"/>
    <w:rsid w:val="00C13750"/>
    <w:rsid w:val="00C14B4B"/>
    <w:rsid w:val="00C14BA8"/>
    <w:rsid w:val="00C16C81"/>
    <w:rsid w:val="00C16CCD"/>
    <w:rsid w:val="00C16F42"/>
    <w:rsid w:val="00C17485"/>
    <w:rsid w:val="00C205AF"/>
    <w:rsid w:val="00C2165D"/>
    <w:rsid w:val="00C218C0"/>
    <w:rsid w:val="00C2192B"/>
    <w:rsid w:val="00C21EBB"/>
    <w:rsid w:val="00C229F3"/>
    <w:rsid w:val="00C22B09"/>
    <w:rsid w:val="00C22B26"/>
    <w:rsid w:val="00C22FB1"/>
    <w:rsid w:val="00C23E9F"/>
    <w:rsid w:val="00C242CD"/>
    <w:rsid w:val="00C246B3"/>
    <w:rsid w:val="00C24A59"/>
    <w:rsid w:val="00C25D37"/>
    <w:rsid w:val="00C26C59"/>
    <w:rsid w:val="00C27267"/>
    <w:rsid w:val="00C27331"/>
    <w:rsid w:val="00C301BD"/>
    <w:rsid w:val="00C3048C"/>
    <w:rsid w:val="00C30689"/>
    <w:rsid w:val="00C3096A"/>
    <w:rsid w:val="00C31A63"/>
    <w:rsid w:val="00C324B5"/>
    <w:rsid w:val="00C33F89"/>
    <w:rsid w:val="00C34245"/>
    <w:rsid w:val="00C35A4A"/>
    <w:rsid w:val="00C3704B"/>
    <w:rsid w:val="00C3752A"/>
    <w:rsid w:val="00C37569"/>
    <w:rsid w:val="00C37659"/>
    <w:rsid w:val="00C37E0F"/>
    <w:rsid w:val="00C402E9"/>
    <w:rsid w:val="00C411DD"/>
    <w:rsid w:val="00C41441"/>
    <w:rsid w:val="00C430E6"/>
    <w:rsid w:val="00C43CDA"/>
    <w:rsid w:val="00C43FE0"/>
    <w:rsid w:val="00C451CF"/>
    <w:rsid w:val="00C45672"/>
    <w:rsid w:val="00C456AF"/>
    <w:rsid w:val="00C458E1"/>
    <w:rsid w:val="00C46344"/>
    <w:rsid w:val="00C464BE"/>
    <w:rsid w:val="00C46615"/>
    <w:rsid w:val="00C46E39"/>
    <w:rsid w:val="00C47182"/>
    <w:rsid w:val="00C47ABC"/>
    <w:rsid w:val="00C50091"/>
    <w:rsid w:val="00C50682"/>
    <w:rsid w:val="00C50D02"/>
    <w:rsid w:val="00C51883"/>
    <w:rsid w:val="00C51CC0"/>
    <w:rsid w:val="00C53277"/>
    <w:rsid w:val="00C544A2"/>
    <w:rsid w:val="00C5495C"/>
    <w:rsid w:val="00C55AA2"/>
    <w:rsid w:val="00C56CCB"/>
    <w:rsid w:val="00C572D9"/>
    <w:rsid w:val="00C57F44"/>
    <w:rsid w:val="00C60220"/>
    <w:rsid w:val="00C603C3"/>
    <w:rsid w:val="00C604EE"/>
    <w:rsid w:val="00C60664"/>
    <w:rsid w:val="00C61115"/>
    <w:rsid w:val="00C6210C"/>
    <w:rsid w:val="00C6263D"/>
    <w:rsid w:val="00C62707"/>
    <w:rsid w:val="00C63BD2"/>
    <w:rsid w:val="00C63D38"/>
    <w:rsid w:val="00C64A51"/>
    <w:rsid w:val="00C651DA"/>
    <w:rsid w:val="00C71031"/>
    <w:rsid w:val="00C711A5"/>
    <w:rsid w:val="00C7184B"/>
    <w:rsid w:val="00C71C29"/>
    <w:rsid w:val="00C721B2"/>
    <w:rsid w:val="00C731F3"/>
    <w:rsid w:val="00C73522"/>
    <w:rsid w:val="00C743F3"/>
    <w:rsid w:val="00C744C4"/>
    <w:rsid w:val="00C74AAF"/>
    <w:rsid w:val="00C74B93"/>
    <w:rsid w:val="00C74F49"/>
    <w:rsid w:val="00C7536E"/>
    <w:rsid w:val="00C75748"/>
    <w:rsid w:val="00C7587F"/>
    <w:rsid w:val="00C758F5"/>
    <w:rsid w:val="00C7681E"/>
    <w:rsid w:val="00C76B75"/>
    <w:rsid w:val="00C76B86"/>
    <w:rsid w:val="00C779BC"/>
    <w:rsid w:val="00C77B60"/>
    <w:rsid w:val="00C77E8F"/>
    <w:rsid w:val="00C80850"/>
    <w:rsid w:val="00C81862"/>
    <w:rsid w:val="00C827D4"/>
    <w:rsid w:val="00C8385F"/>
    <w:rsid w:val="00C84943"/>
    <w:rsid w:val="00C84A6A"/>
    <w:rsid w:val="00C857DC"/>
    <w:rsid w:val="00C857F3"/>
    <w:rsid w:val="00C85821"/>
    <w:rsid w:val="00C858FA"/>
    <w:rsid w:val="00C860D1"/>
    <w:rsid w:val="00C8753A"/>
    <w:rsid w:val="00C87E40"/>
    <w:rsid w:val="00C91B38"/>
    <w:rsid w:val="00C91FC4"/>
    <w:rsid w:val="00C92B1A"/>
    <w:rsid w:val="00C92D2D"/>
    <w:rsid w:val="00C93963"/>
    <w:rsid w:val="00C93CF5"/>
    <w:rsid w:val="00C93EAC"/>
    <w:rsid w:val="00C94320"/>
    <w:rsid w:val="00C94532"/>
    <w:rsid w:val="00C9528C"/>
    <w:rsid w:val="00C956D5"/>
    <w:rsid w:val="00C9614D"/>
    <w:rsid w:val="00C97353"/>
    <w:rsid w:val="00CA02C9"/>
    <w:rsid w:val="00CA109C"/>
    <w:rsid w:val="00CA14DD"/>
    <w:rsid w:val="00CA14E9"/>
    <w:rsid w:val="00CA2B5F"/>
    <w:rsid w:val="00CA301D"/>
    <w:rsid w:val="00CA30AD"/>
    <w:rsid w:val="00CA3B01"/>
    <w:rsid w:val="00CA3EAE"/>
    <w:rsid w:val="00CA4BE0"/>
    <w:rsid w:val="00CA4CE6"/>
    <w:rsid w:val="00CA5682"/>
    <w:rsid w:val="00CA64D1"/>
    <w:rsid w:val="00CA74AD"/>
    <w:rsid w:val="00CA74DE"/>
    <w:rsid w:val="00CA7643"/>
    <w:rsid w:val="00CA7E3F"/>
    <w:rsid w:val="00CB13A5"/>
    <w:rsid w:val="00CB28D5"/>
    <w:rsid w:val="00CB46B3"/>
    <w:rsid w:val="00CB59C5"/>
    <w:rsid w:val="00CB6206"/>
    <w:rsid w:val="00CB6559"/>
    <w:rsid w:val="00CB6EA2"/>
    <w:rsid w:val="00CB716A"/>
    <w:rsid w:val="00CB762B"/>
    <w:rsid w:val="00CB7F6C"/>
    <w:rsid w:val="00CC08AC"/>
    <w:rsid w:val="00CC12D7"/>
    <w:rsid w:val="00CC1F3E"/>
    <w:rsid w:val="00CC30BC"/>
    <w:rsid w:val="00CC3656"/>
    <w:rsid w:val="00CC371A"/>
    <w:rsid w:val="00CC3C5E"/>
    <w:rsid w:val="00CC4E65"/>
    <w:rsid w:val="00CC5D62"/>
    <w:rsid w:val="00CC6EDD"/>
    <w:rsid w:val="00CD0084"/>
    <w:rsid w:val="00CD235D"/>
    <w:rsid w:val="00CD4916"/>
    <w:rsid w:val="00CD52F5"/>
    <w:rsid w:val="00CD683F"/>
    <w:rsid w:val="00CD6DE0"/>
    <w:rsid w:val="00CD7B18"/>
    <w:rsid w:val="00CE018C"/>
    <w:rsid w:val="00CE055C"/>
    <w:rsid w:val="00CE0792"/>
    <w:rsid w:val="00CE0EA8"/>
    <w:rsid w:val="00CE1510"/>
    <w:rsid w:val="00CE2210"/>
    <w:rsid w:val="00CE2C13"/>
    <w:rsid w:val="00CE3169"/>
    <w:rsid w:val="00CE3EE9"/>
    <w:rsid w:val="00CE406C"/>
    <w:rsid w:val="00CE4651"/>
    <w:rsid w:val="00CE478D"/>
    <w:rsid w:val="00CE4BBB"/>
    <w:rsid w:val="00CE59F3"/>
    <w:rsid w:val="00CE6272"/>
    <w:rsid w:val="00CE65A4"/>
    <w:rsid w:val="00CE79EF"/>
    <w:rsid w:val="00CE7EA6"/>
    <w:rsid w:val="00CE7EC5"/>
    <w:rsid w:val="00CE7FF1"/>
    <w:rsid w:val="00CF0739"/>
    <w:rsid w:val="00CF0A12"/>
    <w:rsid w:val="00CF0CB9"/>
    <w:rsid w:val="00CF12AB"/>
    <w:rsid w:val="00CF1599"/>
    <w:rsid w:val="00CF164E"/>
    <w:rsid w:val="00CF2073"/>
    <w:rsid w:val="00CF31CC"/>
    <w:rsid w:val="00CF3F34"/>
    <w:rsid w:val="00CF4C3F"/>
    <w:rsid w:val="00CF5DB6"/>
    <w:rsid w:val="00CF6A5E"/>
    <w:rsid w:val="00CF6E84"/>
    <w:rsid w:val="00CF6FBA"/>
    <w:rsid w:val="00CF79CB"/>
    <w:rsid w:val="00D00B58"/>
    <w:rsid w:val="00D00EE8"/>
    <w:rsid w:val="00D023C2"/>
    <w:rsid w:val="00D02D0F"/>
    <w:rsid w:val="00D03C76"/>
    <w:rsid w:val="00D044A3"/>
    <w:rsid w:val="00D05514"/>
    <w:rsid w:val="00D0606A"/>
    <w:rsid w:val="00D111FE"/>
    <w:rsid w:val="00D11ECE"/>
    <w:rsid w:val="00D12965"/>
    <w:rsid w:val="00D134C4"/>
    <w:rsid w:val="00D13BB5"/>
    <w:rsid w:val="00D14116"/>
    <w:rsid w:val="00D1495D"/>
    <w:rsid w:val="00D15062"/>
    <w:rsid w:val="00D15136"/>
    <w:rsid w:val="00D15202"/>
    <w:rsid w:val="00D204AF"/>
    <w:rsid w:val="00D216C5"/>
    <w:rsid w:val="00D22A15"/>
    <w:rsid w:val="00D22A41"/>
    <w:rsid w:val="00D22AB1"/>
    <w:rsid w:val="00D22D68"/>
    <w:rsid w:val="00D22E1C"/>
    <w:rsid w:val="00D22EC0"/>
    <w:rsid w:val="00D23334"/>
    <w:rsid w:val="00D2345D"/>
    <w:rsid w:val="00D247FC"/>
    <w:rsid w:val="00D24AAA"/>
    <w:rsid w:val="00D2560A"/>
    <w:rsid w:val="00D25910"/>
    <w:rsid w:val="00D259EF"/>
    <w:rsid w:val="00D25EB0"/>
    <w:rsid w:val="00D265E6"/>
    <w:rsid w:val="00D27235"/>
    <w:rsid w:val="00D2745F"/>
    <w:rsid w:val="00D303BC"/>
    <w:rsid w:val="00D311DD"/>
    <w:rsid w:val="00D315F6"/>
    <w:rsid w:val="00D31E74"/>
    <w:rsid w:val="00D31EF4"/>
    <w:rsid w:val="00D31F54"/>
    <w:rsid w:val="00D32AD3"/>
    <w:rsid w:val="00D32D88"/>
    <w:rsid w:val="00D33665"/>
    <w:rsid w:val="00D33699"/>
    <w:rsid w:val="00D336B2"/>
    <w:rsid w:val="00D336FB"/>
    <w:rsid w:val="00D33BEB"/>
    <w:rsid w:val="00D33DE0"/>
    <w:rsid w:val="00D34C2C"/>
    <w:rsid w:val="00D3534D"/>
    <w:rsid w:val="00D3575F"/>
    <w:rsid w:val="00D35BC8"/>
    <w:rsid w:val="00D360D4"/>
    <w:rsid w:val="00D3664A"/>
    <w:rsid w:val="00D36883"/>
    <w:rsid w:val="00D36C16"/>
    <w:rsid w:val="00D378D6"/>
    <w:rsid w:val="00D37CD5"/>
    <w:rsid w:val="00D40838"/>
    <w:rsid w:val="00D40F59"/>
    <w:rsid w:val="00D41990"/>
    <w:rsid w:val="00D4275C"/>
    <w:rsid w:val="00D43214"/>
    <w:rsid w:val="00D43DAD"/>
    <w:rsid w:val="00D43E65"/>
    <w:rsid w:val="00D44116"/>
    <w:rsid w:val="00D447D3"/>
    <w:rsid w:val="00D4651E"/>
    <w:rsid w:val="00D47ACA"/>
    <w:rsid w:val="00D47E67"/>
    <w:rsid w:val="00D47EEE"/>
    <w:rsid w:val="00D508B2"/>
    <w:rsid w:val="00D50F0B"/>
    <w:rsid w:val="00D50F7D"/>
    <w:rsid w:val="00D532ED"/>
    <w:rsid w:val="00D53B34"/>
    <w:rsid w:val="00D53DC4"/>
    <w:rsid w:val="00D54F67"/>
    <w:rsid w:val="00D55C7A"/>
    <w:rsid w:val="00D55FD5"/>
    <w:rsid w:val="00D561DF"/>
    <w:rsid w:val="00D56302"/>
    <w:rsid w:val="00D5759B"/>
    <w:rsid w:val="00D57B86"/>
    <w:rsid w:val="00D57EBA"/>
    <w:rsid w:val="00D60274"/>
    <w:rsid w:val="00D611F5"/>
    <w:rsid w:val="00D61256"/>
    <w:rsid w:val="00D61684"/>
    <w:rsid w:val="00D61B20"/>
    <w:rsid w:val="00D61BD5"/>
    <w:rsid w:val="00D62E5D"/>
    <w:rsid w:val="00D62FFA"/>
    <w:rsid w:val="00D6418E"/>
    <w:rsid w:val="00D65335"/>
    <w:rsid w:val="00D672FA"/>
    <w:rsid w:val="00D67CF5"/>
    <w:rsid w:val="00D70B8B"/>
    <w:rsid w:val="00D714C1"/>
    <w:rsid w:val="00D71E11"/>
    <w:rsid w:val="00D728C3"/>
    <w:rsid w:val="00D73993"/>
    <w:rsid w:val="00D73B0D"/>
    <w:rsid w:val="00D73C11"/>
    <w:rsid w:val="00D74046"/>
    <w:rsid w:val="00D741A9"/>
    <w:rsid w:val="00D74D3B"/>
    <w:rsid w:val="00D752A1"/>
    <w:rsid w:val="00D756C1"/>
    <w:rsid w:val="00D75E96"/>
    <w:rsid w:val="00D76302"/>
    <w:rsid w:val="00D7709D"/>
    <w:rsid w:val="00D770E2"/>
    <w:rsid w:val="00D778B9"/>
    <w:rsid w:val="00D82C31"/>
    <w:rsid w:val="00D8386A"/>
    <w:rsid w:val="00D83CEF"/>
    <w:rsid w:val="00D84744"/>
    <w:rsid w:val="00D84746"/>
    <w:rsid w:val="00D84973"/>
    <w:rsid w:val="00D85068"/>
    <w:rsid w:val="00D8507E"/>
    <w:rsid w:val="00D855E5"/>
    <w:rsid w:val="00D86896"/>
    <w:rsid w:val="00D8710B"/>
    <w:rsid w:val="00D87C2D"/>
    <w:rsid w:val="00D87E7D"/>
    <w:rsid w:val="00D90C6F"/>
    <w:rsid w:val="00D91DD5"/>
    <w:rsid w:val="00D92D1C"/>
    <w:rsid w:val="00D93000"/>
    <w:rsid w:val="00D9310F"/>
    <w:rsid w:val="00D932F2"/>
    <w:rsid w:val="00D93ED0"/>
    <w:rsid w:val="00D94D04"/>
    <w:rsid w:val="00D95788"/>
    <w:rsid w:val="00D96232"/>
    <w:rsid w:val="00D96CCB"/>
    <w:rsid w:val="00D97730"/>
    <w:rsid w:val="00D977AA"/>
    <w:rsid w:val="00D97967"/>
    <w:rsid w:val="00DA0AD1"/>
    <w:rsid w:val="00DA2D4B"/>
    <w:rsid w:val="00DA47AE"/>
    <w:rsid w:val="00DA47CF"/>
    <w:rsid w:val="00DA51AF"/>
    <w:rsid w:val="00DA6A78"/>
    <w:rsid w:val="00DA7AC7"/>
    <w:rsid w:val="00DB0316"/>
    <w:rsid w:val="00DB039E"/>
    <w:rsid w:val="00DB072A"/>
    <w:rsid w:val="00DB08A5"/>
    <w:rsid w:val="00DB0ACC"/>
    <w:rsid w:val="00DB116A"/>
    <w:rsid w:val="00DB1527"/>
    <w:rsid w:val="00DB1C4A"/>
    <w:rsid w:val="00DB1EE0"/>
    <w:rsid w:val="00DB2674"/>
    <w:rsid w:val="00DB484C"/>
    <w:rsid w:val="00DB4E7D"/>
    <w:rsid w:val="00DB634F"/>
    <w:rsid w:val="00DB7FAE"/>
    <w:rsid w:val="00DC0114"/>
    <w:rsid w:val="00DC1781"/>
    <w:rsid w:val="00DC24AF"/>
    <w:rsid w:val="00DC3C74"/>
    <w:rsid w:val="00DC516C"/>
    <w:rsid w:val="00DC5807"/>
    <w:rsid w:val="00DC62A0"/>
    <w:rsid w:val="00DC6DD7"/>
    <w:rsid w:val="00DC7144"/>
    <w:rsid w:val="00DC73FE"/>
    <w:rsid w:val="00DD1875"/>
    <w:rsid w:val="00DD24D8"/>
    <w:rsid w:val="00DD38C8"/>
    <w:rsid w:val="00DD3F77"/>
    <w:rsid w:val="00DD43F9"/>
    <w:rsid w:val="00DD64EF"/>
    <w:rsid w:val="00DD7E36"/>
    <w:rsid w:val="00DE00BC"/>
    <w:rsid w:val="00DE070E"/>
    <w:rsid w:val="00DE1B31"/>
    <w:rsid w:val="00DE29B8"/>
    <w:rsid w:val="00DE37A4"/>
    <w:rsid w:val="00DE43C4"/>
    <w:rsid w:val="00DE5964"/>
    <w:rsid w:val="00DE5D89"/>
    <w:rsid w:val="00DE645C"/>
    <w:rsid w:val="00DE77BA"/>
    <w:rsid w:val="00DE7E39"/>
    <w:rsid w:val="00DF2498"/>
    <w:rsid w:val="00DF2A1B"/>
    <w:rsid w:val="00DF31BC"/>
    <w:rsid w:val="00DF3419"/>
    <w:rsid w:val="00DF37DF"/>
    <w:rsid w:val="00DF3E50"/>
    <w:rsid w:val="00DF4C84"/>
    <w:rsid w:val="00DF4ECA"/>
    <w:rsid w:val="00DF5E5B"/>
    <w:rsid w:val="00DF7463"/>
    <w:rsid w:val="00DF795A"/>
    <w:rsid w:val="00E002EA"/>
    <w:rsid w:val="00E0067E"/>
    <w:rsid w:val="00E01965"/>
    <w:rsid w:val="00E0217A"/>
    <w:rsid w:val="00E02453"/>
    <w:rsid w:val="00E025E0"/>
    <w:rsid w:val="00E02962"/>
    <w:rsid w:val="00E039E3"/>
    <w:rsid w:val="00E03FB0"/>
    <w:rsid w:val="00E045A5"/>
    <w:rsid w:val="00E04658"/>
    <w:rsid w:val="00E069E8"/>
    <w:rsid w:val="00E071D8"/>
    <w:rsid w:val="00E07D8D"/>
    <w:rsid w:val="00E10BD3"/>
    <w:rsid w:val="00E10CE6"/>
    <w:rsid w:val="00E10EE7"/>
    <w:rsid w:val="00E11293"/>
    <w:rsid w:val="00E1131E"/>
    <w:rsid w:val="00E1295E"/>
    <w:rsid w:val="00E12FD9"/>
    <w:rsid w:val="00E137A7"/>
    <w:rsid w:val="00E153C9"/>
    <w:rsid w:val="00E15569"/>
    <w:rsid w:val="00E1636F"/>
    <w:rsid w:val="00E167BB"/>
    <w:rsid w:val="00E17982"/>
    <w:rsid w:val="00E17C73"/>
    <w:rsid w:val="00E20EB8"/>
    <w:rsid w:val="00E2128A"/>
    <w:rsid w:val="00E22282"/>
    <w:rsid w:val="00E235D7"/>
    <w:rsid w:val="00E23AEE"/>
    <w:rsid w:val="00E23F1D"/>
    <w:rsid w:val="00E2485B"/>
    <w:rsid w:val="00E24B89"/>
    <w:rsid w:val="00E24BFF"/>
    <w:rsid w:val="00E256A5"/>
    <w:rsid w:val="00E25771"/>
    <w:rsid w:val="00E25BDA"/>
    <w:rsid w:val="00E2614B"/>
    <w:rsid w:val="00E308D6"/>
    <w:rsid w:val="00E30D89"/>
    <w:rsid w:val="00E31758"/>
    <w:rsid w:val="00E31BF0"/>
    <w:rsid w:val="00E31D0B"/>
    <w:rsid w:val="00E33B06"/>
    <w:rsid w:val="00E346F1"/>
    <w:rsid w:val="00E34EE3"/>
    <w:rsid w:val="00E35216"/>
    <w:rsid w:val="00E354C7"/>
    <w:rsid w:val="00E40220"/>
    <w:rsid w:val="00E41C92"/>
    <w:rsid w:val="00E421C2"/>
    <w:rsid w:val="00E422F5"/>
    <w:rsid w:val="00E42DD9"/>
    <w:rsid w:val="00E43995"/>
    <w:rsid w:val="00E439C2"/>
    <w:rsid w:val="00E43E12"/>
    <w:rsid w:val="00E43F42"/>
    <w:rsid w:val="00E441B2"/>
    <w:rsid w:val="00E44724"/>
    <w:rsid w:val="00E453DD"/>
    <w:rsid w:val="00E462EB"/>
    <w:rsid w:val="00E47605"/>
    <w:rsid w:val="00E50573"/>
    <w:rsid w:val="00E5254B"/>
    <w:rsid w:val="00E53445"/>
    <w:rsid w:val="00E5449F"/>
    <w:rsid w:val="00E55104"/>
    <w:rsid w:val="00E556C2"/>
    <w:rsid w:val="00E603F4"/>
    <w:rsid w:val="00E623FD"/>
    <w:rsid w:val="00E62B05"/>
    <w:rsid w:val="00E63297"/>
    <w:rsid w:val="00E63E55"/>
    <w:rsid w:val="00E64962"/>
    <w:rsid w:val="00E64A7D"/>
    <w:rsid w:val="00E64F32"/>
    <w:rsid w:val="00E65036"/>
    <w:rsid w:val="00E650DE"/>
    <w:rsid w:val="00E654C2"/>
    <w:rsid w:val="00E654F4"/>
    <w:rsid w:val="00E65AEC"/>
    <w:rsid w:val="00E65F8F"/>
    <w:rsid w:val="00E664C7"/>
    <w:rsid w:val="00E665E2"/>
    <w:rsid w:val="00E66805"/>
    <w:rsid w:val="00E7123B"/>
    <w:rsid w:val="00E71D8D"/>
    <w:rsid w:val="00E71FFE"/>
    <w:rsid w:val="00E72395"/>
    <w:rsid w:val="00E724EB"/>
    <w:rsid w:val="00E7321F"/>
    <w:rsid w:val="00E7335C"/>
    <w:rsid w:val="00E73B1C"/>
    <w:rsid w:val="00E75099"/>
    <w:rsid w:val="00E7571D"/>
    <w:rsid w:val="00E759E4"/>
    <w:rsid w:val="00E75EEA"/>
    <w:rsid w:val="00E774DB"/>
    <w:rsid w:val="00E776DD"/>
    <w:rsid w:val="00E80AAD"/>
    <w:rsid w:val="00E80D47"/>
    <w:rsid w:val="00E80FBA"/>
    <w:rsid w:val="00E815A4"/>
    <w:rsid w:val="00E81F33"/>
    <w:rsid w:val="00E82399"/>
    <w:rsid w:val="00E830F9"/>
    <w:rsid w:val="00E851A6"/>
    <w:rsid w:val="00E8545C"/>
    <w:rsid w:val="00E85713"/>
    <w:rsid w:val="00E85962"/>
    <w:rsid w:val="00E85AFB"/>
    <w:rsid w:val="00E901F6"/>
    <w:rsid w:val="00E9136A"/>
    <w:rsid w:val="00E91F16"/>
    <w:rsid w:val="00E92783"/>
    <w:rsid w:val="00E93ED0"/>
    <w:rsid w:val="00E94875"/>
    <w:rsid w:val="00E95B44"/>
    <w:rsid w:val="00E95BE5"/>
    <w:rsid w:val="00EA14F8"/>
    <w:rsid w:val="00EA2155"/>
    <w:rsid w:val="00EA253B"/>
    <w:rsid w:val="00EA26C4"/>
    <w:rsid w:val="00EA2E83"/>
    <w:rsid w:val="00EA3458"/>
    <w:rsid w:val="00EA34AA"/>
    <w:rsid w:val="00EA4EDF"/>
    <w:rsid w:val="00EA5061"/>
    <w:rsid w:val="00EA620C"/>
    <w:rsid w:val="00EA6299"/>
    <w:rsid w:val="00EA6DE0"/>
    <w:rsid w:val="00EA6FAC"/>
    <w:rsid w:val="00EB0D21"/>
    <w:rsid w:val="00EB1B17"/>
    <w:rsid w:val="00EB1D2D"/>
    <w:rsid w:val="00EB2C24"/>
    <w:rsid w:val="00EB2EC2"/>
    <w:rsid w:val="00EB3475"/>
    <w:rsid w:val="00EB3599"/>
    <w:rsid w:val="00EB5F63"/>
    <w:rsid w:val="00EB6073"/>
    <w:rsid w:val="00EB6597"/>
    <w:rsid w:val="00EB6A65"/>
    <w:rsid w:val="00EB6C0E"/>
    <w:rsid w:val="00EB7ADF"/>
    <w:rsid w:val="00EC1093"/>
    <w:rsid w:val="00EC1FE1"/>
    <w:rsid w:val="00EC347C"/>
    <w:rsid w:val="00EC43BD"/>
    <w:rsid w:val="00EC5CD3"/>
    <w:rsid w:val="00EC6233"/>
    <w:rsid w:val="00EC79CA"/>
    <w:rsid w:val="00EC7B67"/>
    <w:rsid w:val="00ED07D1"/>
    <w:rsid w:val="00ED09B5"/>
    <w:rsid w:val="00ED0B79"/>
    <w:rsid w:val="00ED29C0"/>
    <w:rsid w:val="00ED38F1"/>
    <w:rsid w:val="00ED4910"/>
    <w:rsid w:val="00ED51D8"/>
    <w:rsid w:val="00ED61E5"/>
    <w:rsid w:val="00ED7213"/>
    <w:rsid w:val="00ED75D7"/>
    <w:rsid w:val="00ED7AC2"/>
    <w:rsid w:val="00ED7D1D"/>
    <w:rsid w:val="00EE0A25"/>
    <w:rsid w:val="00EE0B17"/>
    <w:rsid w:val="00EE0C84"/>
    <w:rsid w:val="00EE10A7"/>
    <w:rsid w:val="00EE1692"/>
    <w:rsid w:val="00EE1CC1"/>
    <w:rsid w:val="00EE27F0"/>
    <w:rsid w:val="00EE497E"/>
    <w:rsid w:val="00EE4CD6"/>
    <w:rsid w:val="00EE4E2A"/>
    <w:rsid w:val="00EE516D"/>
    <w:rsid w:val="00EE5744"/>
    <w:rsid w:val="00EE5888"/>
    <w:rsid w:val="00EE5B00"/>
    <w:rsid w:val="00EE71E1"/>
    <w:rsid w:val="00EE7281"/>
    <w:rsid w:val="00EF0F23"/>
    <w:rsid w:val="00EF204E"/>
    <w:rsid w:val="00EF21C8"/>
    <w:rsid w:val="00EF237F"/>
    <w:rsid w:val="00EF3F27"/>
    <w:rsid w:val="00EF3F45"/>
    <w:rsid w:val="00EF4BB9"/>
    <w:rsid w:val="00EF62F9"/>
    <w:rsid w:val="00EF6E1D"/>
    <w:rsid w:val="00EF79BF"/>
    <w:rsid w:val="00EF7BB5"/>
    <w:rsid w:val="00F0031B"/>
    <w:rsid w:val="00F0227B"/>
    <w:rsid w:val="00F0265C"/>
    <w:rsid w:val="00F03865"/>
    <w:rsid w:val="00F041E4"/>
    <w:rsid w:val="00F0479C"/>
    <w:rsid w:val="00F04B5D"/>
    <w:rsid w:val="00F07940"/>
    <w:rsid w:val="00F07FC1"/>
    <w:rsid w:val="00F1031C"/>
    <w:rsid w:val="00F105DC"/>
    <w:rsid w:val="00F122A5"/>
    <w:rsid w:val="00F12543"/>
    <w:rsid w:val="00F128C7"/>
    <w:rsid w:val="00F134EF"/>
    <w:rsid w:val="00F13698"/>
    <w:rsid w:val="00F136B5"/>
    <w:rsid w:val="00F13CA3"/>
    <w:rsid w:val="00F15AFC"/>
    <w:rsid w:val="00F15D17"/>
    <w:rsid w:val="00F15E46"/>
    <w:rsid w:val="00F15F51"/>
    <w:rsid w:val="00F163C3"/>
    <w:rsid w:val="00F175D9"/>
    <w:rsid w:val="00F17EDD"/>
    <w:rsid w:val="00F2007B"/>
    <w:rsid w:val="00F200BD"/>
    <w:rsid w:val="00F20285"/>
    <w:rsid w:val="00F20BCE"/>
    <w:rsid w:val="00F214FB"/>
    <w:rsid w:val="00F21E4C"/>
    <w:rsid w:val="00F226EB"/>
    <w:rsid w:val="00F23114"/>
    <w:rsid w:val="00F2676A"/>
    <w:rsid w:val="00F27B77"/>
    <w:rsid w:val="00F332F6"/>
    <w:rsid w:val="00F33D20"/>
    <w:rsid w:val="00F3509E"/>
    <w:rsid w:val="00F35371"/>
    <w:rsid w:val="00F35535"/>
    <w:rsid w:val="00F355B5"/>
    <w:rsid w:val="00F358CF"/>
    <w:rsid w:val="00F37734"/>
    <w:rsid w:val="00F37B69"/>
    <w:rsid w:val="00F40038"/>
    <w:rsid w:val="00F415D1"/>
    <w:rsid w:val="00F41C18"/>
    <w:rsid w:val="00F4200B"/>
    <w:rsid w:val="00F42C86"/>
    <w:rsid w:val="00F45337"/>
    <w:rsid w:val="00F453F1"/>
    <w:rsid w:val="00F458E5"/>
    <w:rsid w:val="00F45E3D"/>
    <w:rsid w:val="00F45ECF"/>
    <w:rsid w:val="00F46BF5"/>
    <w:rsid w:val="00F479BD"/>
    <w:rsid w:val="00F47ADA"/>
    <w:rsid w:val="00F50D24"/>
    <w:rsid w:val="00F50F40"/>
    <w:rsid w:val="00F5104B"/>
    <w:rsid w:val="00F51304"/>
    <w:rsid w:val="00F52BB9"/>
    <w:rsid w:val="00F53AAC"/>
    <w:rsid w:val="00F55071"/>
    <w:rsid w:val="00F55540"/>
    <w:rsid w:val="00F563AF"/>
    <w:rsid w:val="00F56AF7"/>
    <w:rsid w:val="00F56BCB"/>
    <w:rsid w:val="00F56DD1"/>
    <w:rsid w:val="00F56ECB"/>
    <w:rsid w:val="00F61132"/>
    <w:rsid w:val="00F61376"/>
    <w:rsid w:val="00F61D69"/>
    <w:rsid w:val="00F634D7"/>
    <w:rsid w:val="00F6399A"/>
    <w:rsid w:val="00F63BE6"/>
    <w:rsid w:val="00F63F83"/>
    <w:rsid w:val="00F6430A"/>
    <w:rsid w:val="00F64D94"/>
    <w:rsid w:val="00F64ED5"/>
    <w:rsid w:val="00F657E2"/>
    <w:rsid w:val="00F65BE1"/>
    <w:rsid w:val="00F65FC6"/>
    <w:rsid w:val="00F7033C"/>
    <w:rsid w:val="00F70B78"/>
    <w:rsid w:val="00F71471"/>
    <w:rsid w:val="00F71992"/>
    <w:rsid w:val="00F72362"/>
    <w:rsid w:val="00F73CAF"/>
    <w:rsid w:val="00F73D13"/>
    <w:rsid w:val="00F748CA"/>
    <w:rsid w:val="00F74C1E"/>
    <w:rsid w:val="00F74DAF"/>
    <w:rsid w:val="00F74E7A"/>
    <w:rsid w:val="00F75C92"/>
    <w:rsid w:val="00F760CC"/>
    <w:rsid w:val="00F76D7C"/>
    <w:rsid w:val="00F7726D"/>
    <w:rsid w:val="00F775C5"/>
    <w:rsid w:val="00F803FF"/>
    <w:rsid w:val="00F80B97"/>
    <w:rsid w:val="00F81333"/>
    <w:rsid w:val="00F81ED7"/>
    <w:rsid w:val="00F82DB6"/>
    <w:rsid w:val="00F83348"/>
    <w:rsid w:val="00F834CE"/>
    <w:rsid w:val="00F8374C"/>
    <w:rsid w:val="00F83971"/>
    <w:rsid w:val="00F844CC"/>
    <w:rsid w:val="00F84520"/>
    <w:rsid w:val="00F84865"/>
    <w:rsid w:val="00F84B77"/>
    <w:rsid w:val="00F856FE"/>
    <w:rsid w:val="00F85D9D"/>
    <w:rsid w:val="00F861FF"/>
    <w:rsid w:val="00F87DD2"/>
    <w:rsid w:val="00F90CCF"/>
    <w:rsid w:val="00F90E62"/>
    <w:rsid w:val="00F90F80"/>
    <w:rsid w:val="00F910A8"/>
    <w:rsid w:val="00F9110A"/>
    <w:rsid w:val="00F91E7D"/>
    <w:rsid w:val="00F9252E"/>
    <w:rsid w:val="00F92796"/>
    <w:rsid w:val="00F92D95"/>
    <w:rsid w:val="00F93482"/>
    <w:rsid w:val="00F93E48"/>
    <w:rsid w:val="00F93E74"/>
    <w:rsid w:val="00F93EC7"/>
    <w:rsid w:val="00F94026"/>
    <w:rsid w:val="00F94535"/>
    <w:rsid w:val="00F9529B"/>
    <w:rsid w:val="00F957A5"/>
    <w:rsid w:val="00F9602C"/>
    <w:rsid w:val="00F9630D"/>
    <w:rsid w:val="00F965A5"/>
    <w:rsid w:val="00FA0366"/>
    <w:rsid w:val="00FA0D76"/>
    <w:rsid w:val="00FA29EF"/>
    <w:rsid w:val="00FA2E3A"/>
    <w:rsid w:val="00FA301E"/>
    <w:rsid w:val="00FA3FF0"/>
    <w:rsid w:val="00FA42B3"/>
    <w:rsid w:val="00FA718C"/>
    <w:rsid w:val="00FA7781"/>
    <w:rsid w:val="00FA7936"/>
    <w:rsid w:val="00FA7A60"/>
    <w:rsid w:val="00FB15D0"/>
    <w:rsid w:val="00FB18FD"/>
    <w:rsid w:val="00FB1D44"/>
    <w:rsid w:val="00FB2972"/>
    <w:rsid w:val="00FB3140"/>
    <w:rsid w:val="00FB3359"/>
    <w:rsid w:val="00FB363E"/>
    <w:rsid w:val="00FB3A6F"/>
    <w:rsid w:val="00FB3BCD"/>
    <w:rsid w:val="00FB4257"/>
    <w:rsid w:val="00FB43AF"/>
    <w:rsid w:val="00FB57EA"/>
    <w:rsid w:val="00FB5C2B"/>
    <w:rsid w:val="00FB6E8A"/>
    <w:rsid w:val="00FB6F40"/>
    <w:rsid w:val="00FB74E3"/>
    <w:rsid w:val="00FC0429"/>
    <w:rsid w:val="00FC093C"/>
    <w:rsid w:val="00FC0E92"/>
    <w:rsid w:val="00FC113A"/>
    <w:rsid w:val="00FC1719"/>
    <w:rsid w:val="00FC22C5"/>
    <w:rsid w:val="00FC292D"/>
    <w:rsid w:val="00FC2E39"/>
    <w:rsid w:val="00FC40C7"/>
    <w:rsid w:val="00FC4494"/>
    <w:rsid w:val="00FC4E54"/>
    <w:rsid w:val="00FC69C7"/>
    <w:rsid w:val="00FC7160"/>
    <w:rsid w:val="00FC75B1"/>
    <w:rsid w:val="00FC7C32"/>
    <w:rsid w:val="00FD0666"/>
    <w:rsid w:val="00FD09BC"/>
    <w:rsid w:val="00FD10C9"/>
    <w:rsid w:val="00FD164A"/>
    <w:rsid w:val="00FD18A1"/>
    <w:rsid w:val="00FD23BB"/>
    <w:rsid w:val="00FD2A09"/>
    <w:rsid w:val="00FD33FD"/>
    <w:rsid w:val="00FD433A"/>
    <w:rsid w:val="00FD4A6E"/>
    <w:rsid w:val="00FD4BF6"/>
    <w:rsid w:val="00FD5764"/>
    <w:rsid w:val="00FD590C"/>
    <w:rsid w:val="00FD5D6B"/>
    <w:rsid w:val="00FD6335"/>
    <w:rsid w:val="00FD7220"/>
    <w:rsid w:val="00FD72E4"/>
    <w:rsid w:val="00FD7ED1"/>
    <w:rsid w:val="00FE08A8"/>
    <w:rsid w:val="00FE0935"/>
    <w:rsid w:val="00FE1DC5"/>
    <w:rsid w:val="00FE204A"/>
    <w:rsid w:val="00FE20C7"/>
    <w:rsid w:val="00FE242F"/>
    <w:rsid w:val="00FE33F9"/>
    <w:rsid w:val="00FE3539"/>
    <w:rsid w:val="00FE3D9A"/>
    <w:rsid w:val="00FE47CF"/>
    <w:rsid w:val="00FE4A89"/>
    <w:rsid w:val="00FE4D32"/>
    <w:rsid w:val="00FE4D74"/>
    <w:rsid w:val="00FE52C4"/>
    <w:rsid w:val="00FE5B0E"/>
    <w:rsid w:val="00FE5BCF"/>
    <w:rsid w:val="00FE6AA9"/>
    <w:rsid w:val="00FE7A33"/>
    <w:rsid w:val="00FF0AA5"/>
    <w:rsid w:val="00FF1440"/>
    <w:rsid w:val="00FF14A5"/>
    <w:rsid w:val="00FF15AF"/>
    <w:rsid w:val="00FF1629"/>
    <w:rsid w:val="00FF192B"/>
    <w:rsid w:val="00FF1A9A"/>
    <w:rsid w:val="00FF29E7"/>
    <w:rsid w:val="00FF3132"/>
    <w:rsid w:val="00FF37D9"/>
    <w:rsid w:val="00FF3EB6"/>
    <w:rsid w:val="00FF3F61"/>
    <w:rsid w:val="00FF522C"/>
    <w:rsid w:val="00FF5A04"/>
    <w:rsid w:val="00FF5AF5"/>
    <w:rsid w:val="00FF658D"/>
    <w:rsid w:val="00FF6C43"/>
    <w:rsid w:val="00FF6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A6501D"/>
    <w:rPr>
      <w:rFonts w:ascii="Antiqua" w:eastAsia="Times New Roman" w:hAnsi="Antiqua"/>
      <w:sz w:val="26"/>
      <w:szCs w:val="20"/>
      <w:lang w:val="uk-UA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85B7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5B7D"/>
    <w:rPr>
      <w:rFonts w:ascii="Cambria" w:hAnsi="Cambria" w:cs="Times New Roman"/>
      <w:b/>
      <w:bCs/>
      <w:kern w:val="32"/>
      <w:sz w:val="32"/>
      <w:szCs w:val="32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650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501D"/>
    <w:rPr>
      <w:rFonts w:ascii="Tahoma" w:hAnsi="Tahoma" w:cs="Tahoma"/>
      <w:sz w:val="16"/>
      <w:szCs w:val="16"/>
      <w:lang w:val="uk-UA" w:eastAsia="ru-RU"/>
    </w:rPr>
  </w:style>
  <w:style w:type="paragraph" w:styleId="Header">
    <w:name w:val="header"/>
    <w:basedOn w:val="Normal"/>
    <w:link w:val="HeaderChar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  <w:style w:type="paragraph" w:styleId="Footer">
    <w:name w:val="footer"/>
    <w:basedOn w:val="Normal"/>
    <w:link w:val="FooterChar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37019B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885B7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85B7D"/>
    <w:rPr>
      <w:rFonts w:ascii="Cambria" w:hAnsi="Cambria" w:cs="Times New Roman"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locked/>
    <w:rsid w:val="006C236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60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315</Words>
  <Characters>1798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9</cp:revision>
  <cp:lastPrinted>2021-11-15T13:42:00Z</cp:lastPrinted>
  <dcterms:created xsi:type="dcterms:W3CDTF">2023-09-04T11:37:00Z</dcterms:created>
  <dcterms:modified xsi:type="dcterms:W3CDTF">2023-09-05T12:20:00Z</dcterms:modified>
</cp:coreProperties>
</file>