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632" w:rsidRDefault="00173632" w:rsidP="000A51EF">
      <w:pPr>
        <w:pStyle w:val="NormalWeb"/>
        <w:jc w:val="both"/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3in">
            <v:imagedata r:id="rId4"/>
          </v:shape>
        </w:pict>
      </w:r>
    </w:p>
    <w:p w:rsidR="00173632" w:rsidRDefault="00173632" w:rsidP="00D30321">
      <w:pPr>
        <w:pStyle w:val="NormalWeb"/>
        <w:sectPr w:rsidR="00173632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878"/>
      </w:tblGrid>
      <w:tr w:rsidR="00173632" w:rsidRPr="0037069F">
        <w:trPr>
          <w:tblCellSpacing w:w="22" w:type="dxa"/>
        </w:trPr>
        <w:tc>
          <w:tcPr>
            <w:tcW w:w="5000" w:type="pct"/>
          </w:tcPr>
          <w:p w:rsidR="00173632" w:rsidRPr="0037069F" w:rsidRDefault="00173632" w:rsidP="00D30321">
            <w:pPr>
              <w:pStyle w:val="NormalWeb"/>
            </w:pPr>
            <w:r w:rsidRPr="0037069F">
              <w:t>ЗАТВЕРДЖЕНО</w:t>
            </w:r>
            <w:r w:rsidRPr="0037069F">
              <w:br/>
            </w:r>
            <w:r w:rsidRPr="0037069F">
              <w:rPr>
                <w:color w:val="0000FF"/>
              </w:rPr>
              <w:t>Наказ Міністерства фінансів України</w:t>
            </w:r>
            <w:r w:rsidRPr="0037069F">
              <w:rPr>
                <w:color w:val="0000FF"/>
              </w:rPr>
              <w:br/>
              <w:t>26 серпня 2014 року N 836</w:t>
            </w:r>
          </w:p>
        </w:tc>
      </w:tr>
    </w:tbl>
    <w:p w:rsidR="00173632" w:rsidRDefault="00173632"/>
    <w:p w:rsidR="00173632" w:rsidRDefault="00173632"/>
    <w:p w:rsidR="00173632" w:rsidRDefault="00173632"/>
    <w:p w:rsidR="00173632" w:rsidRDefault="00173632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173632" w:rsidRPr="0037069F">
        <w:trPr>
          <w:tblCellSpacing w:w="22" w:type="dxa"/>
          <w:jc w:val="center"/>
        </w:trPr>
        <w:tc>
          <w:tcPr>
            <w:tcW w:w="2726" w:type="pct"/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2230" w:type="pct"/>
          </w:tcPr>
          <w:p w:rsidR="00173632" w:rsidRPr="0037069F" w:rsidRDefault="00173632" w:rsidP="00D30321">
            <w:pPr>
              <w:pStyle w:val="NormalWeb"/>
            </w:pPr>
            <w:r w:rsidRPr="0037069F">
              <w:t>ЗАТВЕРДЖЕНО</w:t>
            </w:r>
            <w:r w:rsidRPr="0037069F">
              <w:br/>
              <w:t xml:space="preserve">Наказ </w:t>
            </w:r>
            <w:r>
              <w:t>Управління праці та соціального захисту населення</w:t>
            </w:r>
            <w:r w:rsidRPr="0037069F">
              <w:br/>
            </w:r>
            <w:r>
              <w:t>виконавчого комітету Рівненської міської ради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головного розпорядника коштів місцевого бюджету)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наказ</w:t>
            </w:r>
            <w:r>
              <w:t xml:space="preserve"> Управління бюджету і фінансів виконавчого </w:t>
            </w:r>
            <w:r w:rsidRPr="0037069F">
              <w:br/>
            </w:r>
            <w:r>
              <w:t xml:space="preserve">комітету Рівненської міської ради     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місцевого фінансового органу)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_________________ N ______</w:t>
            </w:r>
          </w:p>
        </w:tc>
      </w:tr>
    </w:tbl>
    <w:p w:rsidR="00173632" w:rsidRDefault="00173632" w:rsidP="000A51EF">
      <w:pPr>
        <w:pStyle w:val="Heading3"/>
        <w:jc w:val="center"/>
      </w:pPr>
      <w:r>
        <w:t>Паспорт</w:t>
      </w:r>
      <w:r>
        <w:br/>
        <w:t>бюджетної програми місцевого бюджету на</w:t>
      </w:r>
      <w:r w:rsidRPr="00141A77">
        <w:rPr>
          <w:lang w:val="ru-RU"/>
        </w:rPr>
        <w:t xml:space="preserve"> 201</w:t>
      </w:r>
      <w:r w:rsidRPr="00E37D89">
        <w:rPr>
          <w:lang w:val="ru-RU"/>
        </w:rPr>
        <w:t>8</w:t>
      </w:r>
      <w:r w:rsidRPr="00141A77">
        <w:rPr>
          <w:lang w:val="ru-RU"/>
        </w:rPr>
        <w:t xml:space="preserve"> </w:t>
      </w:r>
      <w:r>
        <w:t xml:space="preserve"> рік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73632" w:rsidRPr="0037069F">
        <w:trPr>
          <w:tblCellSpacing w:w="22" w:type="dxa"/>
          <w:jc w:val="center"/>
        </w:trPr>
        <w:tc>
          <w:tcPr>
            <w:tcW w:w="5000" w:type="pct"/>
          </w:tcPr>
          <w:p w:rsidR="00173632" w:rsidRPr="0037069F" w:rsidRDefault="00173632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 xml:space="preserve">1. </w:t>
            </w:r>
            <w:r w:rsidRPr="004F2FBA">
              <w:rPr>
                <w:u w:val="single"/>
              </w:rPr>
              <w:t>____</w:t>
            </w:r>
            <w:r w:rsidRPr="005F119F">
              <w:rPr>
                <w:u w:val="single"/>
                <w:lang w:val="ru-RU"/>
              </w:rPr>
              <w:t>08</w:t>
            </w:r>
            <w:r w:rsidRPr="004F2FBA">
              <w:rPr>
                <w:u w:val="single"/>
                <w:lang w:val="ru-RU"/>
              </w:rPr>
              <w:t>00000</w:t>
            </w:r>
            <w:r>
              <w:t xml:space="preserve">________                              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t>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    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  (</w:t>
            </w:r>
            <w:r>
              <w:rPr>
                <w:sz w:val="20"/>
                <w:szCs w:val="20"/>
              </w:rPr>
              <w:t xml:space="preserve"> </w:t>
            </w:r>
            <w:r w:rsidRPr="0037069F">
              <w:rPr>
                <w:sz w:val="20"/>
                <w:szCs w:val="20"/>
              </w:rPr>
              <w:t>найменування головного розпорядника)</w:t>
            </w:r>
          </w:p>
          <w:p w:rsidR="00173632" w:rsidRPr="0037069F" w:rsidRDefault="00173632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>2</w:t>
            </w:r>
            <w:r w:rsidRPr="00432A51">
              <w:rPr>
                <w:u w:val="single"/>
              </w:rPr>
              <w:t xml:space="preserve">.          </w:t>
            </w:r>
            <w:r w:rsidRPr="005F119F">
              <w:rPr>
                <w:u w:val="single"/>
              </w:rPr>
              <w:t>08</w:t>
            </w:r>
            <w:r w:rsidRPr="00432A51">
              <w:rPr>
                <w:u w:val="single"/>
              </w:rPr>
              <w:t>10000</w:t>
            </w:r>
            <w:r w:rsidRPr="004F2FBA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 w:rsidRPr="00432A51">
              <w:t xml:space="preserve">                           </w:t>
            </w:r>
            <w:r>
              <w:rPr>
                <w:u w:val="single"/>
              </w:rPr>
              <w:t xml:space="preserve">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      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(найменування відповідального виконавця)</w:t>
            </w:r>
          </w:p>
          <w:p w:rsidR="00173632" w:rsidRPr="006127AB" w:rsidRDefault="00173632" w:rsidP="006127AB">
            <w:pPr>
              <w:pStyle w:val="NormalWeb"/>
              <w:rPr>
                <w:vertAlign w:val="superscript"/>
              </w:rPr>
            </w:pPr>
            <w:r>
              <w:t xml:space="preserve">3. </w:t>
            </w:r>
            <w:r w:rsidRPr="00432A51">
              <w:rPr>
                <w:u w:val="single"/>
              </w:rPr>
              <w:t>____</w:t>
            </w:r>
            <w:r w:rsidRPr="005F119F">
              <w:rPr>
                <w:u w:val="single"/>
              </w:rPr>
              <w:t>081</w:t>
            </w:r>
            <w:r w:rsidRPr="00432A51">
              <w:rPr>
                <w:u w:val="single"/>
              </w:rPr>
              <w:t>3040</w:t>
            </w:r>
            <w:r w:rsidRPr="00432A51">
              <w:rPr>
                <w:b/>
                <w:bCs/>
                <w:u w:val="single"/>
              </w:rPr>
              <w:t>_</w:t>
            </w:r>
            <w:r w:rsidRPr="00432A5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                                          </w:t>
            </w:r>
            <w:r w:rsidRPr="006127AB">
              <w:rPr>
                <w:b/>
                <w:bCs/>
                <w:u w:val="single"/>
              </w:rPr>
              <w:t xml:space="preserve">____   </w:t>
            </w:r>
            <w:r w:rsidRPr="006127AB">
              <w:rPr>
                <w:u w:val="single"/>
              </w:rPr>
              <w:t>Надання допомоги сім'ям з дітьми, малозабезпеченим сім’ям, тимчасової допомоги дітям</w:t>
            </w:r>
            <w:r w:rsidRPr="006127AB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(КПКВК МБ)     </w:t>
            </w:r>
            <w:r w:rsidRPr="0037069F">
              <w:rPr>
                <w:sz w:val="20"/>
                <w:szCs w:val="20"/>
              </w:rPr>
              <w:t>(КФКВК)</w:t>
            </w:r>
            <w:r w:rsidRPr="0037069F">
              <w:rPr>
                <w:vertAlign w:val="superscript"/>
              </w:rPr>
              <w:t xml:space="preserve"> </w:t>
            </w:r>
            <w:r w:rsidRPr="00EE0426">
              <w:rPr>
                <w:u w:val="single"/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(</w:t>
            </w:r>
            <w:r w:rsidRPr="0037069F">
              <w:rPr>
                <w:sz w:val="20"/>
                <w:szCs w:val="20"/>
              </w:rPr>
              <w:t>найменування бюджетної програми)</w:t>
            </w:r>
          </w:p>
          <w:p w:rsidR="00173632" w:rsidRPr="0037069F" w:rsidRDefault="00173632" w:rsidP="00D30321">
            <w:pPr>
              <w:pStyle w:val="NormalWeb"/>
              <w:jc w:val="both"/>
            </w:pPr>
            <w:r w:rsidRPr="0037069F">
              <w:t xml:space="preserve">4. Обсяг бюджетних призначень / бюджетних асигнувань </w:t>
            </w:r>
            <w:r>
              <w:t>–</w:t>
            </w:r>
            <w:r w:rsidRPr="0037069F">
              <w:t xml:space="preserve"> </w:t>
            </w:r>
            <w:r>
              <w:rPr>
                <w:lang w:val="ru-RU"/>
              </w:rPr>
              <w:t xml:space="preserve">218319,9 </w:t>
            </w:r>
            <w:r w:rsidRPr="0037069F">
              <w:t xml:space="preserve">тис. гривень, у тому числі загального фонду </w:t>
            </w:r>
            <w:r>
              <w:t>–</w:t>
            </w:r>
            <w:r w:rsidRPr="0037069F">
              <w:t xml:space="preserve"> </w:t>
            </w:r>
            <w:r>
              <w:rPr>
                <w:lang w:val="ru-RU"/>
              </w:rPr>
              <w:t>218319,9</w:t>
            </w:r>
            <w:r>
              <w:t xml:space="preserve"> </w:t>
            </w:r>
            <w:r w:rsidRPr="0037069F">
              <w:t xml:space="preserve">тис. гривень та спеціального фонду </w:t>
            </w:r>
            <w:r>
              <w:t>–</w:t>
            </w:r>
            <w:r w:rsidRPr="0037069F">
              <w:t xml:space="preserve"> </w:t>
            </w:r>
            <w:r>
              <w:t xml:space="preserve">0,00 </w:t>
            </w:r>
            <w:r w:rsidRPr="0037069F">
              <w:t xml:space="preserve"> тис. гривень.</w:t>
            </w:r>
          </w:p>
          <w:p w:rsidR="00173632" w:rsidRPr="00E37D89" w:rsidRDefault="00173632" w:rsidP="00D30321">
            <w:pPr>
              <w:pStyle w:val="NormalWeb"/>
              <w:jc w:val="both"/>
            </w:pPr>
            <w:r w:rsidRPr="0037069F">
              <w:t>5. Підстави для виконання бюджетної програми</w:t>
            </w:r>
            <w:r>
              <w:t xml:space="preserve">: </w:t>
            </w:r>
            <w:r w:rsidRPr="003322A9">
              <w:t xml:space="preserve">Конституція України, Бюджетний кодекс України,  </w:t>
            </w:r>
            <w:r w:rsidRPr="003322A9">
              <w:rPr>
                <w:snapToGrid w:val="0"/>
              </w:rPr>
              <w:t>З</w:t>
            </w:r>
            <w:r>
              <w:rPr>
                <w:snapToGrid w:val="0"/>
              </w:rPr>
              <w:t xml:space="preserve">акон </w:t>
            </w:r>
            <w:r w:rsidRPr="003322A9">
              <w:rPr>
                <w:snapToGrid w:val="0"/>
              </w:rPr>
              <w:t>У</w:t>
            </w:r>
            <w:r>
              <w:rPr>
                <w:snapToGrid w:val="0"/>
              </w:rPr>
              <w:t>країни</w:t>
            </w:r>
            <w:r w:rsidRPr="003322A9">
              <w:rPr>
                <w:snapToGrid w:val="0"/>
              </w:rPr>
              <w:t xml:space="preserve"> «Про державну допомогу сім’ям з дітьми» №2811-ХІІІ від 21.11.1992р., З</w:t>
            </w:r>
            <w:r>
              <w:rPr>
                <w:snapToGrid w:val="0"/>
              </w:rPr>
              <w:t xml:space="preserve">акон </w:t>
            </w:r>
            <w:r w:rsidRPr="003322A9">
              <w:rPr>
                <w:snapToGrid w:val="0"/>
              </w:rPr>
              <w:t>У</w:t>
            </w:r>
            <w:r>
              <w:rPr>
                <w:snapToGrid w:val="0"/>
              </w:rPr>
              <w:t>країни</w:t>
            </w:r>
            <w:r w:rsidRPr="003322A9">
              <w:rPr>
                <w:snapToGrid w:val="0"/>
              </w:rPr>
              <w:t xml:space="preserve"> «Про державну соціальну допомогу малозабезпеченим сім’ям» №1768-IІІ від 01.16.2000р</w:t>
            </w:r>
            <w:r w:rsidRPr="003322A9">
              <w:t xml:space="preserve">., Постанова «Про затвердження Порядку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невідоме» №186  від 22.02.2006р., рішення </w:t>
            </w:r>
            <w:r>
              <w:t>Р</w:t>
            </w:r>
            <w:r w:rsidRPr="003322A9">
              <w:t>івненської міської ради « Про бюджет міста Рівного на 201</w:t>
            </w:r>
            <w:r>
              <w:t>8</w:t>
            </w:r>
            <w:r w:rsidRPr="003322A9">
              <w:t xml:space="preserve"> рік »  від 2</w:t>
            </w:r>
            <w:r>
              <w:t>1</w:t>
            </w:r>
            <w:r w:rsidRPr="003322A9">
              <w:t>.12.201</w:t>
            </w:r>
            <w:r>
              <w:t>7</w:t>
            </w:r>
            <w:r w:rsidRPr="003322A9">
              <w:t>р. №</w:t>
            </w:r>
            <w:r>
              <w:t>3867</w:t>
            </w:r>
          </w:p>
          <w:p w:rsidR="00173632" w:rsidRPr="002500E6" w:rsidRDefault="00173632" w:rsidP="00D30321">
            <w:pPr>
              <w:pStyle w:val="NormalWeb"/>
              <w:jc w:val="both"/>
              <w:rPr>
                <w:b/>
                <w:bCs/>
                <w:snapToGrid w:val="0"/>
              </w:rPr>
            </w:pPr>
            <w:r w:rsidRPr="0037069F">
              <w:t>6. Мета бюджетної програми</w:t>
            </w:r>
            <w:r>
              <w:t>:</w:t>
            </w:r>
            <w:r w:rsidRPr="0037069F">
              <w:t xml:space="preserve"> </w:t>
            </w:r>
            <w:r w:rsidRPr="00432A51">
              <w:t>Забезпечення надання соціальної допомоги сім'ям з дітьми, малозабезпеченим сім'ям, інвалідам з дитинства, дітям-інвалідам та тимчасової допомоги дітям</w:t>
            </w:r>
            <w:r>
              <w:t>.</w:t>
            </w:r>
            <w:r w:rsidRPr="0037069F">
              <w:t xml:space="preserve"> </w:t>
            </w:r>
          </w:p>
          <w:p w:rsidR="00173632" w:rsidRPr="0037069F" w:rsidRDefault="00173632" w:rsidP="00D30321">
            <w:pPr>
              <w:pStyle w:val="NormalWeb"/>
              <w:jc w:val="both"/>
            </w:pPr>
            <w:r w:rsidRPr="0037069F"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173632" w:rsidRDefault="00173632" w:rsidP="000A51EF">
      <w:bookmarkStart w:id="0" w:name="_GoBack"/>
      <w:bookmarkEnd w:id="0"/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44"/>
        <w:gridCol w:w="1965"/>
        <w:gridCol w:w="1818"/>
        <w:gridCol w:w="9673"/>
      </w:tblGrid>
      <w:tr w:rsidR="00173632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КФКВК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Назва підпрограми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  <w:r>
              <w:t>1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1127ED" w:rsidRDefault="00173632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0813041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432A51">
            <w:pPr>
              <w:pStyle w:val="NormalWeb"/>
            </w:pPr>
            <w:r w:rsidRPr="00453DD6">
              <w:t>Надання допомоги у зв'язку з вагітністю і пологами</w:t>
            </w: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1127ED" w:rsidRDefault="00173632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0813042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432A51">
            <w:pPr>
              <w:pStyle w:val="NormalWeb"/>
            </w:pPr>
            <w:r w:rsidRPr="00453DD6">
              <w:t>Надання допомоги при усиновленні дитини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6127AB" w:rsidRDefault="00173632" w:rsidP="00D30321">
            <w:pPr>
              <w:pStyle w:val="NormalWeb"/>
              <w:jc w:val="center"/>
            </w:pPr>
            <w:r>
              <w:rPr>
                <w:lang w:val="en-US"/>
              </w:rPr>
              <w:t>081304</w:t>
            </w:r>
            <w:r>
              <w:t>3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432A51">
            <w:pPr>
              <w:pStyle w:val="NormalWeb"/>
            </w:pPr>
            <w:r w:rsidRPr="00453DD6">
              <w:t>Надання допомоги при народженні дитини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432A51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1127ED" w:rsidRDefault="00173632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0813044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432A51">
            <w:pPr>
              <w:pStyle w:val="NormalWeb"/>
            </w:pPr>
            <w:r w:rsidRPr="00453DD6">
              <w:t>Надання допомоги на дітей, над якими встановлено опіку чи піклування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1127ED" w:rsidRDefault="00173632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0813045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432A51">
            <w:pPr>
              <w:pStyle w:val="NormalWeb"/>
            </w:pPr>
            <w:r w:rsidRPr="00453DD6">
              <w:t>Надання допомоги на дітей одиноким матерям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1127ED" w:rsidRDefault="00173632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0813046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432A51">
            <w:pPr>
              <w:pStyle w:val="NormalWeb"/>
            </w:pPr>
            <w:r w:rsidRPr="00453DD6">
              <w:t>Надання тимчасової державної допомоги дітям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D30321">
            <w:pPr>
              <w:pStyle w:val="NormalWeb"/>
              <w:jc w:val="center"/>
            </w:pPr>
            <w:r>
              <w:t>7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1127ED" w:rsidRDefault="00173632" w:rsidP="00D30321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0813047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432A51">
            <w:pPr>
              <w:pStyle w:val="NormalWeb"/>
            </w:pPr>
            <w:r w:rsidRPr="00453DD6">
              <w:t>Надання державної соціальної допомоги малозабезпеченим сім'ям</w:t>
            </w:r>
          </w:p>
        </w:tc>
      </w:tr>
    </w:tbl>
    <w:p w:rsidR="00173632" w:rsidRDefault="00173632" w:rsidP="000A51EF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73632" w:rsidRPr="0037069F">
        <w:trPr>
          <w:trHeight w:val="480"/>
          <w:tblCellSpacing w:w="22" w:type="dxa"/>
          <w:jc w:val="center"/>
        </w:trPr>
        <w:tc>
          <w:tcPr>
            <w:tcW w:w="5000" w:type="pct"/>
          </w:tcPr>
          <w:p w:rsidR="00173632" w:rsidRDefault="00173632" w:rsidP="002500E6">
            <w:pPr>
              <w:pStyle w:val="NormalWeb"/>
              <w:jc w:val="both"/>
            </w:pPr>
            <w:r w:rsidRPr="0037069F">
              <w:t>8. Обсяги фінансування бюджетної програми у розрізі підпрограм та завдань</w:t>
            </w:r>
            <w:r>
              <w:t xml:space="preserve">                                                       </w:t>
            </w:r>
          </w:p>
          <w:p w:rsidR="00173632" w:rsidRPr="0037069F" w:rsidRDefault="00173632" w:rsidP="002500E6">
            <w:pPr>
              <w:pStyle w:val="NormalWeb"/>
              <w:jc w:val="right"/>
            </w:pPr>
            <w:r>
              <w:t xml:space="preserve">                                         </w:t>
            </w:r>
            <w:r w:rsidRPr="0037069F">
              <w:t>(тис. грн)</w:t>
            </w:r>
          </w:p>
        </w:tc>
      </w:tr>
    </w:tbl>
    <w:p w:rsidR="00173632" w:rsidRDefault="00173632" w:rsidP="000A51EF">
      <w:r>
        <w:br w:type="textWrapping" w:clear="all"/>
      </w:r>
    </w:p>
    <w:tbl>
      <w:tblPr>
        <w:tblW w:w="1501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71"/>
        <w:gridCol w:w="923"/>
        <w:gridCol w:w="1443"/>
        <w:gridCol w:w="1443"/>
        <w:gridCol w:w="3402"/>
        <w:gridCol w:w="2565"/>
        <w:gridCol w:w="2286"/>
        <w:gridCol w:w="2306"/>
        <w:gridCol w:w="576"/>
      </w:tblGrid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N</w:t>
            </w:r>
            <w:r w:rsidRPr="0037069F">
              <w:br/>
              <w:t>з/п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КФКВК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Підпрограма / завдання бюджетної програми</w:t>
            </w:r>
            <w:r w:rsidRPr="0037069F">
              <w:rPr>
                <w:vertAlign w:val="superscript"/>
              </w:rPr>
              <w:t xml:space="preserve"> 2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Спеціальний фонд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Разом</w:t>
            </w: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5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6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7</w:t>
            </w: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2D27AE" w:rsidRDefault="00173632" w:rsidP="00D30321">
            <w:pPr>
              <w:pStyle w:val="NormalWeb"/>
              <w:jc w:val="center"/>
              <w:rPr>
                <w:lang w:val="en-US"/>
              </w:rPr>
            </w:pPr>
            <w:r w:rsidRPr="0037069F">
              <w:t> </w:t>
            </w:r>
            <w:r>
              <w:rPr>
                <w:lang w:val="en-US"/>
              </w:rPr>
              <w:t>1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2D27AE" w:rsidRDefault="00173632" w:rsidP="002D27AE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0813041</w:t>
            </w: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2D27AE" w:rsidRDefault="00173632" w:rsidP="00D30321">
            <w:pPr>
              <w:pStyle w:val="NormalWeb"/>
              <w:jc w:val="both"/>
            </w:pPr>
            <w:r w:rsidRPr="00872646">
              <w:rPr>
                <w:u w:val="single"/>
              </w:rPr>
              <w:t>Підпрограма</w:t>
            </w:r>
            <w:r>
              <w:t>:Надання допомоги у зв’язку з вагітністю та пологами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E37D89" w:rsidRDefault="00173632" w:rsidP="00432A51">
            <w:pPr>
              <w:pStyle w:val="NormalWeb"/>
              <w:jc w:val="center"/>
            </w:pPr>
            <w:r>
              <w:rPr>
                <w:lang w:val="en-US"/>
              </w:rPr>
              <w:t>2300</w:t>
            </w:r>
            <w:r>
              <w:t>,0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432A5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432A51">
            <w:pPr>
              <w:pStyle w:val="NormalWeb"/>
              <w:jc w:val="center"/>
            </w:pPr>
            <w:r>
              <w:t>2300,0</w:t>
            </w: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both"/>
            </w:pPr>
            <w:r w:rsidRPr="0037069F"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both"/>
            </w:pPr>
            <w:r w:rsidRPr="00453DD6">
              <w:t>Забезпечення надання жінкам, які не застраховані в системі загальнообов'язкового державного соціального страхування, допомоги у зв'язку з вагітністю і пологами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125D88">
            <w:pPr>
              <w:pStyle w:val="NormalWeb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125D88">
            <w:pPr>
              <w:pStyle w:val="NormalWeb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125D88">
            <w:pPr>
              <w:pStyle w:val="NormalWeb"/>
            </w:pP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  <w:r>
              <w:t>2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13042</w:t>
            </w: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both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 xml:space="preserve"> Надання допомоги при усиновленні дитини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  <w:r>
              <w:t>146,2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  <w:r>
              <w:t>146,2</w:t>
            </w: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both"/>
            </w:pPr>
            <w:r w:rsidRPr="0037069F">
              <w:t> </w:t>
            </w:r>
            <w:r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both"/>
            </w:pPr>
            <w:r w:rsidRPr="00453DD6">
              <w:t>Забезпечення надання допомоги по догляду за дитиною до досягнення нею трирічного віку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13043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both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допомоги при народженні дитини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  <w:r>
              <w:t>149563,7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  <w:r>
              <w:t>149563,7</w:t>
            </w: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125D88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125D88">
            <w:pPr>
              <w:pStyle w:val="NormalWeb"/>
            </w:pPr>
            <w:r w:rsidRPr="00453DD6">
              <w:t>Забезпечення надання допомоги при народженні дитини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13044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125D88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допомоги на дітей, над якими встановлено опіку чи піклування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  <w:r>
              <w:t>7535,0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  <w:r>
              <w:t>7535,0</w:t>
            </w: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125D88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125D88">
            <w:pPr>
              <w:pStyle w:val="NormalWeb"/>
            </w:pPr>
            <w:r w:rsidRPr="00453DD6">
              <w:t>Забезпечення надання допомоги на дітей, над якими встановлено опіку чи піклування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13045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125D88">
            <w:pPr>
              <w:pStyle w:val="NormalWeb"/>
            </w:pPr>
            <w:r w:rsidRPr="00453DD6">
              <w:t>Надання допомоги на дітей одиноким матерям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  <w:r>
              <w:t>20915,0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  <w:r>
              <w:t>20915,0</w:t>
            </w: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125D88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125D88">
            <w:pPr>
              <w:pStyle w:val="NormalWeb"/>
            </w:pPr>
            <w:r w:rsidRPr="00453DD6">
              <w:t>Забезпечення надання допомоги на дітей одиноким матерям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13046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125D88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тимчасової державної допомоги дітям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  <w:r>
              <w:t>5960,0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  <w:r>
              <w:t>5960,0</w:t>
            </w: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125D88">
            <w:pPr>
              <w:pStyle w:val="NormalWeb"/>
              <w:jc w:val="center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125D88">
            <w:pPr>
              <w:pStyle w:val="NormalWeb"/>
            </w:pPr>
            <w:r w:rsidRPr="00453DD6">
              <w:t>Забезпечення надання тимчасової державної допомоги дітям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B12B21">
            <w:pPr>
              <w:pStyle w:val="NormalWeb"/>
              <w:jc w:val="center"/>
            </w:pP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8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rPr>
                <w:lang w:val="en-US"/>
              </w:rPr>
              <w:t>08</w:t>
            </w:r>
            <w:r>
              <w:t>13047</w:t>
            </w: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1040</w:t>
            </w: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3E0797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</w:t>
            </w:r>
            <w:r w:rsidRPr="00453DD6">
              <w:t>Надання державної соціальної допомоги малозабезпеченим сім'ям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31900,0</w:t>
            </w: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31900,0</w:t>
            </w: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3E0797">
            <w:pPr>
              <w:pStyle w:val="NormalWeb"/>
            </w:pPr>
            <w:r w:rsidRPr="00453DD6">
              <w:rPr>
                <w:b/>
                <w:bCs/>
              </w:rPr>
              <w:t>Завдання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</w:tr>
      <w:tr w:rsidR="00173632" w:rsidRPr="0037069F">
        <w:trPr>
          <w:gridAfter w:val="1"/>
          <w:wAfter w:w="85" w:type="pct"/>
          <w:tblCellSpacing w:w="22" w:type="dxa"/>
          <w:jc w:val="center"/>
        </w:trPr>
        <w:tc>
          <w:tcPr>
            <w:tcW w:w="301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  <w:tc>
          <w:tcPr>
            <w:tcW w:w="4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  <w:tc>
          <w:tcPr>
            <w:tcW w:w="11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3E0797">
            <w:pPr>
              <w:pStyle w:val="NormalWeb"/>
            </w:pPr>
            <w:r w:rsidRPr="00453DD6">
              <w:t>Забезпечення надання державної соціальної допомоги малозабезпеченим сім'ям</w:t>
            </w:r>
          </w:p>
        </w:tc>
        <w:tc>
          <w:tcPr>
            <w:tcW w:w="8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  <w:tc>
          <w:tcPr>
            <w:tcW w:w="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7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</w:tr>
      <w:tr w:rsidR="00173632" w:rsidRPr="003706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wBefore w:w="2" w:type="pct"/>
          <w:tblCellSpacing w:w="22" w:type="dxa"/>
          <w:jc w:val="center"/>
        </w:trPr>
        <w:tc>
          <w:tcPr>
            <w:tcW w:w="4954" w:type="pct"/>
            <w:gridSpan w:val="8"/>
          </w:tcPr>
          <w:p w:rsidR="00173632" w:rsidRDefault="00173632" w:rsidP="00E37D89">
            <w:pPr>
              <w:pStyle w:val="NormalWeb"/>
              <w:jc w:val="both"/>
            </w:pPr>
            <w:r w:rsidRPr="0037069F">
              <w:t>9. Перелік регіональних цільових програм, які виконуються у складі бюджетної програми</w:t>
            </w:r>
          </w:p>
          <w:p w:rsidR="00173632" w:rsidRPr="0037069F" w:rsidRDefault="00173632" w:rsidP="00E37D89">
            <w:pPr>
              <w:pStyle w:val="NormalWeb"/>
              <w:jc w:val="right"/>
            </w:pPr>
            <w:r>
              <w:t>(</w:t>
            </w:r>
            <w:r w:rsidRPr="0037069F">
              <w:t>тис. грн)</w:t>
            </w:r>
          </w:p>
        </w:tc>
      </w:tr>
    </w:tbl>
    <w:p w:rsidR="00173632" w:rsidRDefault="00173632" w:rsidP="000A51EF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173632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Назва регіональної цільової програми та підпрограми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Спеціальний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Разом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5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Регіональна цільова 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Підпрограма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Підпрограма 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...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</w:tr>
    </w:tbl>
    <w:p w:rsidR="00173632" w:rsidRDefault="00173632" w:rsidP="000A51EF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73632" w:rsidRPr="0037069F">
        <w:trPr>
          <w:tblCellSpacing w:w="22" w:type="dxa"/>
          <w:jc w:val="center"/>
        </w:trPr>
        <w:tc>
          <w:tcPr>
            <w:tcW w:w="5000" w:type="pct"/>
          </w:tcPr>
          <w:p w:rsidR="00173632" w:rsidRPr="0037069F" w:rsidRDefault="00173632" w:rsidP="00D30321">
            <w:pPr>
              <w:pStyle w:val="NormalWeb"/>
              <w:jc w:val="both"/>
            </w:pPr>
            <w:r w:rsidRPr="0037069F">
              <w:t>10. Результативні показники бюджетної програми у розрізі підпрограм і завдань</w:t>
            </w:r>
          </w:p>
        </w:tc>
      </w:tr>
    </w:tbl>
    <w:p w:rsidR="00173632" w:rsidRDefault="00173632" w:rsidP="000A51EF"/>
    <w:tbl>
      <w:tblPr>
        <w:tblW w:w="15325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43"/>
        <w:gridCol w:w="807"/>
        <w:gridCol w:w="1611"/>
        <w:gridCol w:w="4220"/>
        <w:gridCol w:w="2721"/>
        <w:gridCol w:w="2635"/>
        <w:gridCol w:w="3053"/>
        <w:gridCol w:w="135"/>
      </w:tblGrid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N</w:t>
            </w:r>
            <w:r w:rsidRPr="0037069F">
              <w:br/>
              <w:t>з/п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Назва показника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Одиниця виміру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Джерело інформації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Значення показника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5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6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13041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t>: Надання допомоги у зв’язку з вагітністю та пологами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Забезпечення надання жінкам, які не застраховані в системі загальнообов'язкового державного соціального страхування, допомоги у зв'язку з вагітністю і пологами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>
              <w:t xml:space="preserve">показники </w:t>
            </w:r>
            <w:r w:rsidRPr="0037069F">
              <w:t>продукту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  <w:r w:rsidRPr="00453DD6">
              <w:t>кількість одержувачів допомоги у зв'язк</w:t>
            </w:r>
            <w:r>
              <w:t xml:space="preserve">у з вагітністю і пологами 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осіб</w:t>
            </w: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84615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F6383E" w:rsidRDefault="00173632" w:rsidP="00D30321">
            <w:pPr>
              <w:pStyle w:val="NormalWeb"/>
              <w:jc w:val="center"/>
            </w:pPr>
            <w:r>
              <w:t>1272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>
              <w:t xml:space="preserve">показники </w:t>
            </w:r>
            <w:r w:rsidRPr="0037069F">
              <w:t>ефективності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F6383E" w:rsidRDefault="00173632" w:rsidP="00D30321">
            <w:pPr>
              <w:pStyle w:val="NormalWeb"/>
              <w:jc w:val="center"/>
            </w:pPr>
            <w:r w:rsidRPr="00F6383E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  <w:r w:rsidRPr="00453DD6">
              <w:t>середній розмір допомоги у зв'язку з вагітністю і пологами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грн</w:t>
            </w: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F6383E" w:rsidRDefault="00173632" w:rsidP="00D30321">
            <w:pPr>
              <w:pStyle w:val="NormalWeb"/>
              <w:jc w:val="center"/>
            </w:pPr>
            <w:r>
              <w:t>1808,18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 w:rsidRPr="0037069F">
              <w:t> 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  <w:r>
              <w:t xml:space="preserve">показники </w:t>
            </w:r>
            <w:r w:rsidRPr="0037069F">
              <w:t>якості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3E0797">
            <w:pPr>
              <w:pStyle w:val="NormalWeb"/>
            </w:pPr>
            <w:r>
              <w:rPr>
                <w:lang w:val="en-US"/>
              </w:rPr>
              <w:t>08</w:t>
            </w:r>
            <w:r>
              <w:t>13042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  <w:rPr>
                <w:b/>
                <w:bCs/>
              </w:rPr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допомоги при усиновленні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6127AB">
            <w:pPr>
              <w:pStyle w:val="NormalWeb"/>
              <w:jc w:val="center"/>
            </w:pPr>
            <w:r>
              <w:t>1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  <w:rPr>
                <w:b/>
                <w:bCs/>
              </w:rPr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допомоги при усиновленні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6127AB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3E0797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686A5A" w:rsidRDefault="00173632" w:rsidP="006127AB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  <w:rPr>
                <w:b/>
                <w:bCs/>
              </w:rPr>
            </w:pPr>
            <w:r w:rsidRPr="00453DD6">
              <w:t>кількість одержувачів одноразової частини допомоги при усиновленні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r w:rsidRPr="003F7B71">
              <w:t>Звітність, розрахунково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6127AB">
            <w:pPr>
              <w:pStyle w:val="NormalWeb"/>
              <w:jc w:val="center"/>
            </w:pPr>
            <w:r>
              <w:t>4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  <w:rPr>
                <w:b/>
                <w:bCs/>
              </w:rPr>
            </w:pPr>
            <w:r w:rsidRPr="00453DD6">
              <w:t>кількість одержувачів щомісячної частини допомоги при усиновленні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r w:rsidRPr="003F7B71">
              <w:t>Звітність, розрахунково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6127AB">
            <w:pPr>
              <w:pStyle w:val="NormalWeb"/>
              <w:jc w:val="center"/>
            </w:pPr>
            <w:r>
              <w:t>10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3E0797">
            <w:pPr>
              <w:pStyle w:val="NormalWeb"/>
            </w:pPr>
            <w:r>
              <w:t xml:space="preserve">показники </w:t>
            </w:r>
            <w:r w:rsidRPr="00686A5A">
              <w:t>ефективності: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6127AB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  <w:rPr>
                <w:b/>
                <w:bCs/>
              </w:rPr>
            </w:pPr>
            <w:r w:rsidRPr="00453DD6">
              <w:t>середній розмір одноразової частини допомоги при усиновленні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jc w:val="center"/>
            </w:pPr>
            <w:r w:rsidRPr="00A46B6F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6127AB">
            <w:pPr>
              <w:pStyle w:val="NormalWeb"/>
              <w:jc w:val="center"/>
            </w:pPr>
            <w:r>
              <w:t>10320,00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3E0797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  <w:rPr>
                <w:b/>
                <w:bCs/>
              </w:rPr>
            </w:pPr>
            <w:r w:rsidRPr="00453DD6">
              <w:t>середньомісячний розмір щомісячної частини допомоги при усиновленні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грн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jc w:val="center"/>
            </w:pPr>
            <w:r w:rsidRPr="00A46B6F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6127AB">
            <w:pPr>
              <w:pStyle w:val="NormalWeb"/>
              <w:jc w:val="center"/>
            </w:pPr>
            <w:r>
              <w:t>860,00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13043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</w:t>
            </w:r>
            <w:r>
              <w:t xml:space="preserve"> </w:t>
            </w:r>
            <w:r w:rsidRPr="00453DD6">
              <w:t>Надання допомоги при народженні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допомоги при народженні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D30321">
            <w:pPr>
              <w:pStyle w:val="NormalWeb"/>
              <w:jc w:val="center"/>
            </w:pPr>
          </w:p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D30321">
            <w:pPr>
              <w:pStyle w:val="NormalWeb"/>
            </w:pPr>
            <w:r>
              <w:t>п</w:t>
            </w:r>
            <w:r w:rsidRPr="00686A5A">
              <w:t>оказники продукту: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453DD6">
              <w:t>кількість одержувачів одноразової частини допомоги при народженні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C97636" w:rsidRDefault="00173632" w:rsidP="00D30321">
            <w:pPr>
              <w:pStyle w:val="NormalWeb"/>
              <w:jc w:val="center"/>
            </w:pPr>
            <w:r>
              <w:t>4052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453DD6">
              <w:t>кількість одержувачів щомісячної частини</w:t>
            </w:r>
            <w:r>
              <w:t xml:space="preserve"> допомоги при народженні </w:t>
            </w:r>
            <w:r w:rsidRPr="00453DD6">
              <w:t>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10440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D30321">
            <w:pPr>
              <w:pStyle w:val="NormalWeb"/>
            </w:pPr>
            <w:r>
              <w:t>п</w:t>
            </w:r>
            <w:r w:rsidRPr="00686A5A">
              <w:t>оказники ефективності: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453DD6">
              <w:t>середній розмір одноразової частини допомоги при народженні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грн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</w:pPr>
            <w:r>
              <w:t xml:space="preserve">        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10320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453DD6">
              <w:t>середньомісячний розмір щомісячної частин</w:t>
            </w:r>
            <w:r>
              <w:t>и допомоги при народження</w:t>
            </w:r>
            <w:r w:rsidRPr="00453DD6">
              <w:t xml:space="preserve"> дитини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грн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860,00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13044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допомоги на дітей, над якими встановлено опіку чи піклування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допомоги на дітей, над якими встановлено опіку чи піклування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D30321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453DD6">
              <w:t>кількість одержувачів допомоги на дітей віком до 6 років, над якими встановлено опіку чи піклування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78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453DD6">
              <w:t>кількість одержувачів допомоги на дітей віком від 6 до 18 років, над якими встановлено опіку чи піклування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102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D30321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453DD6">
              <w:t>середньомісячний розмір допомоги на дітей віком до 6 років, над якими встановлено опіку чи піклування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517BAD" w:rsidRDefault="00173632" w:rsidP="00D30321">
            <w:pPr>
              <w:pStyle w:val="NormalWeb"/>
              <w:jc w:val="center"/>
            </w:pPr>
            <w:r>
              <w:t>3062,17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453DD6">
              <w:t>середньомісячний розмір допомоги на дітей віком від 6 до 18 років, над якими встановлено опіку чи піклування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3814,39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13045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допомоги на дітей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Забезпечення надання допомоги на дітей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D30321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453DD6">
              <w:t>кількість одержувачів допомоги на дітей віком до 6 років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323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453DD6">
              <w:t>кількість одержувачів допомоги на дітей віком від 6 до 18 років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r w:rsidRPr="003C68DE">
              <w:t>Звітність, розрахунково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728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453DD6">
              <w:t>кількість одержувачів допомоги на дітей віком від 18 до 23 років</w:t>
            </w:r>
            <w:r>
              <w:t xml:space="preserve">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r w:rsidRPr="003C68DE">
              <w:t>Звітність, розрахунково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39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D30321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453DD6">
              <w:t>середньомісячний розмір допомоги на дітей віком до 6 років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673BC">
            <w:pPr>
              <w:jc w:val="center"/>
            </w:pPr>
            <w:r w:rsidRPr="00525B46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1531,80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D30321">
            <w:pPr>
              <w:pStyle w:val="NormalWeb"/>
            </w:pPr>
          </w:p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453DD6">
              <w:t>середньомісячний розмір допомоги на дітей віком від 6 до 18 років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673BC">
            <w:pPr>
              <w:jc w:val="center"/>
            </w:pPr>
            <w:r w:rsidRPr="00525B46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1624,71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453DD6">
              <w:t>середньомісячний розмір допомоги на дітей віком від 18 до 23 років</w:t>
            </w:r>
            <w:r>
              <w:t xml:space="preserve"> одиноким матерям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673BC">
            <w:pPr>
              <w:jc w:val="center"/>
            </w:pPr>
            <w:r w:rsidRPr="00525B46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B45709" w:rsidRDefault="00173632" w:rsidP="00D30321">
            <w:pPr>
              <w:pStyle w:val="NormalWeb"/>
              <w:jc w:val="center"/>
              <w:rPr>
                <w:lang w:val="en-US"/>
              </w:rPr>
            </w:pPr>
            <w:r>
              <w:t>1675,</w:t>
            </w:r>
            <w:r>
              <w:rPr>
                <w:lang w:val="en-US"/>
              </w:rPr>
              <w:t>02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>
              <w:rPr>
                <w:lang w:val="en-US"/>
              </w:rPr>
              <w:t>08</w:t>
            </w:r>
            <w:r>
              <w:t>13046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</w:t>
            </w:r>
            <w:r>
              <w:t>Н</w:t>
            </w:r>
            <w:r w:rsidRPr="00453DD6">
              <w:t>а</w:t>
            </w:r>
            <w:r>
              <w:t>да</w:t>
            </w:r>
            <w:r w:rsidRPr="00453DD6">
              <w:t>ння тимчасової державної допомоги дітям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 w:rsidRPr="00453DD6">
              <w:t xml:space="preserve"> </w:t>
            </w:r>
            <w:r>
              <w:t xml:space="preserve"> </w:t>
            </w:r>
            <w:r w:rsidRPr="00453DD6">
              <w:t>Забезпечення надання тимчасової державної допомоги дітям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D30321">
            <w:pPr>
              <w:pStyle w:val="NormalWeb"/>
              <w:rPr>
                <w:u w:val="single"/>
              </w:rPr>
            </w:pPr>
            <w:r>
              <w:t>п</w:t>
            </w:r>
            <w:r w:rsidRPr="00686A5A">
              <w:t>оказники продукту: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453DD6">
              <w:t>кількість одержувачів тимчасової державної допомоги дітям віком до 6 років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125D8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r w:rsidRPr="00861A5B">
              <w:t>Звітність, розрахунково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125D88">
            <w:pPr>
              <w:pStyle w:val="NormalWeb"/>
              <w:jc w:val="center"/>
            </w:pPr>
            <w:r>
              <w:t>160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453DD6">
              <w:t>кількість одержувачів тимчасової державної допомоги дітям віком від 6 до 18 років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125D8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r w:rsidRPr="00861A5B">
              <w:t>Звітність, розрахунково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125D88">
            <w:pPr>
              <w:pStyle w:val="NormalWeb"/>
              <w:jc w:val="center"/>
            </w:pPr>
            <w:r>
              <w:t>559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D30321">
            <w:pPr>
              <w:pStyle w:val="NormalWeb"/>
            </w:pPr>
            <w:r>
              <w:t xml:space="preserve">показники </w:t>
            </w:r>
            <w:r w:rsidRPr="00686A5A">
              <w:t>ефективності: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125D88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125D88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  <w:rPr>
                <w:b/>
                <w:bCs/>
              </w:rPr>
            </w:pPr>
            <w:r w:rsidRPr="00453DD6">
              <w:t>середньомісячний розмір тимчасової державної допомоги дітям віком до 6 років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125D88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673BC">
            <w:pPr>
              <w:jc w:val="center"/>
            </w:pPr>
            <w:r w:rsidRPr="00D05C74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125D88">
            <w:pPr>
              <w:pStyle w:val="NormalWeb"/>
              <w:jc w:val="center"/>
            </w:pPr>
            <w:r>
              <w:t>687,20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  <w:rPr>
                <w:b/>
                <w:bCs/>
              </w:rPr>
            </w:pPr>
            <w:r w:rsidRPr="00453DD6">
              <w:t>середньомісячний розмір тимчасової державної допомоги дітям віком від 6 до 18 років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125D88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673BC">
            <w:pPr>
              <w:jc w:val="center"/>
            </w:pPr>
            <w:r w:rsidRPr="00D05C74">
              <w:t>розрахунково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 w:rsidP="00125D88">
            <w:pPr>
              <w:pStyle w:val="NormalWeb"/>
              <w:jc w:val="center"/>
            </w:pPr>
            <w:r>
              <w:t>691,80</w:t>
            </w:r>
          </w:p>
          <w:p w:rsidR="00173632" w:rsidRPr="0037069F" w:rsidRDefault="00173632" w:rsidP="00125D88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  <w:r>
              <w:t>8</w:t>
            </w: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>
              <w:t>1513047</w:t>
            </w: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державної соціальної допомоги малозабезпеченим сім'ям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>Забезпечення надання державної соціальної допомоги малозабезпеченим сім'ям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>
              <w:t>п</w:t>
            </w:r>
            <w:r w:rsidRPr="00686A5A">
              <w:t>оказники продукту</w:t>
            </w:r>
            <w:r w:rsidRPr="00453DD6">
              <w:rPr>
                <w:b/>
                <w:bCs/>
              </w:rPr>
              <w:t>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453DD6">
              <w:t>кількість одержувачів допомоги малозабезпеченим сім'ям,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D30321">
            <w:pPr>
              <w:pStyle w:val="NormalWeb"/>
              <w:jc w:val="center"/>
            </w:pPr>
            <w:r>
              <w:t>сімей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Звітність, 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859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D30321">
            <w:pPr>
              <w:pStyle w:val="NormalWeb"/>
            </w:pPr>
            <w:r>
              <w:t xml:space="preserve">показники </w:t>
            </w:r>
            <w:r w:rsidRPr="00686A5A">
              <w:t>ефективності: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D30321">
            <w:pPr>
              <w:pStyle w:val="NormalWeb"/>
              <w:jc w:val="center"/>
            </w:pP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88" w:type="pct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673BC">
            <w:pPr>
              <w:pStyle w:val="NormalWeb"/>
              <w:jc w:val="center"/>
            </w:pPr>
          </w:p>
        </w:tc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</w:p>
        </w:tc>
        <w:tc>
          <w:tcPr>
            <w:tcW w:w="14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D30321">
            <w:pPr>
              <w:pStyle w:val="NormalWeb"/>
            </w:pPr>
            <w:r w:rsidRPr="00453DD6">
              <w:t>середньомісячний розмір допомоги малозабезпеченим сім'ям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D30321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8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t>розрахунково</w:t>
            </w:r>
            <w:r w:rsidRPr="0037069F">
              <w:t> </w:t>
            </w:r>
          </w:p>
        </w:tc>
        <w:tc>
          <w:tcPr>
            <w:tcW w:w="91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B45709" w:rsidRDefault="00173632" w:rsidP="00D30321">
            <w:pPr>
              <w:pStyle w:val="NormalWeb"/>
              <w:jc w:val="center"/>
              <w:rPr>
                <w:lang w:val="en-US"/>
              </w:rPr>
            </w:pPr>
            <w:r>
              <w:t>3094,6</w:t>
            </w:r>
            <w:r>
              <w:rPr>
                <w:lang w:val="en-US"/>
              </w:rPr>
              <w:t>4</w:t>
            </w:r>
          </w:p>
        </w:tc>
      </w:tr>
      <w:tr w:rsidR="00173632" w:rsidRPr="003706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1"/>
          <w:gridAfter w:val="1"/>
          <w:wAfter w:w="80" w:type="pct"/>
          <w:tblCellSpacing w:w="22" w:type="dxa"/>
          <w:jc w:val="center"/>
        </w:trPr>
        <w:tc>
          <w:tcPr>
            <w:tcW w:w="4880" w:type="pct"/>
            <w:gridSpan w:val="6"/>
          </w:tcPr>
          <w:p w:rsidR="00173632" w:rsidRPr="00686A5A" w:rsidRDefault="00173632" w:rsidP="00686A5A">
            <w:pPr>
              <w:pStyle w:val="NormalWeb"/>
              <w:jc w:val="both"/>
              <w:rPr>
                <w:vertAlign w:val="superscript"/>
              </w:rPr>
            </w:pPr>
            <w:r w:rsidRPr="0037069F">
              <w:t>11. Джерела фінансування інвестиційних проектів у розрізі підпрограм</w:t>
            </w:r>
            <w:r w:rsidRPr="0037069F">
              <w:rPr>
                <w:vertAlign w:val="superscript"/>
              </w:rPr>
              <w:t xml:space="preserve"> 2</w:t>
            </w:r>
            <w:r>
              <w:rPr>
                <w:vertAlign w:val="superscript"/>
              </w:rPr>
              <w:t xml:space="preserve"> </w:t>
            </w:r>
            <w:r>
              <w:t xml:space="preserve">                                                                                                  </w:t>
            </w:r>
            <w:r w:rsidRPr="0037069F">
              <w:t>(тис. грн)</w:t>
            </w:r>
          </w:p>
        </w:tc>
      </w:tr>
    </w:tbl>
    <w:p w:rsidR="00173632" w:rsidRPr="00ED1E14" w:rsidRDefault="00173632" w:rsidP="000A51EF">
      <w:pPr>
        <w:rPr>
          <w:lang w:val="ru-RU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173632" w:rsidRPr="0037069F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Прогноз видатків до кінця реалізації інвестиційного проекту</w:t>
            </w:r>
            <w:r w:rsidRPr="0037069F">
              <w:rPr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Пояснення, що характери-</w:t>
            </w:r>
            <w:r w:rsidRPr="0037069F">
              <w:br/>
              <w:t>зують джерела фінансу-</w:t>
            </w:r>
            <w:r w:rsidRPr="0037069F">
              <w:br/>
              <w:t>вання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спеціаль-</w:t>
            </w:r>
            <w:r w:rsidRPr="0037069F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спеціаль-</w:t>
            </w:r>
            <w:r w:rsidRPr="0037069F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спеціаль-</w:t>
            </w:r>
            <w:r w:rsidRPr="0037069F"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D30321"/>
        </w:tc>
      </w:tr>
      <w:tr w:rsidR="00173632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13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37069F"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37069F"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37069F">
              <w:rPr>
                <w:i/>
                <w:iCs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37069F"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37069F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37069F"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37069F"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37069F" w:rsidRDefault="00173632" w:rsidP="00D30321">
            <w:pPr>
              <w:pStyle w:val="NormalWeb"/>
            </w:pPr>
            <w:r w:rsidRPr="0037069F"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</w:tbl>
    <w:p w:rsidR="00173632" w:rsidRDefault="00173632" w:rsidP="000A51EF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73632" w:rsidRPr="0037069F">
        <w:trPr>
          <w:tblCellSpacing w:w="22" w:type="dxa"/>
          <w:jc w:val="center"/>
        </w:trPr>
        <w:tc>
          <w:tcPr>
            <w:tcW w:w="5000" w:type="pct"/>
          </w:tcPr>
          <w:p w:rsidR="00173632" w:rsidRPr="0037069F" w:rsidRDefault="00173632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>____________</w:t>
            </w:r>
            <w:r w:rsidRPr="0037069F">
              <w:br/>
            </w:r>
            <w:r w:rsidRPr="0037069F">
              <w:rPr>
                <w:vertAlign w:val="superscript"/>
              </w:rPr>
              <w:t>1</w:t>
            </w:r>
            <w:r w:rsidRPr="0037069F">
              <w:rPr>
                <w:sz w:val="20"/>
                <w:szCs w:val="20"/>
              </w:rPr>
              <w:t xml:space="preserve">Код </w:t>
            </w:r>
            <w:r w:rsidRPr="0037069F"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 w:rsidRPr="0037069F"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173632" w:rsidRPr="0037069F" w:rsidRDefault="00173632" w:rsidP="00D30321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rPr>
                <w:vertAlign w:val="superscript"/>
              </w:rPr>
              <w:t>2</w:t>
            </w:r>
            <w:r w:rsidRPr="0037069F"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173632" w:rsidRPr="0037069F" w:rsidRDefault="00173632" w:rsidP="00D30321">
            <w:pPr>
              <w:pStyle w:val="NormalWeb"/>
              <w:jc w:val="both"/>
            </w:pPr>
            <w:r w:rsidRPr="0037069F">
              <w:rPr>
                <w:vertAlign w:val="superscript"/>
              </w:rPr>
              <w:t>3</w:t>
            </w:r>
            <w:r w:rsidRPr="0037069F"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173632" w:rsidRDefault="00173632" w:rsidP="000A51EF"/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091"/>
        <w:gridCol w:w="1965"/>
        <w:gridCol w:w="3148"/>
        <w:gridCol w:w="4796"/>
      </w:tblGrid>
      <w:tr w:rsidR="00173632" w:rsidRPr="0037069F">
        <w:trPr>
          <w:tblCellSpacing w:w="22" w:type="dxa"/>
          <w:jc w:val="center"/>
        </w:trPr>
        <w:tc>
          <w:tcPr>
            <w:tcW w:w="1700" w:type="pct"/>
          </w:tcPr>
          <w:p w:rsidR="00173632" w:rsidRPr="0037069F" w:rsidRDefault="00173632" w:rsidP="00D30321">
            <w:pPr>
              <w:pStyle w:val="NormalWeb"/>
            </w:pPr>
            <w:r>
              <w:t>Начальник управління праці та соціального захисту населення</w:t>
            </w:r>
            <w:r w:rsidRPr="0037069F">
              <w:br/>
              <w:t>  </w:t>
            </w:r>
          </w:p>
        </w:tc>
        <w:tc>
          <w:tcPr>
            <w:tcW w:w="650" w:type="pct"/>
            <w:vAlign w:val="bottom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_______</w:t>
            </w:r>
            <w:r w:rsidRPr="00A673BC">
              <w:rPr>
                <w:u w:val="single"/>
              </w:rPr>
              <w:t>В.Мельник</w:t>
            </w:r>
            <w:r w:rsidRPr="0037069F">
              <w:t>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1700" w:type="pct"/>
          </w:tcPr>
          <w:p w:rsidR="00173632" w:rsidRPr="0037069F" w:rsidRDefault="00173632" w:rsidP="00D30321">
            <w:pPr>
              <w:pStyle w:val="NormalWeb"/>
            </w:pPr>
            <w:r w:rsidRPr="0037069F">
              <w:t>ПОГОДЖЕНО:</w:t>
            </w:r>
          </w:p>
        </w:tc>
        <w:tc>
          <w:tcPr>
            <w:tcW w:w="650" w:type="pct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50" w:type="pct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600" w:type="pct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1700" w:type="pct"/>
          </w:tcPr>
          <w:p w:rsidR="00173632" w:rsidRPr="0037069F" w:rsidRDefault="00173632" w:rsidP="00D30321">
            <w:pPr>
              <w:pStyle w:val="NormalWeb"/>
            </w:pPr>
            <w:r>
              <w:t>Начальник управління бюджету і фінансів</w:t>
            </w:r>
          </w:p>
        </w:tc>
        <w:tc>
          <w:tcPr>
            <w:tcW w:w="650" w:type="pct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</w:tcPr>
          <w:p w:rsidR="00173632" w:rsidRPr="0037069F" w:rsidRDefault="00173632" w:rsidP="00D30321">
            <w:pPr>
              <w:pStyle w:val="NormalWeb"/>
              <w:jc w:val="center"/>
            </w:pPr>
            <w:r>
              <w:rPr>
                <w:u w:val="single"/>
              </w:rPr>
              <w:t>_______В</w:t>
            </w:r>
            <w:r w:rsidRPr="00A673BC">
              <w:rPr>
                <w:u w:val="single"/>
              </w:rPr>
              <w:t>.Шульга</w:t>
            </w:r>
            <w:r w:rsidRPr="0037069F">
              <w:t>____</w:t>
            </w:r>
            <w:r>
              <w:t>_</w:t>
            </w:r>
            <w:r w:rsidRPr="0037069F">
              <w:t>_</w:t>
            </w:r>
            <w:r>
              <w:t>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173632" w:rsidRPr="0037069F" w:rsidRDefault="00173632" w:rsidP="00D30321">
            <w:pPr>
              <w:pStyle w:val="NormalWeb"/>
              <w:jc w:val="center"/>
            </w:pPr>
            <w:r w:rsidRPr="0037069F">
              <w:t> </w:t>
            </w:r>
          </w:p>
        </w:tc>
      </w:tr>
    </w:tbl>
    <w:p w:rsidR="00173632" w:rsidRPr="003D3D9E" w:rsidRDefault="00173632" w:rsidP="000A51EF">
      <w:pPr>
        <w:pStyle w:val="NormalWeb"/>
        <w:jc w:val="both"/>
      </w:pPr>
      <w:r>
        <w:br w:type="textWrapping" w:clear="all"/>
      </w:r>
    </w:p>
    <w:p w:rsidR="00173632" w:rsidRPr="003D3D9E" w:rsidRDefault="00173632" w:rsidP="000A51EF">
      <w:pPr>
        <w:pStyle w:val="NormalWeb"/>
        <w:jc w:val="both"/>
      </w:pPr>
    </w:p>
    <w:p w:rsidR="00173632" w:rsidRPr="003D3D9E" w:rsidRDefault="00173632" w:rsidP="000A51EF">
      <w:pPr>
        <w:pStyle w:val="NormalWeb"/>
        <w:jc w:val="both"/>
      </w:pPr>
    </w:p>
    <w:p w:rsidR="00173632" w:rsidRPr="003D3D9E" w:rsidRDefault="00173632" w:rsidP="000A51EF">
      <w:pPr>
        <w:pStyle w:val="NormalWeb"/>
        <w:jc w:val="both"/>
      </w:pPr>
    </w:p>
    <w:p w:rsidR="00173632" w:rsidRPr="003D3D9E" w:rsidRDefault="00173632" w:rsidP="000A51EF">
      <w:pPr>
        <w:pStyle w:val="NormalWeb"/>
        <w:jc w:val="both"/>
      </w:pPr>
    </w:p>
    <w:p w:rsidR="00173632" w:rsidRPr="003D3D9E" w:rsidRDefault="00173632" w:rsidP="000A51EF">
      <w:pPr>
        <w:pStyle w:val="NormalWeb"/>
        <w:jc w:val="both"/>
      </w:pPr>
    </w:p>
    <w:p w:rsidR="00173632" w:rsidRPr="003D3D9E" w:rsidRDefault="00173632" w:rsidP="000A51EF">
      <w:pPr>
        <w:pStyle w:val="NormalWeb"/>
        <w:jc w:val="both"/>
      </w:pPr>
    </w:p>
    <w:p w:rsidR="00173632" w:rsidRPr="003D3D9E" w:rsidRDefault="00173632" w:rsidP="000A51EF">
      <w:pPr>
        <w:pStyle w:val="NormalWeb"/>
        <w:jc w:val="both"/>
      </w:pPr>
    </w:p>
    <w:p w:rsidR="00173632" w:rsidRPr="003D3D9E" w:rsidRDefault="00173632" w:rsidP="000A51EF">
      <w:pPr>
        <w:pStyle w:val="NormalWeb"/>
        <w:jc w:val="both"/>
      </w:pPr>
    </w:p>
    <w:p w:rsidR="00173632" w:rsidRDefault="00173632" w:rsidP="000A51EF">
      <w:pPr>
        <w:pStyle w:val="NormalWeb"/>
        <w:jc w:val="both"/>
      </w:pPr>
    </w:p>
    <w:p w:rsidR="00173632" w:rsidRDefault="00173632" w:rsidP="000A51EF">
      <w:pPr>
        <w:pStyle w:val="NormalWeb"/>
        <w:jc w:val="both"/>
      </w:pPr>
    </w:p>
    <w:p w:rsidR="00173632" w:rsidRDefault="00173632" w:rsidP="000A51EF">
      <w:pPr>
        <w:pStyle w:val="NormalWeb"/>
        <w:jc w:val="both"/>
      </w:pPr>
    </w:p>
    <w:p w:rsidR="00173632" w:rsidRDefault="00173632" w:rsidP="000A51EF">
      <w:pPr>
        <w:pStyle w:val="NormalWeb"/>
        <w:jc w:val="both"/>
      </w:pPr>
    </w:p>
    <w:p w:rsidR="00173632" w:rsidRDefault="00173632" w:rsidP="000A51EF">
      <w:pPr>
        <w:pStyle w:val="NormalWeb"/>
        <w:jc w:val="both"/>
      </w:pPr>
    </w:p>
    <w:p w:rsidR="00173632" w:rsidRDefault="00173632" w:rsidP="000A51EF">
      <w:pPr>
        <w:pStyle w:val="NormalWeb"/>
        <w:jc w:val="both"/>
      </w:pPr>
    </w:p>
    <w:p w:rsidR="00173632" w:rsidRPr="003D3D9E" w:rsidRDefault="00173632" w:rsidP="000A51EF">
      <w:pPr>
        <w:pStyle w:val="NormalWeb"/>
        <w:jc w:val="both"/>
      </w:pPr>
    </w:p>
    <w:p w:rsidR="00173632" w:rsidRPr="003D3D9E" w:rsidRDefault="00173632" w:rsidP="000A51EF">
      <w:pPr>
        <w:pStyle w:val="NormalWeb"/>
        <w:jc w:val="both"/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878"/>
      </w:tblGrid>
      <w:tr w:rsidR="00173632">
        <w:trPr>
          <w:tblCellSpacing w:w="22" w:type="dxa"/>
        </w:trPr>
        <w:tc>
          <w:tcPr>
            <w:tcW w:w="5000" w:type="pct"/>
          </w:tcPr>
          <w:p w:rsidR="00173632" w:rsidRDefault="00173632">
            <w:pPr>
              <w:pStyle w:val="NormalWeb"/>
            </w:pPr>
            <w:r>
              <w:t>ЗАТВЕРДЖЕНО</w:t>
            </w:r>
            <w:r>
              <w:br/>
            </w:r>
            <w:r>
              <w:rPr>
                <w:color w:val="0000FF"/>
              </w:rPr>
              <w:t>Наказ Міністерства фінансів України</w:t>
            </w:r>
            <w:r>
              <w:rPr>
                <w:color w:val="0000FF"/>
              </w:rPr>
              <w:br/>
              <w:t>26 серпня 2014 року N 836</w:t>
            </w:r>
          </w:p>
        </w:tc>
      </w:tr>
    </w:tbl>
    <w:p w:rsidR="00173632" w:rsidRDefault="00173632" w:rsidP="00023745"/>
    <w:p w:rsidR="00173632" w:rsidRDefault="00173632" w:rsidP="00023745"/>
    <w:p w:rsidR="00173632" w:rsidRDefault="00173632" w:rsidP="00023745"/>
    <w:p w:rsidR="00173632" w:rsidRDefault="00173632" w:rsidP="00023745"/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173632">
        <w:trPr>
          <w:tblCellSpacing w:w="22" w:type="dxa"/>
          <w:jc w:val="center"/>
        </w:trPr>
        <w:tc>
          <w:tcPr>
            <w:tcW w:w="2726" w:type="pct"/>
          </w:tcPr>
          <w:p w:rsidR="00173632" w:rsidRDefault="00173632">
            <w:pPr>
              <w:pStyle w:val="NormalWeb"/>
            </w:pPr>
          </w:p>
        </w:tc>
        <w:tc>
          <w:tcPr>
            <w:tcW w:w="2230" w:type="pct"/>
          </w:tcPr>
          <w:p w:rsidR="00173632" w:rsidRDefault="00173632">
            <w:pPr>
              <w:pStyle w:val="NormalWeb"/>
            </w:pPr>
            <w:r w:rsidRPr="0037069F">
              <w:t>ЗАТВЕРДЖЕНО</w:t>
            </w:r>
            <w:r w:rsidRPr="0037069F">
              <w:br/>
              <w:t xml:space="preserve">Наказ </w:t>
            </w:r>
            <w:r>
              <w:t>Управління праці та соціального захисту населення</w:t>
            </w:r>
            <w:r w:rsidRPr="0037069F">
              <w:br/>
            </w:r>
            <w:r>
              <w:t>виконавчого комітету Рівненської міської ради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головного розпорядника коштів місцевого бюджету)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наказ</w:t>
            </w:r>
            <w:r>
              <w:t xml:space="preserve"> Управління бюджету і фінансів виконавчого </w:t>
            </w:r>
            <w:r w:rsidRPr="0037069F">
              <w:br/>
            </w:r>
            <w:r>
              <w:t xml:space="preserve">комітету Рівненської міської ради     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(найменування місцевого фінансового органу)</w:t>
            </w:r>
            <w:r w:rsidRPr="0037069F">
              <w:rPr>
                <w:sz w:val="20"/>
                <w:szCs w:val="20"/>
              </w:rPr>
              <w:br/>
            </w:r>
            <w:r w:rsidRPr="0037069F">
              <w:t>_________________ N ______</w:t>
            </w:r>
          </w:p>
        </w:tc>
      </w:tr>
    </w:tbl>
    <w:p w:rsidR="00173632" w:rsidRDefault="00173632" w:rsidP="00023745">
      <w:pPr>
        <w:pStyle w:val="Heading3"/>
        <w:jc w:val="center"/>
      </w:pPr>
      <w:r>
        <w:t>Паспорт</w:t>
      </w:r>
      <w:r>
        <w:br/>
        <w:t>бюджетної програми місцевого бюджету на 2018 рік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73632">
        <w:trPr>
          <w:tblCellSpacing w:w="22" w:type="dxa"/>
          <w:jc w:val="center"/>
        </w:trPr>
        <w:tc>
          <w:tcPr>
            <w:tcW w:w="5000" w:type="pct"/>
          </w:tcPr>
          <w:p w:rsidR="00173632" w:rsidRPr="0037069F" w:rsidRDefault="00173632" w:rsidP="00F10782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 xml:space="preserve">1. </w:t>
            </w:r>
            <w:r w:rsidRPr="004F2FBA">
              <w:rPr>
                <w:u w:val="single"/>
              </w:rPr>
              <w:t>____</w:t>
            </w:r>
            <w:r>
              <w:rPr>
                <w:u w:val="single"/>
                <w:lang w:val="ru-RU"/>
              </w:rPr>
              <w:t>08</w:t>
            </w:r>
            <w:r w:rsidRPr="004F2FBA">
              <w:rPr>
                <w:u w:val="single"/>
                <w:lang w:val="ru-RU"/>
              </w:rPr>
              <w:t>00000</w:t>
            </w:r>
            <w:r>
              <w:t xml:space="preserve">________                              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t>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    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  (</w:t>
            </w:r>
            <w:r>
              <w:rPr>
                <w:sz w:val="20"/>
                <w:szCs w:val="20"/>
              </w:rPr>
              <w:t xml:space="preserve"> </w:t>
            </w:r>
            <w:r w:rsidRPr="0037069F">
              <w:rPr>
                <w:sz w:val="20"/>
                <w:szCs w:val="20"/>
              </w:rPr>
              <w:t>найменування головного розпорядника)</w:t>
            </w:r>
          </w:p>
          <w:p w:rsidR="00173632" w:rsidRDefault="00173632">
            <w:pPr>
              <w:pStyle w:val="NormalWeb"/>
              <w:jc w:val="both"/>
              <w:rPr>
                <w:sz w:val="20"/>
                <w:szCs w:val="20"/>
              </w:rPr>
            </w:pPr>
            <w:r w:rsidRPr="0037069F">
              <w:t>2</w:t>
            </w:r>
            <w:r w:rsidRPr="00432A51">
              <w:rPr>
                <w:u w:val="single"/>
              </w:rPr>
              <w:t xml:space="preserve">.          </w:t>
            </w:r>
            <w:r>
              <w:rPr>
                <w:u w:val="single"/>
              </w:rPr>
              <w:t>08</w:t>
            </w:r>
            <w:r w:rsidRPr="00432A51">
              <w:rPr>
                <w:u w:val="single"/>
              </w:rPr>
              <w:t>10000</w:t>
            </w:r>
            <w:r w:rsidRPr="004F2FBA"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</w:t>
            </w:r>
            <w:r w:rsidRPr="00432A51">
              <w:t xml:space="preserve">                           </w:t>
            </w:r>
            <w:r>
              <w:rPr>
                <w:u w:val="single"/>
              </w:rPr>
              <w:t xml:space="preserve"> </w:t>
            </w:r>
            <w:r w:rsidRPr="004F2FBA">
              <w:rPr>
                <w:u w:val="single"/>
              </w:rPr>
              <w:t xml:space="preserve">Управління праці та соціального захисту населення виконавчого комітету Рівненської </w:t>
            </w:r>
            <w:r>
              <w:rPr>
                <w:u w:val="single"/>
              </w:rPr>
              <w:t>м</w:t>
            </w:r>
            <w:r w:rsidRPr="004F2FBA">
              <w:rPr>
                <w:u w:val="single"/>
              </w:rPr>
              <w:t xml:space="preserve">іської </w:t>
            </w:r>
            <w:r>
              <w:rPr>
                <w:u w:val="single"/>
              </w:rPr>
              <w:t>р</w:t>
            </w:r>
            <w:r w:rsidRPr="004F2FBA">
              <w:rPr>
                <w:u w:val="single"/>
              </w:rPr>
              <w:t>ади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          (КПКВК МБ)                   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 w:rsidRPr="0037069F">
              <w:rPr>
                <w:sz w:val="20"/>
                <w:szCs w:val="20"/>
              </w:rPr>
              <w:t>  (найменування відповідального виконавця)</w:t>
            </w:r>
          </w:p>
          <w:p w:rsidR="00173632" w:rsidRPr="00592D58" w:rsidRDefault="00173632" w:rsidP="00592D58">
            <w:pPr>
              <w:pStyle w:val="NormalWeb"/>
            </w:pPr>
            <w:r>
              <w:t>3._</w:t>
            </w:r>
            <w:r>
              <w:rPr>
                <w:u w:val="single"/>
              </w:rPr>
              <w:t>0813</w:t>
            </w:r>
            <w:r w:rsidRPr="00F10782">
              <w:rPr>
                <w:u w:val="single"/>
              </w:rPr>
              <w:t>080</w:t>
            </w:r>
            <w:r>
              <w:t>____________________</w:t>
            </w:r>
            <w:r w:rsidRPr="00453DD6">
              <w:rPr>
                <w:b/>
                <w:bCs/>
              </w:rPr>
              <w:t xml:space="preserve"> </w:t>
            </w:r>
            <w:r w:rsidRPr="00592D58">
              <w:t xml:space="preserve">Надання допомоги особам з інвалідністю, дітям з інвалідністю, особам, які не мають права на пенсію, </w:t>
            </w:r>
            <w:r>
              <w:rPr>
                <w:sz w:val="20"/>
                <w:szCs w:val="20"/>
              </w:rPr>
              <w:t xml:space="preserve">(КПКВК МБ)                                           </w:t>
            </w:r>
            <w:r w:rsidRPr="00592D58">
              <w:t xml:space="preserve">непрацюючій особі, яка досягла загального пенсійного віку, але не набула права на пенсійну виплату, </w:t>
            </w:r>
            <w:r>
              <w:t xml:space="preserve">                 </w:t>
            </w:r>
            <w:r w:rsidRPr="00592D58">
              <w:t>допомоги по догляду за особами з інвалідністю І чи ІІ групи внаслідок психічного розладу, компенсаційної виплати непрацюючій працездатній особі, яка доглядає за особою з інвалідністю І групи, а також за особою, яка досягла 80-річного ві</w:t>
            </w:r>
            <w:r>
              <w:t>ку.</w:t>
            </w:r>
            <w:r>
              <w:br/>
              <w:t xml:space="preserve">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>(найменування бюджетної програми)</w:t>
            </w:r>
          </w:p>
          <w:p w:rsidR="00173632" w:rsidRDefault="00173632">
            <w:pPr>
              <w:pStyle w:val="NormalWeb"/>
              <w:jc w:val="both"/>
            </w:pPr>
            <w:r>
              <w:t>4. Обсяг бюджетних призначень / бюджетних асигнувань – 65511,5 тис. гривень, у тому числі загального фонду – 65511,5 тис. гривень та спеціального фонду -0,0 тис. гривень.</w:t>
            </w:r>
          </w:p>
          <w:p w:rsidR="00173632" w:rsidRPr="002574FD" w:rsidRDefault="00173632">
            <w:pPr>
              <w:pStyle w:val="NormalWeb"/>
              <w:jc w:val="both"/>
            </w:pPr>
            <w:r>
              <w:t xml:space="preserve">5. Підстави для виконання бюджетної програми: Конституція України, Бюджетний кодекс України, Закон України «Про психічну допомогу» Постанова Кабінету Міністрів України, </w:t>
            </w:r>
            <w:r w:rsidRPr="003322A9">
              <w:rPr>
                <w:snapToGrid w:val="0"/>
              </w:rPr>
              <w:t>З</w:t>
            </w:r>
            <w:r>
              <w:rPr>
                <w:snapToGrid w:val="0"/>
              </w:rPr>
              <w:t xml:space="preserve">акон </w:t>
            </w:r>
            <w:r w:rsidRPr="003322A9">
              <w:rPr>
                <w:snapToGrid w:val="0"/>
              </w:rPr>
              <w:t>У</w:t>
            </w:r>
            <w:r>
              <w:rPr>
                <w:snapToGrid w:val="0"/>
              </w:rPr>
              <w:t>країни</w:t>
            </w:r>
            <w:r w:rsidRPr="003322A9">
              <w:rPr>
                <w:snapToGrid w:val="0"/>
              </w:rPr>
              <w:t xml:space="preserve"> «Про державну</w:t>
            </w:r>
            <w:r>
              <w:rPr>
                <w:snapToGrid w:val="0"/>
              </w:rPr>
              <w:t xml:space="preserve">  </w:t>
            </w:r>
            <w:r w:rsidRPr="003322A9">
              <w:rPr>
                <w:snapToGrid w:val="0"/>
              </w:rPr>
              <w:t xml:space="preserve"> допомогу</w:t>
            </w:r>
            <w:r>
              <w:rPr>
                <w:snapToGrid w:val="0"/>
              </w:rPr>
              <w:t xml:space="preserve">  </w:t>
            </w:r>
            <w:r w:rsidRPr="003322A9">
              <w:rPr>
                <w:snapToGrid w:val="0"/>
              </w:rPr>
              <w:t xml:space="preserve"> інвалідам </w:t>
            </w:r>
            <w:r>
              <w:rPr>
                <w:snapToGrid w:val="0"/>
              </w:rPr>
              <w:t xml:space="preserve">  </w:t>
            </w:r>
            <w:r w:rsidRPr="003322A9">
              <w:rPr>
                <w:snapToGrid w:val="0"/>
              </w:rPr>
              <w:t>з дитинства та дітям - інвалідам» №2109-IІІ від 16.11.2000р</w:t>
            </w:r>
            <w:r w:rsidRPr="003322A9">
              <w:t>.,</w:t>
            </w:r>
            <w:r w:rsidRPr="003322A9">
              <w:rPr>
                <w:snapToGrid w:val="0"/>
              </w:rPr>
              <w:t xml:space="preserve">  </w:t>
            </w:r>
            <w:r>
              <w:t>Постанова «Про надання щомісячної грошової допомоги особі, яка проживає разом з інвалідом І чи ІІ групи внаслідок психічного розладу, який за висновком лікарської комісії медичного закладу потребує постійного стороннього догляду, на догляд»  №1192 від 02.08.2000р.Постанова  « Про затвердження Порядку призначення і виплати державної соціальної допомоги особам, які не мають права на пенсію, та особам з інвалідністю і державної соціальної допомоги на догляд» №261 від 02.04.2005р.,Постанова «Про затвердження Порядку призначення тимчасової державної соціальної допомоги непрацюючій особі, яка досягла  загального пенсійного вікую але не набула права на пенсійну виплату» №1098 від 27.12.2017р., Порядок надання щомісячної грошової допомоги особі, яка проживає з інвалідом І чи ІІ групи внаслідок психічного розладу, який за висновками лікарської комісії медичного закладу потребує постійного стороннього догляду, на догляд за ними, рішення Р</w:t>
            </w:r>
            <w:r w:rsidRPr="00D84615">
              <w:t>івненської міської ради</w:t>
            </w:r>
            <w:r>
              <w:t xml:space="preserve"> « Про бюджет міста Рівного на 2018 рік» </w:t>
            </w:r>
            <w:r w:rsidRPr="00D84615">
              <w:t xml:space="preserve"> від </w:t>
            </w:r>
            <w:r w:rsidRPr="003322A9">
              <w:t>2</w:t>
            </w:r>
            <w:r>
              <w:t>1</w:t>
            </w:r>
            <w:r w:rsidRPr="003322A9">
              <w:t>.12.201</w:t>
            </w:r>
            <w:r>
              <w:t>7</w:t>
            </w:r>
            <w:r w:rsidRPr="003322A9">
              <w:t>р. №</w:t>
            </w:r>
            <w:r>
              <w:t>3867.</w:t>
            </w:r>
          </w:p>
          <w:p w:rsidR="00173632" w:rsidRPr="00A673BC" w:rsidRDefault="00173632">
            <w:pPr>
              <w:pStyle w:val="NormalWeb"/>
              <w:jc w:val="both"/>
              <w:rPr>
                <w:u w:val="single"/>
              </w:rPr>
            </w:pPr>
            <w:r>
              <w:t xml:space="preserve">6. Мета бюджетної програми: </w:t>
            </w:r>
            <w:r w:rsidRPr="00A673BC">
              <w:rPr>
                <w:u w:val="single"/>
              </w:rPr>
              <w:t xml:space="preserve">Забезпечення надання </w:t>
            </w:r>
            <w:r w:rsidRPr="00592D58">
              <w:t xml:space="preserve">допомоги особам з інвалідністю, дітям з інвалідністю, особам, які не мають права на пенсію, непрацюючій особі, яка досягла загального пенсійного віку, але не набула права на пенсійну виплату, </w:t>
            </w:r>
            <w:r>
              <w:t xml:space="preserve">                 </w:t>
            </w:r>
            <w:r w:rsidRPr="00592D58">
              <w:t>допомоги по догляду за особами з інвалідністю І чи ІІ групи внаслідок психічного розладу, компенсаційної виплати непрацюючій працездатній особі, яка доглядає за особою з інвалідністю І групи, а також за особою, яка досягла 80-річного ві</w:t>
            </w:r>
            <w:r>
              <w:t>ку.</w:t>
            </w:r>
            <w:r>
              <w:br/>
            </w:r>
          </w:p>
          <w:p w:rsidR="00173632" w:rsidRDefault="00173632">
            <w:pPr>
              <w:pStyle w:val="NormalWeb"/>
              <w:jc w:val="both"/>
            </w:pPr>
            <w:r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173632" w:rsidRDefault="00173632" w:rsidP="00023745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44"/>
        <w:gridCol w:w="1965"/>
        <w:gridCol w:w="1818"/>
        <w:gridCol w:w="9673"/>
      </w:tblGrid>
      <w:tr w:rsidR="00173632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N з/п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КФКВК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Назва підпрограми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B26EC">
            <w:pPr>
              <w:pStyle w:val="NormalWeb"/>
            </w:pPr>
            <w:r w:rsidRPr="0037069F">
              <w:t> </w:t>
            </w:r>
            <w:r>
              <w:t>1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0813081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pPr>
              <w:rPr>
                <w:i/>
                <w:iCs/>
              </w:rPr>
            </w:pPr>
            <w:r w:rsidRPr="00592D58">
              <w:rPr>
                <w:i/>
                <w:iCs/>
              </w:rPr>
              <w:t>1010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592D58" w:rsidRDefault="00173632" w:rsidP="005D1E08">
            <w:pPr>
              <w:jc w:val="both"/>
            </w:pPr>
            <w:r w:rsidRPr="00592D58">
              <w:t>Надання державної соціальної допомоги особам з інвалідністю з дитинства та дітям з інвалідністю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B26EC">
            <w:pPr>
              <w:pStyle w:val="NormalWeb"/>
            </w:pPr>
            <w:r>
              <w:t>2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92D58"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0813082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592D58" w:rsidRDefault="00173632" w:rsidP="005D1E08">
            <w:pPr>
              <w:jc w:val="both"/>
            </w:pPr>
            <w:r w:rsidRPr="00592D58">
              <w:t>Надання 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B26EC">
            <w:pPr>
              <w:pStyle w:val="NormalWeb"/>
            </w:pPr>
            <w:r>
              <w:t>3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0813083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592D58" w:rsidRDefault="00173632" w:rsidP="005D1E08">
            <w:pPr>
              <w:jc w:val="both"/>
            </w:pPr>
            <w:r w:rsidRPr="00592D58">
              <w:t>Надання допомоги по догляду за особами з інвалідністю I чи II групи внаслідок психічного розладу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B26EC">
            <w:pPr>
              <w:pStyle w:val="NormalWeb"/>
            </w:pPr>
            <w:r>
              <w:t>4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0813084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r w:rsidRPr="00592D58">
              <w:rPr>
                <w:i/>
                <w:iCs/>
              </w:rPr>
              <w:t>10</w:t>
            </w:r>
            <w:r>
              <w:rPr>
                <w:i/>
                <w:iCs/>
              </w:rPr>
              <w:t>4</w:t>
            </w:r>
            <w:r w:rsidRPr="00592D58">
              <w:rPr>
                <w:i/>
                <w:iCs/>
              </w:rPr>
              <w:t>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592D58" w:rsidRDefault="00173632" w:rsidP="005D1E08">
            <w:pPr>
              <w:jc w:val="both"/>
            </w:pPr>
            <w:r w:rsidRPr="00592D58">
              <w:t>Надання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49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AB26EC">
            <w:pPr>
              <w:pStyle w:val="NormalWeb"/>
            </w:pPr>
            <w:r>
              <w:t>5</w:t>
            </w:r>
          </w:p>
        </w:tc>
        <w:tc>
          <w:tcPr>
            <w:tcW w:w="6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0813085</w:t>
            </w:r>
          </w:p>
        </w:tc>
        <w:tc>
          <w:tcPr>
            <w:tcW w:w="5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32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592D58" w:rsidRDefault="00173632" w:rsidP="005D1E08">
            <w:pPr>
              <w:jc w:val="both"/>
            </w:pPr>
            <w:r w:rsidRPr="00592D58">
              <w:t>Надання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</w:tr>
    </w:tbl>
    <w:p w:rsidR="00173632" w:rsidRPr="0064720D" w:rsidRDefault="00173632" w:rsidP="00023745">
      <w:pPr>
        <w:rPr>
          <w:lang w:val="ru-RU"/>
        </w:rPr>
      </w:pPr>
    </w:p>
    <w:p w:rsidR="00173632" w:rsidRPr="0064720D" w:rsidRDefault="00173632" w:rsidP="00023745">
      <w:pPr>
        <w:rPr>
          <w:lang w:val="ru-RU"/>
        </w:rPr>
      </w:pPr>
    </w:p>
    <w:p w:rsidR="00173632" w:rsidRPr="0064720D" w:rsidRDefault="00173632" w:rsidP="00023745">
      <w:pPr>
        <w:rPr>
          <w:lang w:val="ru-RU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73632">
        <w:trPr>
          <w:tblCellSpacing w:w="22" w:type="dxa"/>
          <w:jc w:val="center"/>
        </w:trPr>
        <w:tc>
          <w:tcPr>
            <w:tcW w:w="5000" w:type="pct"/>
          </w:tcPr>
          <w:p w:rsidR="00173632" w:rsidRDefault="00173632">
            <w:pPr>
              <w:pStyle w:val="NormalWeb"/>
              <w:jc w:val="both"/>
            </w:pPr>
            <w:r>
              <w:t>8. Обсяги фінансування бюджетної програми у розрізі підпрограм та завдань</w:t>
            </w:r>
          </w:p>
          <w:p w:rsidR="00173632" w:rsidRDefault="00173632">
            <w:pPr>
              <w:pStyle w:val="NormalWeb"/>
              <w:jc w:val="right"/>
            </w:pPr>
            <w:r>
              <w:t>(тис. грн)</w:t>
            </w:r>
          </w:p>
        </w:tc>
      </w:tr>
    </w:tbl>
    <w:p w:rsidR="00173632" w:rsidRDefault="00173632" w:rsidP="00023745"/>
    <w:tbl>
      <w:tblPr>
        <w:tblW w:w="15277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4"/>
        <w:gridCol w:w="1507"/>
        <w:gridCol w:w="1507"/>
        <w:gridCol w:w="4754"/>
        <w:gridCol w:w="2796"/>
        <w:gridCol w:w="1799"/>
        <w:gridCol w:w="1970"/>
      </w:tblGrid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КФКВК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Підпрограма / завдання бюджетної програми</w:t>
            </w:r>
            <w:r>
              <w:rPr>
                <w:vertAlign w:val="superscript"/>
              </w:rPr>
              <w:t xml:space="preserve"> 2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Спеціальний фонд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Разом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7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  <w:r w:rsidRPr="00B968B5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0813081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pPr>
              <w:rPr>
                <w:i/>
                <w:iCs/>
              </w:rPr>
            </w:pPr>
            <w:r w:rsidRPr="00592D58">
              <w:rPr>
                <w:i/>
                <w:iCs/>
              </w:rPr>
              <w:t>1010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592D58" w:rsidRDefault="00173632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державної соціальної допомоги особам з інвалідністю з дитинства та дітям з інвалідністю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50555,0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  <w:r w:rsidRPr="00B968B5">
              <w:rPr>
                <w:rFonts w:ascii="Times New Roman" w:hAnsi="Times New Roman" w:cs="Times New Roman"/>
                <w:lang w:val="ru-RU"/>
              </w:rPr>
              <w:t> </w:t>
            </w: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B968B5" w:rsidRDefault="00173632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50555,0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592D58" w:rsidRDefault="00173632" w:rsidP="003E0797">
            <w:pPr>
              <w:jc w:val="both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>Забезпечення надання державної соціальної допомоги інвалідам з дитинства та дітям-інвалідам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9D7359" w:rsidRDefault="00173632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B968B5" w:rsidRDefault="00173632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592D58"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0813082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592D58" w:rsidRDefault="00173632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92D58">
            <w:pPr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7510,0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 w:rsidP="003E0797">
            <w:pPr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  <w:t>7510,0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592D58" w:rsidRDefault="00173632" w:rsidP="003E0797">
            <w:pPr>
              <w:jc w:val="both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 xml:space="preserve">Забезпечення надання </w:t>
            </w:r>
            <w:r w:rsidRPr="00592D58">
              <w:t>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92D58">
            <w:pPr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 w:rsidP="003E0797">
            <w:pPr>
              <w:jc w:val="center"/>
              <w:rPr>
                <w:rStyle w:val="2"/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0813083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592D58" w:rsidRDefault="00173632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допомоги по догляду за особами з інвалідністю I чи II групи внаслідок психічного розладу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5255,0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B968B5" w:rsidRDefault="00173632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5255,0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592D58" w:rsidRDefault="00173632" w:rsidP="003E0797">
            <w:pPr>
              <w:jc w:val="both"/>
            </w:pPr>
            <w:r>
              <w:t>Завдання:</w:t>
            </w:r>
            <w:r w:rsidRPr="00453DD6">
              <w:t xml:space="preserve"> Забезпечення надання допомоги на догляд за </w:t>
            </w:r>
            <w:r>
              <w:t xml:space="preserve">особами з </w:t>
            </w:r>
            <w:r w:rsidRPr="00453DD6">
              <w:t>інвалід</w:t>
            </w:r>
            <w:r>
              <w:t>ністю</w:t>
            </w:r>
            <w:r w:rsidRPr="00453DD6">
              <w:t xml:space="preserve"> I чи II групи внаслідок психічного розладу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B968B5" w:rsidRDefault="00173632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0813084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r w:rsidRPr="00592D58">
              <w:rPr>
                <w:i/>
                <w:iCs/>
              </w:rPr>
              <w:t>10</w:t>
            </w:r>
            <w:r>
              <w:rPr>
                <w:i/>
                <w:iCs/>
              </w:rPr>
              <w:t>4</w:t>
            </w:r>
            <w:r w:rsidRPr="00592D58">
              <w:rPr>
                <w:i/>
                <w:iCs/>
              </w:rPr>
              <w:t>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592D58" w:rsidRDefault="00173632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2000,0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B968B5" w:rsidRDefault="00173632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2000,0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592D58" w:rsidRDefault="00173632" w:rsidP="003E0797">
            <w:pPr>
              <w:jc w:val="both"/>
            </w:pPr>
            <w:r>
              <w:t>Завдання:</w:t>
            </w:r>
            <w:r w:rsidRPr="00453DD6">
              <w:t xml:space="preserve"> Забезпечення</w:t>
            </w:r>
            <w:r w:rsidRPr="00592D58">
              <w:t xml:space="preserve"> </w:t>
            </w:r>
            <w:r>
              <w:t>н</w:t>
            </w:r>
            <w:r w:rsidRPr="00592D58">
              <w:t>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B968B5" w:rsidRDefault="00173632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0813085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r w:rsidRPr="00592D58">
              <w:rPr>
                <w:i/>
                <w:iCs/>
              </w:rPr>
              <w:t>1010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592D58" w:rsidRDefault="00173632" w:rsidP="003E0797">
            <w:pPr>
              <w:jc w:val="both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191,5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B968B5" w:rsidRDefault="00173632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968B5">
              <w:rPr>
                <w:rFonts w:ascii="Times New Roman" w:hAnsi="Times New Roman" w:cs="Times New Roman"/>
                <w:lang w:val="uk-UA"/>
              </w:rPr>
              <w:t>191,5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AB26EC">
            <w:pPr>
              <w:pStyle w:val="Foo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592D58" w:rsidRDefault="00173632" w:rsidP="00AB26EC">
            <w:pPr>
              <w:rPr>
                <w:i/>
                <w:iCs/>
              </w:rPr>
            </w:pP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592D58" w:rsidRDefault="00173632" w:rsidP="003E0797">
            <w:pPr>
              <w:jc w:val="both"/>
            </w:pPr>
            <w:r>
              <w:t>Завдання:</w:t>
            </w:r>
            <w:r w:rsidRPr="00453DD6">
              <w:t xml:space="preserve"> Забезпечення</w:t>
            </w:r>
            <w:r w:rsidRPr="00592D58">
              <w:t xml:space="preserve"> </w:t>
            </w:r>
            <w:r>
              <w:t>н</w:t>
            </w:r>
            <w:r w:rsidRPr="00592D58">
              <w:t>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 w:rsidP="00592D58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B968B5" w:rsidRDefault="00173632">
            <w:pPr>
              <w:pStyle w:val="Foo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B968B5" w:rsidRDefault="00173632" w:rsidP="003E0797">
            <w:pPr>
              <w:pStyle w:val="Footer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287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15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both"/>
            </w:pPr>
            <w:r>
              <w:t>Усього</w:t>
            </w:r>
          </w:p>
        </w:tc>
        <w:tc>
          <w:tcPr>
            <w:tcW w:w="9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C02E99">
            <w:pPr>
              <w:pStyle w:val="NormalWeb"/>
              <w:jc w:val="center"/>
            </w:pPr>
            <w:r>
              <w:t>65511,5</w:t>
            </w:r>
          </w:p>
        </w:tc>
        <w:tc>
          <w:tcPr>
            <w:tcW w:w="5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C02E99">
            <w:pPr>
              <w:pStyle w:val="NormalWeb"/>
              <w:jc w:val="center"/>
            </w:pPr>
          </w:p>
        </w:tc>
        <w:tc>
          <w:tcPr>
            <w:tcW w:w="6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 w:rsidP="00C02E99">
            <w:pPr>
              <w:pStyle w:val="NormalWeb"/>
              <w:jc w:val="center"/>
            </w:pPr>
            <w:r>
              <w:t>65511,5</w:t>
            </w:r>
          </w:p>
        </w:tc>
      </w:tr>
    </w:tbl>
    <w:p w:rsidR="00173632" w:rsidRDefault="00173632" w:rsidP="00023745">
      <w:pPr>
        <w:rPr>
          <w:lang w:val="en-US"/>
        </w:rPr>
      </w:pPr>
    </w:p>
    <w:p w:rsidR="00173632" w:rsidRDefault="00173632" w:rsidP="00023745">
      <w:pPr>
        <w:rPr>
          <w:lang w:val="en-US"/>
        </w:rPr>
      </w:pPr>
    </w:p>
    <w:p w:rsidR="00173632" w:rsidRPr="00BF6D43" w:rsidRDefault="00173632" w:rsidP="00023745">
      <w:pPr>
        <w:rPr>
          <w:lang w:val="en-US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73632">
        <w:trPr>
          <w:tblCellSpacing w:w="22" w:type="dxa"/>
          <w:jc w:val="center"/>
        </w:trPr>
        <w:tc>
          <w:tcPr>
            <w:tcW w:w="5000" w:type="pct"/>
          </w:tcPr>
          <w:p w:rsidR="00173632" w:rsidRDefault="00173632" w:rsidP="008E7F7D">
            <w:pPr>
              <w:pStyle w:val="NormalWeb"/>
              <w:jc w:val="both"/>
            </w:pPr>
            <w:r>
              <w:t>9. Перелік регіональних цільових програм, які виконуються у складі бюджетної програми                                                                           (тис. грн)</w:t>
            </w:r>
          </w:p>
        </w:tc>
      </w:tr>
    </w:tbl>
    <w:p w:rsidR="00173632" w:rsidRDefault="00173632" w:rsidP="00023745">
      <w: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173632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Назва регіональної цільової програми та підпрограми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Спеціальний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Разом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5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Регіональна цільова 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Підпрограма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Підпрограма 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...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</w:p>
        </w:tc>
      </w:tr>
    </w:tbl>
    <w:p w:rsidR="00173632" w:rsidRDefault="00173632" w:rsidP="00023745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73632">
        <w:trPr>
          <w:tblCellSpacing w:w="22" w:type="dxa"/>
          <w:jc w:val="center"/>
        </w:trPr>
        <w:tc>
          <w:tcPr>
            <w:tcW w:w="5000" w:type="pct"/>
          </w:tcPr>
          <w:p w:rsidR="00173632" w:rsidRDefault="00173632">
            <w:pPr>
              <w:pStyle w:val="NormalWeb"/>
              <w:jc w:val="both"/>
            </w:pPr>
            <w:r>
              <w:t>10. Результативні показники бюджетної програми у розрізі підпрограм і завдань</w:t>
            </w:r>
          </w:p>
        </w:tc>
      </w:tr>
    </w:tbl>
    <w:p w:rsidR="00173632" w:rsidRDefault="00173632" w:rsidP="00023745">
      <w: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665"/>
        <w:gridCol w:w="1582"/>
        <w:gridCol w:w="3250"/>
        <w:gridCol w:w="2965"/>
        <w:gridCol w:w="2827"/>
        <w:gridCol w:w="2711"/>
      </w:tblGrid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N</w:t>
            </w:r>
            <w:r>
              <w:br/>
              <w:t>з/п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Назва показника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Одиниця виміру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Джерело інформації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Значення показника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6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C90EF3" w:rsidRDefault="00173632" w:rsidP="00AB26EC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0813081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453DD6">
              <w:t xml:space="preserve"> Надання державної соціальної допомоги інвалідам з дитинства та дітям-інвалідам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>Забезпечення надання державної соціальної допомоги інвалідам з дитинства та дітям-інвалідам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3E0797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</w:pPr>
            <w:r w:rsidRPr="00453DD6">
              <w:t>кількість одержувачів допомоги інвал</w:t>
            </w:r>
            <w:r>
              <w:t xml:space="preserve">ідам з дитинства підгруп А </w:t>
            </w:r>
            <w:r w:rsidRPr="00453DD6">
              <w:t xml:space="preserve"> I групи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123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722CF9">
            <w:pPr>
              <w:pStyle w:val="NormalWeb"/>
            </w:pPr>
            <w:r w:rsidRPr="00453DD6">
              <w:t>кількість одержувачів допомоги інвал</w:t>
            </w:r>
            <w:r>
              <w:t xml:space="preserve">ідам з дитинства підгруп </w:t>
            </w:r>
            <w:r w:rsidRPr="00453DD6">
              <w:t xml:space="preserve"> Б</w:t>
            </w:r>
            <w:r w:rsidRPr="00163728">
              <w:rPr>
                <w:lang w:val="ru-RU"/>
              </w:rPr>
              <w:t xml:space="preserve"> </w:t>
            </w:r>
            <w:r w:rsidRPr="00453DD6">
              <w:t xml:space="preserve"> I групи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D62D78" w:rsidRDefault="00173632" w:rsidP="003E0797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  <w:r>
              <w:t>256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</w:pPr>
            <w:r w:rsidRPr="00453DD6">
              <w:t>кількість одержувачів допомоги інвалідам з дитинства II та III груп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938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700DBB" w:rsidRDefault="00173632" w:rsidP="003E0797">
            <w:pPr>
              <w:pStyle w:val="NormalWeb"/>
              <w:rPr>
                <w:lang w:val="ru-RU"/>
              </w:rPr>
            </w:pPr>
            <w:r w:rsidRPr="00453DD6">
              <w:t>кількість одержувачів допомоги на дітей-інвалідів віком до 18 років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BF6D43" w:rsidRDefault="00173632" w:rsidP="003E0797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991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</w:pPr>
            <w:r w:rsidRPr="00453DD6">
              <w:t>кількість одержувачів допомоги на дітей-ін</w:t>
            </w:r>
            <w:r>
              <w:t>валідів віком до 18 років,</w:t>
            </w:r>
            <w:r w:rsidRPr="00BF6D43">
              <w:t xml:space="preserve"> </w:t>
            </w:r>
            <w:r w:rsidRPr="00453DD6">
              <w:t>захворювання яких пов'язане з Чорнобильською катастрофою, з надбавкою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722CF9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722CF9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  <w:r>
              <w:rPr>
                <w:lang w:val="en-US"/>
              </w:rPr>
              <w:t>2</w:t>
            </w:r>
            <w:r>
              <w:t>1</w:t>
            </w:r>
          </w:p>
          <w:p w:rsidR="00173632" w:rsidRPr="0064720D" w:rsidRDefault="00173632" w:rsidP="003E0797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3E0797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</w:pPr>
            <w:r w:rsidRPr="00453DD6">
              <w:t>середньомісячний розмір допомоги інвалідам з дитинства підгрупи А I групи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1718C1" w:rsidRDefault="00173632" w:rsidP="003E0797">
            <w:pPr>
              <w:pStyle w:val="NormalWeb"/>
              <w:jc w:val="center"/>
            </w:pPr>
            <w:r>
              <w:t>2927,94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</w:pPr>
            <w:r w:rsidRPr="00453DD6">
              <w:t>середньомісячний розмір допомоги інвалідам з дитинства підгрупи Б I групи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2183,63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</w:pPr>
            <w:r w:rsidRPr="00453DD6">
              <w:t>середньомісячний розмір допомоги інвалідам з дитинства II та III груп та на дитину-інваліда віком до 18 років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1455,75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</w:pPr>
            <w:r w:rsidRPr="00453DD6">
              <w:t>середньомісячний розмір допомоги на дітей-інвалідів віком до 18 років, захворювання яких пов'язане з Чорнобильською катастрофою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37069F" w:rsidRDefault="00173632" w:rsidP="003E0797">
            <w:pPr>
              <w:pStyle w:val="NormalWeb"/>
              <w:jc w:val="center"/>
            </w:pPr>
            <w:r>
              <w:t>2483,00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3E0797">
            <w:pPr>
              <w:pStyle w:val="NormalWeb"/>
            </w:pPr>
            <w:r w:rsidRPr="00453DD6">
              <w:t>середньомісячний розмір</w:t>
            </w:r>
            <w:r>
              <w:t xml:space="preserve"> допомоги</w:t>
            </w:r>
            <w:r w:rsidRPr="00453DD6">
              <w:t xml:space="preserve"> </w:t>
            </w:r>
            <w:r>
              <w:t xml:space="preserve">на дітей-інвалідів </w:t>
            </w:r>
            <w:r w:rsidRPr="00453DD6">
              <w:t>віком до 18 років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jc w:val="center"/>
            </w:pPr>
            <w:r w:rsidRPr="00BE2B05"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3E0797">
            <w:pPr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6C2E82" w:rsidRDefault="00173632" w:rsidP="003E0797">
            <w:pPr>
              <w:pStyle w:val="NormalWeb"/>
              <w:jc w:val="center"/>
            </w:pPr>
            <w:r>
              <w:t>1884,64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C90EF3" w:rsidRDefault="00173632" w:rsidP="00AB26EC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0813082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 w:rsidP="00C90EF3">
            <w:pPr>
              <w:pStyle w:val="NormalWeb"/>
            </w:pPr>
            <w:r w:rsidRPr="00872646">
              <w:rPr>
                <w:u w:val="single"/>
              </w:rPr>
              <w:t>Підпрограма</w:t>
            </w:r>
            <w:r>
              <w:rPr>
                <w:u w:val="single"/>
              </w:rPr>
              <w:t>:</w:t>
            </w:r>
            <w:r w:rsidRPr="00592D58">
              <w:t xml:space="preserve"> Надання 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 w:rsidP="00C90EF3">
            <w:pPr>
              <w:pStyle w:val="NormalWeb"/>
            </w:pPr>
            <w:r w:rsidRPr="0055673F">
              <w:rPr>
                <w:u w:val="single"/>
              </w:rPr>
              <w:t>Завдання:</w:t>
            </w:r>
            <w:r>
              <w:rPr>
                <w:u w:val="single"/>
              </w:rPr>
              <w:t xml:space="preserve"> </w:t>
            </w:r>
            <w:r w:rsidRPr="00453DD6">
              <w:t xml:space="preserve">Забезпечення надання </w:t>
            </w:r>
            <w:r w:rsidRPr="00592D58">
              <w:t>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 w:rsidP="00C90EF3">
            <w:pPr>
              <w:pStyle w:val="NormalWeb"/>
            </w:pPr>
            <w:r>
              <w:t xml:space="preserve">показники </w:t>
            </w:r>
            <w:r w:rsidRPr="00686A5A">
              <w:t>продукту: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 w:rsidP="00C90EF3">
            <w:pPr>
              <w:pStyle w:val="NormalWeb"/>
            </w:pPr>
            <w:r w:rsidRPr="00453DD6">
              <w:t xml:space="preserve">кількість одержувачів </w:t>
            </w:r>
            <w:r w:rsidRPr="00592D58">
              <w:t>державної соціальної допомоги,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835CF0" w:rsidRDefault="00173632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430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686A5A" w:rsidRDefault="00173632" w:rsidP="00C90EF3">
            <w:pPr>
              <w:pStyle w:val="NormalWeb"/>
            </w:pPr>
            <w:r>
              <w:t>показники е</w:t>
            </w:r>
            <w:r w:rsidRPr="00686A5A">
              <w:t>фективності: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C90EF3">
            <w:pPr>
              <w:pStyle w:val="NormalWeb"/>
            </w:pPr>
            <w:r w:rsidRPr="00453DD6">
              <w:t xml:space="preserve">середньомісячний розмір </w:t>
            </w:r>
            <w:r w:rsidRPr="00592D58">
              <w:t>державної соціальної допомоги особам,  які не  мають права на пенсію, та особам з інвалідністю, державної соціальної допомоги на догляд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грн.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Pr="00835CF0" w:rsidRDefault="00173632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1455</w:t>
            </w:r>
            <w:r>
              <w:t>,</w:t>
            </w:r>
            <w:r>
              <w:rPr>
                <w:lang w:val="en-US"/>
              </w:rPr>
              <w:t>3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2E1B2F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C90EF3" w:rsidRDefault="00173632" w:rsidP="002E1B2F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0813083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Pr="00453DD6" w:rsidRDefault="00173632" w:rsidP="00C90EF3">
            <w:pPr>
              <w:pStyle w:val="NormalWeb"/>
            </w:pPr>
            <w:r w:rsidRPr="009D7359">
              <w:rPr>
                <w:u w:val="single"/>
              </w:rPr>
              <w:t>Підпрограма:</w:t>
            </w:r>
            <w:r>
              <w:t xml:space="preserve"> </w:t>
            </w:r>
            <w:r w:rsidRPr="00592D58">
              <w:t>Надання допомоги по догляду за особами з інвалідністю I чи II групи внаслідок психічного розладу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C90EF3" w:rsidRDefault="00173632" w:rsidP="00AB26EC">
            <w:pPr>
              <w:pStyle w:val="NormalWeb"/>
              <w:jc w:val="center"/>
              <w:rPr>
                <w:lang w:val="en-US"/>
              </w:rPr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 w:rsidRPr="009D7359">
              <w:rPr>
                <w:u w:val="single"/>
              </w:rPr>
              <w:t>Завдання:</w:t>
            </w:r>
            <w:r w:rsidRPr="00453DD6">
              <w:t xml:space="preserve"> Забезпечення надання допомоги на догляд за </w:t>
            </w:r>
            <w:r>
              <w:t xml:space="preserve">особами з </w:t>
            </w:r>
            <w:r w:rsidRPr="00453DD6">
              <w:t>інвалід</w:t>
            </w:r>
            <w:r>
              <w:t>ністю</w:t>
            </w:r>
            <w:r w:rsidRPr="00453DD6">
              <w:t xml:space="preserve"> I чи II групи внаслідок психічного розладу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Показники продукту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</w:tr>
      <w:tr w:rsidR="00173632" w:rsidRPr="00C02E99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 </w:t>
            </w:r>
            <w:r w:rsidRPr="00453DD6">
              <w:t>чисельність психічно хворих</w:t>
            </w:r>
            <w:r>
              <w:t xml:space="preserve"> – осіб з інвалідністю I і II груп, </w:t>
            </w:r>
            <w:r w:rsidRPr="00453DD6">
              <w:br/>
              <w:t>чисельність осіб, які звернулись по надання допомоги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835CF0" w:rsidRDefault="00173632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</w:tr>
      <w:tr w:rsidR="00173632" w:rsidRPr="00C02E99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 w:rsidRPr="00453DD6">
              <w:t>чисельність осіб, які звернулись по надання допомоги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835CF0" w:rsidRDefault="00173632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</w:tr>
      <w:tr w:rsidR="00173632" w:rsidRPr="00C02E99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 w:rsidRPr="00453DD6">
              <w:t xml:space="preserve">кількість одержувачів допомоги на догляд за </w:t>
            </w:r>
            <w:r>
              <w:t xml:space="preserve">особами з </w:t>
            </w:r>
            <w:r w:rsidRPr="00453DD6">
              <w:t>інвалід</w:t>
            </w:r>
            <w:r>
              <w:t>ністю</w:t>
            </w:r>
            <w:r w:rsidRPr="00453DD6">
              <w:t xml:space="preserve"> I чи II групи внаслідок психічного розладу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835CF0" w:rsidRDefault="00173632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>
              <w:t>Показники ефективності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  <w:r w:rsidRPr="00453DD6">
              <w:t>середньомісячний розмір</w:t>
            </w:r>
            <w:r w:rsidRPr="00AB26EC">
              <w:rPr>
                <w:lang w:val="ru-RU"/>
              </w:rPr>
              <w:t xml:space="preserve"> </w:t>
            </w:r>
            <w:r w:rsidRPr="00453DD6">
              <w:t xml:space="preserve">допомоги на догляд за </w:t>
            </w:r>
            <w:r>
              <w:t xml:space="preserve">особами з </w:t>
            </w:r>
            <w:r w:rsidRPr="00453DD6">
              <w:t>інвалід</w:t>
            </w:r>
            <w:r>
              <w:t>ністю</w:t>
            </w:r>
            <w:r w:rsidRPr="00453DD6">
              <w:t xml:space="preserve"> I чи II групи внаслідок психічного розладу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грн.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 w:rsidRPr="007A488C">
              <w:t>розрахунково</w:t>
            </w:r>
            <w:r>
              <w:t>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Pr="00835CF0" w:rsidRDefault="00173632">
            <w:pPr>
              <w:pStyle w:val="NormalWeb"/>
              <w:jc w:val="center"/>
            </w:pPr>
            <w:r>
              <w:rPr>
                <w:lang w:val="en-US"/>
              </w:rPr>
              <w:t>1751</w:t>
            </w:r>
            <w:r>
              <w:t>,67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  <w:r>
              <w:t>0813084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>
            <w:pPr>
              <w:pStyle w:val="NormalWeb"/>
            </w:pPr>
            <w:r w:rsidRPr="009D7359">
              <w:rPr>
                <w:u w:val="single"/>
              </w:rPr>
              <w:t>Підпрограма.</w:t>
            </w:r>
            <w:r>
              <w:t xml:space="preserve"> </w:t>
            </w:r>
            <w:r w:rsidRPr="00592D58">
              <w:t>Надання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>
            <w:pPr>
              <w:pStyle w:val="NormalWeb"/>
            </w:pPr>
            <w:r w:rsidRPr="009D7359">
              <w:rPr>
                <w:u w:val="single"/>
              </w:rPr>
              <w:t>Завдання:</w:t>
            </w:r>
            <w:r w:rsidRPr="00453DD6">
              <w:t xml:space="preserve"> Забезпечення</w:t>
            </w:r>
            <w:r w:rsidRPr="00592D58">
              <w:t xml:space="preserve"> </w:t>
            </w:r>
            <w:r>
              <w:t>н</w:t>
            </w:r>
            <w:r w:rsidRPr="00592D58">
              <w:t>адання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8D40F2">
            <w:pPr>
              <w:pStyle w:val="NormalWeb"/>
            </w:pPr>
            <w:r>
              <w:t>Показники продукту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8D40F2">
            <w:pPr>
              <w:pStyle w:val="NormalWeb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>
            <w:pPr>
              <w:pStyle w:val="NormalWeb"/>
            </w:pPr>
            <w:r w:rsidRPr="00453DD6">
              <w:t>кількість одержувачів</w:t>
            </w:r>
            <w:r w:rsidRPr="00592D58">
              <w:t xml:space="preserve">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114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>
            <w:pPr>
              <w:pStyle w:val="NormalWeb"/>
            </w:pPr>
            <w:r>
              <w:t>Показники ефективності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>
            <w:pPr>
              <w:pStyle w:val="NormalWeb"/>
            </w:pPr>
            <w:r w:rsidRPr="00453DD6">
              <w:t>середньомісячний розмір</w:t>
            </w:r>
            <w:r w:rsidRPr="008F06EA">
              <w:rPr>
                <w:lang w:val="ru-RU"/>
              </w:rPr>
              <w:t xml:space="preserve"> </w:t>
            </w:r>
            <w:r w:rsidRPr="00592D58">
              <w:t>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грн.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1461,99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AB26EC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8F06EA" w:rsidRDefault="00173632" w:rsidP="00AB26EC">
            <w:pPr>
              <w:pStyle w:val="NormalWeb"/>
              <w:jc w:val="center"/>
              <w:rPr>
                <w:lang w:val="en-US"/>
              </w:rPr>
            </w:pPr>
            <w:r>
              <w:rPr>
                <w:lang w:val="en-US"/>
              </w:rPr>
              <w:t>0813085</w:t>
            </w: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>
            <w:pPr>
              <w:pStyle w:val="NormalWeb"/>
            </w:pPr>
            <w:r w:rsidRPr="009D7359">
              <w:rPr>
                <w:u w:val="single"/>
              </w:rPr>
              <w:t>Підпрограма</w:t>
            </w:r>
            <w:r>
              <w:t xml:space="preserve">. </w:t>
            </w:r>
            <w:r w:rsidRPr="00592D58">
              <w:t>Надання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>
            <w:pPr>
              <w:pStyle w:val="NormalWeb"/>
            </w:pPr>
            <w:r w:rsidRPr="009D7359">
              <w:rPr>
                <w:u w:val="single"/>
              </w:rPr>
              <w:t>Завдання:</w:t>
            </w:r>
            <w:r w:rsidRPr="00453DD6">
              <w:t xml:space="preserve"> Забезпечення</w:t>
            </w:r>
            <w:r w:rsidRPr="00592D58">
              <w:t xml:space="preserve"> </w:t>
            </w:r>
            <w:r>
              <w:t>н</w:t>
            </w:r>
            <w:r w:rsidRPr="00592D58">
              <w:t>адання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pPr>
              <w:pStyle w:val="NormalWeb"/>
            </w:pPr>
            <w:r>
              <w:t>Показники продукту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5D1E08">
            <w:pPr>
              <w:pStyle w:val="NormalWeb"/>
            </w:pPr>
            <w:r w:rsidRPr="00453DD6">
              <w:t>кількість одержувачів</w:t>
            </w:r>
            <w:r w:rsidRPr="00592D58">
              <w:t xml:space="preserve"> 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pPr>
              <w:pStyle w:val="NormalWeb"/>
              <w:jc w:val="center"/>
            </w:pPr>
            <w:r>
              <w:t>осіб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 w:rsidP="005D1E08">
            <w:r w:rsidRPr="00D62D78">
              <w:t>Звітність, розрахунково 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538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5D1E08">
            <w:pPr>
              <w:pStyle w:val="NormalWeb"/>
            </w:pPr>
            <w:r>
              <w:t>Показники ефективності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</w:p>
        </w:tc>
      </w:tr>
      <w:tr w:rsidR="00173632">
        <w:trPr>
          <w:tblCellSpacing w:w="22" w:type="dxa"/>
          <w:jc w:val="center"/>
        </w:trPr>
        <w:tc>
          <w:tcPr>
            <w:tcW w:w="533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</w:p>
        </w:tc>
        <w:tc>
          <w:tcPr>
            <w:tcW w:w="5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</w:pPr>
          </w:p>
        </w:tc>
        <w:tc>
          <w:tcPr>
            <w:tcW w:w="106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Pr="00453DD6" w:rsidRDefault="00173632" w:rsidP="005D1E08">
            <w:pPr>
              <w:pStyle w:val="NormalWeb"/>
            </w:pPr>
            <w:r w:rsidRPr="00453DD6">
              <w:t>середньомісячний розмір</w:t>
            </w:r>
            <w:r w:rsidRPr="008F06EA">
              <w:t xml:space="preserve"> </w:t>
            </w:r>
            <w:r w:rsidRPr="00592D58">
              <w:t>щомісячної компенсаційної виплати непрацюючій працездатній особі, яка доглядає за собою з інвалідністю I групи, а також за особою, яка досягла 80-річного віку</w:t>
            </w:r>
          </w:p>
        </w:tc>
        <w:tc>
          <w:tcPr>
            <w:tcW w:w="9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грн. </w:t>
            </w:r>
          </w:p>
        </w:tc>
        <w:tc>
          <w:tcPr>
            <w:tcW w:w="9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 w:rsidRPr="007A488C">
              <w:t>розрахунково</w:t>
            </w:r>
          </w:p>
        </w:tc>
        <w:tc>
          <w:tcPr>
            <w:tcW w:w="8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29,60</w:t>
            </w:r>
          </w:p>
        </w:tc>
      </w:tr>
    </w:tbl>
    <w:p w:rsidR="00173632" w:rsidRDefault="00173632" w:rsidP="00023745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73632">
        <w:trPr>
          <w:tblCellSpacing w:w="22" w:type="dxa"/>
          <w:jc w:val="center"/>
        </w:trPr>
        <w:tc>
          <w:tcPr>
            <w:tcW w:w="5000" w:type="pct"/>
          </w:tcPr>
          <w:p w:rsidR="00173632" w:rsidRDefault="00173632">
            <w:pPr>
              <w:pStyle w:val="NormalWeb"/>
              <w:jc w:val="both"/>
              <w:rPr>
                <w:vertAlign w:val="superscript"/>
              </w:rPr>
            </w:pPr>
            <w:r>
              <w:t>11. Джерела фінансування інвестиційних проектів у розрізі підпрограм</w:t>
            </w:r>
            <w:r>
              <w:rPr>
                <w:vertAlign w:val="superscript"/>
              </w:rPr>
              <w:t xml:space="preserve"> 2</w:t>
            </w:r>
          </w:p>
          <w:p w:rsidR="00173632" w:rsidRDefault="00173632">
            <w:pPr>
              <w:pStyle w:val="NormalWeb"/>
              <w:jc w:val="right"/>
            </w:pPr>
            <w:r>
              <w:t>(тис. грн)</w:t>
            </w:r>
          </w:p>
        </w:tc>
      </w:tr>
    </w:tbl>
    <w:p w:rsidR="00173632" w:rsidRDefault="00173632" w:rsidP="00023745">
      <w: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173632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Прогноз видатків до кінця реалізації інвестиційного проекту</w:t>
            </w:r>
            <w:r>
              <w:rPr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Пояснення, що характери-</w:t>
            </w:r>
            <w:r>
              <w:br/>
              <w:t>зують джерела фінансу-</w:t>
            </w:r>
            <w:r>
              <w:br/>
              <w:t>вання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спеціаль-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спеціаль-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спеціаль-</w:t>
            </w:r>
            <w: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/>
        </w:tc>
      </w:tr>
      <w:tr w:rsidR="00173632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13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</w:pPr>
            <w:r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</w:pPr>
            <w:r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</w:pPr>
            <w:r>
              <w:rPr>
                <w:i/>
                <w:iCs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</w:pPr>
            <w:r>
              <w:rPr>
                <w:i/>
                <w:iCs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</w:pPr>
            <w: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</w:pPr>
            <w:r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</w:pPr>
            <w: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</w:tr>
      <w:tr w:rsidR="00173632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3632" w:rsidRDefault="00173632">
            <w:pPr>
              <w:pStyle w:val="NormalWeb"/>
            </w:pPr>
            <w:r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73632" w:rsidRDefault="00173632">
            <w:pPr>
              <w:pStyle w:val="NormalWeb"/>
              <w:jc w:val="center"/>
            </w:pPr>
            <w:r>
              <w:t> </w:t>
            </w:r>
          </w:p>
        </w:tc>
      </w:tr>
    </w:tbl>
    <w:p w:rsidR="00173632" w:rsidRDefault="00173632" w:rsidP="00023745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173632">
        <w:trPr>
          <w:tblCellSpacing w:w="22" w:type="dxa"/>
          <w:jc w:val="center"/>
        </w:trPr>
        <w:tc>
          <w:tcPr>
            <w:tcW w:w="5000" w:type="pct"/>
          </w:tcPr>
          <w:p w:rsidR="00173632" w:rsidRDefault="00173632">
            <w:pPr>
              <w:pStyle w:val="NormalWeb"/>
              <w:jc w:val="both"/>
              <w:rPr>
                <w:sz w:val="20"/>
                <w:szCs w:val="20"/>
              </w:rPr>
            </w:pPr>
            <w:r>
              <w:t>____________</w:t>
            </w:r>
            <w:r>
              <w:br/>
            </w:r>
            <w:r>
              <w:rPr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Код </w:t>
            </w:r>
            <w:r>
              <w:rPr>
                <w:color w:val="0000FF"/>
                <w:sz w:val="20"/>
                <w:szCs w:val="20"/>
              </w:rPr>
              <w:t>функціональної класифікації видатків та кредитування бюджету</w:t>
            </w:r>
            <w:r>
              <w:rPr>
                <w:sz w:val="20"/>
                <w:szCs w:val="20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173632" w:rsidRDefault="00173632">
            <w:pPr>
              <w:pStyle w:val="NormalWeb"/>
              <w:jc w:val="both"/>
              <w:rPr>
                <w:sz w:val="20"/>
                <w:szCs w:val="20"/>
              </w:rPr>
            </w:pPr>
            <w:r>
              <w:rPr>
                <w:vertAlign w:val="superscript"/>
              </w:rPr>
              <w:t>2</w:t>
            </w:r>
            <w:r>
              <w:rPr>
                <w:sz w:val="20"/>
                <w:szCs w:val="20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173632" w:rsidRDefault="00173632">
            <w:pPr>
              <w:pStyle w:val="NormalWeb"/>
              <w:jc w:val="both"/>
            </w:pPr>
            <w:r>
              <w:rPr>
                <w:vertAlign w:val="superscript"/>
              </w:rPr>
              <w:t>3</w:t>
            </w:r>
            <w:r>
              <w:rPr>
                <w:sz w:val="20"/>
                <w:szCs w:val="20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173632" w:rsidRDefault="00173632" w:rsidP="00023745">
      <w:r>
        <w:br w:type="textWrapping" w:clear="all"/>
      </w: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091"/>
        <w:gridCol w:w="1965"/>
        <w:gridCol w:w="3148"/>
        <w:gridCol w:w="4796"/>
      </w:tblGrid>
      <w:tr w:rsidR="00173632" w:rsidRPr="0037069F">
        <w:trPr>
          <w:tblCellSpacing w:w="22" w:type="dxa"/>
          <w:jc w:val="center"/>
        </w:trPr>
        <w:tc>
          <w:tcPr>
            <w:tcW w:w="1700" w:type="pct"/>
          </w:tcPr>
          <w:p w:rsidR="00173632" w:rsidRPr="0037069F" w:rsidRDefault="00173632" w:rsidP="00097F45">
            <w:pPr>
              <w:pStyle w:val="NormalWeb"/>
            </w:pPr>
            <w:r>
              <w:t>Начальник управління праці та соціального захисту населення</w:t>
            </w:r>
            <w:r w:rsidRPr="0037069F">
              <w:br/>
              <w:t>  </w:t>
            </w:r>
          </w:p>
        </w:tc>
        <w:tc>
          <w:tcPr>
            <w:tcW w:w="650" w:type="pct"/>
            <w:vAlign w:val="bottom"/>
          </w:tcPr>
          <w:p w:rsidR="00173632" w:rsidRPr="0037069F" w:rsidRDefault="00173632" w:rsidP="00097F45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  <w:vAlign w:val="bottom"/>
          </w:tcPr>
          <w:p w:rsidR="00173632" w:rsidRPr="0037069F" w:rsidRDefault="00173632" w:rsidP="00097F45">
            <w:pPr>
              <w:pStyle w:val="NormalWeb"/>
              <w:jc w:val="center"/>
            </w:pPr>
            <w:r w:rsidRPr="0037069F">
              <w:t>_______</w:t>
            </w:r>
            <w:r w:rsidRPr="00A673BC">
              <w:rPr>
                <w:u w:val="single"/>
              </w:rPr>
              <w:t>В.Мельник</w:t>
            </w:r>
            <w:r w:rsidRPr="0037069F">
              <w:t>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173632" w:rsidRPr="0037069F" w:rsidRDefault="00173632" w:rsidP="00097F45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1700" w:type="pct"/>
          </w:tcPr>
          <w:p w:rsidR="00173632" w:rsidRPr="0037069F" w:rsidRDefault="00173632" w:rsidP="00097F45">
            <w:pPr>
              <w:pStyle w:val="NormalWeb"/>
            </w:pPr>
            <w:r w:rsidRPr="0037069F">
              <w:t>ПОГОДЖЕНО:</w:t>
            </w:r>
          </w:p>
        </w:tc>
        <w:tc>
          <w:tcPr>
            <w:tcW w:w="650" w:type="pct"/>
          </w:tcPr>
          <w:p w:rsidR="00173632" w:rsidRPr="0037069F" w:rsidRDefault="00173632" w:rsidP="00097F45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050" w:type="pct"/>
          </w:tcPr>
          <w:p w:rsidR="00173632" w:rsidRPr="0037069F" w:rsidRDefault="00173632" w:rsidP="00097F45">
            <w:pPr>
              <w:pStyle w:val="NormalWeb"/>
              <w:jc w:val="center"/>
            </w:pPr>
            <w:r w:rsidRPr="0037069F">
              <w:t> </w:t>
            </w:r>
          </w:p>
        </w:tc>
        <w:tc>
          <w:tcPr>
            <w:tcW w:w="1600" w:type="pct"/>
          </w:tcPr>
          <w:p w:rsidR="00173632" w:rsidRPr="0037069F" w:rsidRDefault="00173632" w:rsidP="00097F45">
            <w:pPr>
              <w:pStyle w:val="NormalWeb"/>
              <w:jc w:val="center"/>
            </w:pPr>
            <w:r w:rsidRPr="0037069F">
              <w:t> </w:t>
            </w:r>
          </w:p>
        </w:tc>
      </w:tr>
      <w:tr w:rsidR="00173632" w:rsidRPr="0037069F">
        <w:trPr>
          <w:tblCellSpacing w:w="22" w:type="dxa"/>
          <w:jc w:val="center"/>
        </w:trPr>
        <w:tc>
          <w:tcPr>
            <w:tcW w:w="1700" w:type="pct"/>
          </w:tcPr>
          <w:p w:rsidR="00173632" w:rsidRPr="0037069F" w:rsidRDefault="00173632" w:rsidP="00097F45">
            <w:pPr>
              <w:pStyle w:val="NormalWeb"/>
            </w:pPr>
            <w:r>
              <w:t>Начальник управління бюджету і фінансів</w:t>
            </w:r>
          </w:p>
        </w:tc>
        <w:tc>
          <w:tcPr>
            <w:tcW w:w="650" w:type="pct"/>
          </w:tcPr>
          <w:p w:rsidR="00173632" w:rsidRPr="0037069F" w:rsidRDefault="00173632" w:rsidP="00097F45">
            <w:pPr>
              <w:pStyle w:val="NormalWeb"/>
              <w:jc w:val="center"/>
            </w:pPr>
            <w:r w:rsidRPr="0037069F">
              <w:t>__________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(підпис)</w:t>
            </w:r>
          </w:p>
        </w:tc>
        <w:tc>
          <w:tcPr>
            <w:tcW w:w="1050" w:type="pct"/>
          </w:tcPr>
          <w:p w:rsidR="00173632" w:rsidRPr="0037069F" w:rsidRDefault="00173632" w:rsidP="00097F45">
            <w:pPr>
              <w:pStyle w:val="NormalWeb"/>
              <w:jc w:val="center"/>
            </w:pPr>
            <w:r>
              <w:rPr>
                <w:u w:val="single"/>
              </w:rPr>
              <w:t>_______В</w:t>
            </w:r>
            <w:r w:rsidRPr="00A673BC">
              <w:rPr>
                <w:u w:val="single"/>
              </w:rPr>
              <w:t>.Шульга</w:t>
            </w:r>
            <w:r w:rsidRPr="0037069F">
              <w:t>____</w:t>
            </w:r>
            <w:r>
              <w:t>_</w:t>
            </w:r>
            <w:r w:rsidRPr="0037069F">
              <w:t>_</w:t>
            </w:r>
            <w:r>
              <w:t>__</w:t>
            </w:r>
            <w:r w:rsidRPr="0037069F">
              <w:br/>
            </w:r>
            <w:r w:rsidRPr="0037069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600" w:type="pct"/>
          </w:tcPr>
          <w:p w:rsidR="00173632" w:rsidRPr="0037069F" w:rsidRDefault="00173632" w:rsidP="00097F45">
            <w:pPr>
              <w:pStyle w:val="NormalWeb"/>
              <w:jc w:val="center"/>
            </w:pPr>
            <w:r w:rsidRPr="0037069F">
              <w:t> </w:t>
            </w:r>
          </w:p>
        </w:tc>
      </w:tr>
    </w:tbl>
    <w:p w:rsidR="00173632" w:rsidRDefault="00173632" w:rsidP="00023745">
      <w:pPr>
        <w:pStyle w:val="NormalWeb"/>
        <w:jc w:val="both"/>
      </w:pPr>
      <w:r>
        <w:t> </w:t>
      </w:r>
    </w:p>
    <w:p w:rsidR="00173632" w:rsidRDefault="00173632" w:rsidP="00023745">
      <w:pPr>
        <w:pStyle w:val="NormalWeb"/>
        <w:jc w:val="both"/>
      </w:pPr>
    </w:p>
    <w:p w:rsidR="00173632" w:rsidRPr="003B462F" w:rsidRDefault="00173632" w:rsidP="00023745">
      <w:pPr>
        <w:pStyle w:val="NormalWeb"/>
        <w:jc w:val="both"/>
      </w:pPr>
      <w:r>
        <w:br w:type="textWrapping" w:clear="all"/>
      </w:r>
    </w:p>
    <w:p w:rsidR="00173632" w:rsidRPr="003B462F" w:rsidRDefault="00173632" w:rsidP="00023745">
      <w:pPr>
        <w:pStyle w:val="NormalWeb"/>
        <w:jc w:val="both"/>
      </w:pPr>
    </w:p>
    <w:p w:rsidR="00173632" w:rsidRDefault="00173632" w:rsidP="00023745">
      <w:pPr>
        <w:pStyle w:val="NormalWeb"/>
        <w:jc w:val="both"/>
      </w:pPr>
      <w:r>
        <w:t> </w:t>
      </w:r>
    </w:p>
    <w:p w:rsidR="00173632" w:rsidRDefault="00173632" w:rsidP="000A51EF">
      <w:pPr>
        <w:pStyle w:val="NormalWeb"/>
        <w:jc w:val="both"/>
      </w:pPr>
    </w:p>
    <w:p w:rsidR="00173632" w:rsidRDefault="00173632" w:rsidP="000A51EF">
      <w:pPr>
        <w:pStyle w:val="NormalWeb"/>
        <w:jc w:val="both"/>
      </w:pPr>
    </w:p>
    <w:p w:rsidR="00173632" w:rsidRDefault="00173632"/>
    <w:sectPr w:rsidR="00173632" w:rsidSect="0029416E">
      <w:pgSz w:w="16838" w:h="11906" w:orient="landscape"/>
      <w:pgMar w:top="719" w:right="851" w:bottom="14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23745"/>
    <w:rsid w:val="000362F9"/>
    <w:rsid w:val="0004648D"/>
    <w:rsid w:val="0008304D"/>
    <w:rsid w:val="00091590"/>
    <w:rsid w:val="0009774C"/>
    <w:rsid w:val="00097F45"/>
    <w:rsid w:val="000A51EF"/>
    <w:rsid w:val="000B4617"/>
    <w:rsid w:val="000B63C7"/>
    <w:rsid w:val="000C7057"/>
    <w:rsid w:val="000E6FC9"/>
    <w:rsid w:val="000F4565"/>
    <w:rsid w:val="000F7F30"/>
    <w:rsid w:val="00102886"/>
    <w:rsid w:val="001127ED"/>
    <w:rsid w:val="0012257F"/>
    <w:rsid w:val="0012465C"/>
    <w:rsid w:val="00125D88"/>
    <w:rsid w:val="00125F78"/>
    <w:rsid w:val="00134FC9"/>
    <w:rsid w:val="00141A77"/>
    <w:rsid w:val="00163728"/>
    <w:rsid w:val="001718C1"/>
    <w:rsid w:val="00173632"/>
    <w:rsid w:val="0017519C"/>
    <w:rsid w:val="00176498"/>
    <w:rsid w:val="0018367D"/>
    <w:rsid w:val="00197BBE"/>
    <w:rsid w:val="001F252B"/>
    <w:rsid w:val="00203B5A"/>
    <w:rsid w:val="00206A3D"/>
    <w:rsid w:val="0022138F"/>
    <w:rsid w:val="00230156"/>
    <w:rsid w:val="002500E6"/>
    <w:rsid w:val="002546F1"/>
    <w:rsid w:val="002574FD"/>
    <w:rsid w:val="0027739E"/>
    <w:rsid w:val="002776EB"/>
    <w:rsid w:val="002807C6"/>
    <w:rsid w:val="00286899"/>
    <w:rsid w:val="00286DE1"/>
    <w:rsid w:val="00293DDD"/>
    <w:rsid w:val="0029416E"/>
    <w:rsid w:val="002B6443"/>
    <w:rsid w:val="002C2D25"/>
    <w:rsid w:val="002C4CD2"/>
    <w:rsid w:val="002D27AE"/>
    <w:rsid w:val="002E1B2F"/>
    <w:rsid w:val="002E32D6"/>
    <w:rsid w:val="003004FA"/>
    <w:rsid w:val="00303004"/>
    <w:rsid w:val="003062DD"/>
    <w:rsid w:val="00314ABB"/>
    <w:rsid w:val="00320071"/>
    <w:rsid w:val="00326D80"/>
    <w:rsid w:val="00327047"/>
    <w:rsid w:val="003322A9"/>
    <w:rsid w:val="0033542C"/>
    <w:rsid w:val="003546D2"/>
    <w:rsid w:val="00357359"/>
    <w:rsid w:val="00361867"/>
    <w:rsid w:val="00362EC3"/>
    <w:rsid w:val="003635C9"/>
    <w:rsid w:val="003665EB"/>
    <w:rsid w:val="0037069F"/>
    <w:rsid w:val="003B462F"/>
    <w:rsid w:val="003C430C"/>
    <w:rsid w:val="003C68DE"/>
    <w:rsid w:val="003D3D9E"/>
    <w:rsid w:val="003E0797"/>
    <w:rsid w:val="003F18A8"/>
    <w:rsid w:val="003F4079"/>
    <w:rsid w:val="003F7B71"/>
    <w:rsid w:val="004168B0"/>
    <w:rsid w:val="00432A51"/>
    <w:rsid w:val="00432C07"/>
    <w:rsid w:val="004440D7"/>
    <w:rsid w:val="00453DD6"/>
    <w:rsid w:val="00456752"/>
    <w:rsid w:val="00477909"/>
    <w:rsid w:val="00487EDA"/>
    <w:rsid w:val="00491A70"/>
    <w:rsid w:val="004B3A8D"/>
    <w:rsid w:val="004D7CF5"/>
    <w:rsid w:val="004F2673"/>
    <w:rsid w:val="004F2FBA"/>
    <w:rsid w:val="0050441E"/>
    <w:rsid w:val="00516B4C"/>
    <w:rsid w:val="00517BAD"/>
    <w:rsid w:val="005239F4"/>
    <w:rsid w:val="00525B46"/>
    <w:rsid w:val="00533926"/>
    <w:rsid w:val="0055673F"/>
    <w:rsid w:val="00565959"/>
    <w:rsid w:val="00583527"/>
    <w:rsid w:val="00592D58"/>
    <w:rsid w:val="005D1E08"/>
    <w:rsid w:val="005D24B1"/>
    <w:rsid w:val="005E16FA"/>
    <w:rsid w:val="005F119F"/>
    <w:rsid w:val="00600737"/>
    <w:rsid w:val="006127AB"/>
    <w:rsid w:val="00613880"/>
    <w:rsid w:val="00616801"/>
    <w:rsid w:val="0062058B"/>
    <w:rsid w:val="00631247"/>
    <w:rsid w:val="0064720D"/>
    <w:rsid w:val="00661D54"/>
    <w:rsid w:val="00665C0F"/>
    <w:rsid w:val="00686881"/>
    <w:rsid w:val="00686A5A"/>
    <w:rsid w:val="00692198"/>
    <w:rsid w:val="0069493D"/>
    <w:rsid w:val="006C2E82"/>
    <w:rsid w:val="006C7995"/>
    <w:rsid w:val="006D6462"/>
    <w:rsid w:val="006E217A"/>
    <w:rsid w:val="006E28E9"/>
    <w:rsid w:val="006E7138"/>
    <w:rsid w:val="006E7C9B"/>
    <w:rsid w:val="006F7F54"/>
    <w:rsid w:val="00700DBB"/>
    <w:rsid w:val="007053E0"/>
    <w:rsid w:val="00716584"/>
    <w:rsid w:val="00722CF9"/>
    <w:rsid w:val="00743035"/>
    <w:rsid w:val="00784E0A"/>
    <w:rsid w:val="0079231C"/>
    <w:rsid w:val="007A2339"/>
    <w:rsid w:val="007A488C"/>
    <w:rsid w:val="007A57E7"/>
    <w:rsid w:val="007D2B26"/>
    <w:rsid w:val="007F7DB4"/>
    <w:rsid w:val="00814478"/>
    <w:rsid w:val="00835CF0"/>
    <w:rsid w:val="0084381C"/>
    <w:rsid w:val="00843E7A"/>
    <w:rsid w:val="00861A5B"/>
    <w:rsid w:val="008716E5"/>
    <w:rsid w:val="00872646"/>
    <w:rsid w:val="00876939"/>
    <w:rsid w:val="008843F6"/>
    <w:rsid w:val="008A6425"/>
    <w:rsid w:val="008B4211"/>
    <w:rsid w:val="008C146A"/>
    <w:rsid w:val="008C4E57"/>
    <w:rsid w:val="008D40F2"/>
    <w:rsid w:val="008E7F7D"/>
    <w:rsid w:val="008F06EA"/>
    <w:rsid w:val="00905404"/>
    <w:rsid w:val="0092733D"/>
    <w:rsid w:val="00927FC4"/>
    <w:rsid w:val="0093093A"/>
    <w:rsid w:val="0097781A"/>
    <w:rsid w:val="009B7B14"/>
    <w:rsid w:val="009C103C"/>
    <w:rsid w:val="009D2FA8"/>
    <w:rsid w:val="009D7359"/>
    <w:rsid w:val="009D76FD"/>
    <w:rsid w:val="009D7D47"/>
    <w:rsid w:val="00A0226B"/>
    <w:rsid w:val="00A37D84"/>
    <w:rsid w:val="00A46B6F"/>
    <w:rsid w:val="00A52A44"/>
    <w:rsid w:val="00A673BC"/>
    <w:rsid w:val="00A71D83"/>
    <w:rsid w:val="00A9286A"/>
    <w:rsid w:val="00A9709C"/>
    <w:rsid w:val="00AB26EC"/>
    <w:rsid w:val="00B12B21"/>
    <w:rsid w:val="00B30450"/>
    <w:rsid w:val="00B45709"/>
    <w:rsid w:val="00B67E4A"/>
    <w:rsid w:val="00B80958"/>
    <w:rsid w:val="00B93F90"/>
    <w:rsid w:val="00B968B5"/>
    <w:rsid w:val="00BA6A02"/>
    <w:rsid w:val="00BB6976"/>
    <w:rsid w:val="00BC2290"/>
    <w:rsid w:val="00BC236C"/>
    <w:rsid w:val="00BD6485"/>
    <w:rsid w:val="00BE2B05"/>
    <w:rsid w:val="00BF29D9"/>
    <w:rsid w:val="00BF6D43"/>
    <w:rsid w:val="00C02E99"/>
    <w:rsid w:val="00C11034"/>
    <w:rsid w:val="00C35074"/>
    <w:rsid w:val="00C41AA3"/>
    <w:rsid w:val="00C47331"/>
    <w:rsid w:val="00C65488"/>
    <w:rsid w:val="00C71523"/>
    <w:rsid w:val="00C721E7"/>
    <w:rsid w:val="00C877BD"/>
    <w:rsid w:val="00C90EF3"/>
    <w:rsid w:val="00C95136"/>
    <w:rsid w:val="00C95474"/>
    <w:rsid w:val="00C97636"/>
    <w:rsid w:val="00CA5113"/>
    <w:rsid w:val="00CA6E1A"/>
    <w:rsid w:val="00CE53CB"/>
    <w:rsid w:val="00D00446"/>
    <w:rsid w:val="00D0560A"/>
    <w:rsid w:val="00D05BB8"/>
    <w:rsid w:val="00D05C74"/>
    <w:rsid w:val="00D30321"/>
    <w:rsid w:val="00D31CFA"/>
    <w:rsid w:val="00D42956"/>
    <w:rsid w:val="00D464EC"/>
    <w:rsid w:val="00D517DC"/>
    <w:rsid w:val="00D53D68"/>
    <w:rsid w:val="00D57833"/>
    <w:rsid w:val="00D61AEE"/>
    <w:rsid w:val="00D62D78"/>
    <w:rsid w:val="00D6794C"/>
    <w:rsid w:val="00D7145A"/>
    <w:rsid w:val="00D73CD3"/>
    <w:rsid w:val="00D81EE2"/>
    <w:rsid w:val="00D8338E"/>
    <w:rsid w:val="00D84615"/>
    <w:rsid w:val="00DD1646"/>
    <w:rsid w:val="00DE182C"/>
    <w:rsid w:val="00DE2BDF"/>
    <w:rsid w:val="00DF16EC"/>
    <w:rsid w:val="00DF28E1"/>
    <w:rsid w:val="00DF4890"/>
    <w:rsid w:val="00E11CBE"/>
    <w:rsid w:val="00E226B2"/>
    <w:rsid w:val="00E25C59"/>
    <w:rsid w:val="00E323BA"/>
    <w:rsid w:val="00E32B51"/>
    <w:rsid w:val="00E37D89"/>
    <w:rsid w:val="00E423F5"/>
    <w:rsid w:val="00E4519E"/>
    <w:rsid w:val="00E52664"/>
    <w:rsid w:val="00E54395"/>
    <w:rsid w:val="00E62CA2"/>
    <w:rsid w:val="00E7703B"/>
    <w:rsid w:val="00E77524"/>
    <w:rsid w:val="00E82015"/>
    <w:rsid w:val="00E85EA6"/>
    <w:rsid w:val="00E9116A"/>
    <w:rsid w:val="00E94E5A"/>
    <w:rsid w:val="00EB1D95"/>
    <w:rsid w:val="00EB3662"/>
    <w:rsid w:val="00ED1E14"/>
    <w:rsid w:val="00ED7786"/>
    <w:rsid w:val="00EE0426"/>
    <w:rsid w:val="00F00913"/>
    <w:rsid w:val="00F0733D"/>
    <w:rsid w:val="00F10782"/>
    <w:rsid w:val="00F12435"/>
    <w:rsid w:val="00F135FE"/>
    <w:rsid w:val="00F17C78"/>
    <w:rsid w:val="00F24554"/>
    <w:rsid w:val="00F32C9E"/>
    <w:rsid w:val="00F348E0"/>
    <w:rsid w:val="00F5639D"/>
    <w:rsid w:val="00F56EE0"/>
    <w:rsid w:val="00F60BBB"/>
    <w:rsid w:val="00F6383E"/>
    <w:rsid w:val="00F70664"/>
    <w:rsid w:val="00F8132F"/>
    <w:rsid w:val="00F82120"/>
    <w:rsid w:val="00F823A1"/>
    <w:rsid w:val="00FB328B"/>
    <w:rsid w:val="00FB7BFF"/>
    <w:rsid w:val="00FD0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1EF"/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Heading2">
    <w:name w:val="heading 2"/>
    <w:basedOn w:val="Normal"/>
    <w:link w:val="Heading2Char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NormalWeb">
    <w:name w:val="Normal (Web)"/>
    <w:basedOn w:val="Normal"/>
    <w:uiPriority w:val="99"/>
    <w:rsid w:val="000A51E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  <w:style w:type="paragraph" w:styleId="Footer">
    <w:name w:val="footer"/>
    <w:basedOn w:val="Normal"/>
    <w:link w:val="FooterChar1"/>
    <w:uiPriority w:val="99"/>
    <w:rsid w:val="00592D58"/>
    <w:pPr>
      <w:tabs>
        <w:tab w:val="center" w:pos="4819"/>
        <w:tab w:val="right" w:pos="9639"/>
      </w:tabs>
    </w:pPr>
    <w:rPr>
      <w:rFonts w:ascii="Calibri" w:eastAsia="Calibri" w:hAnsi="Calibri" w:cs="Calibri"/>
      <w:lang w:val="en-US"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058B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FooterChar1">
    <w:name w:val="Footer Char1"/>
    <w:link w:val="Footer"/>
    <w:uiPriority w:val="99"/>
    <w:locked/>
    <w:rsid w:val="00592D58"/>
    <w:rPr>
      <w:sz w:val="24"/>
      <w:szCs w:val="24"/>
      <w:lang w:eastAsia="ru-RU"/>
    </w:rPr>
  </w:style>
  <w:style w:type="character" w:customStyle="1" w:styleId="2">
    <w:name w:val="Знак Знак2"/>
    <w:uiPriority w:val="99"/>
    <w:rsid w:val="00592D5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90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../../ostrischenko/AppData/Roaming/Liga70/Client/Session/TSIGN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4294959146</TotalTime>
  <Pages>25</Pages>
  <Words>3728</Words>
  <Characters>21256</Characters>
  <Application>Microsoft Office Outlook</Application>
  <DocSecurity>0</DocSecurity>
  <Lines>0</Lines>
  <Paragraphs>0</Paragraphs>
  <ScaleCrop>false</ScaleCrop>
  <Company>Minfin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Марьяна</cp:lastModifiedBy>
  <cp:revision>45</cp:revision>
  <cp:lastPrinted>2018-03-13T10:03:00Z</cp:lastPrinted>
  <dcterms:created xsi:type="dcterms:W3CDTF">2016-09-21T08:46:00Z</dcterms:created>
  <dcterms:modified xsi:type="dcterms:W3CDTF">2018-03-13T14:55:00Z</dcterms:modified>
</cp:coreProperties>
</file>