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21271B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271B" w:rsidRPr="006A0D06" w:rsidRDefault="0021271B" w:rsidP="00125C9D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10.75pt;margin-top:-17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">
                  <v:textbox>
                    <w:txbxContent>
                      <w:p w:rsidR="0021271B" w:rsidRPr="00CA6F05" w:rsidRDefault="0021271B" w:rsidP="00844EA2">
                        <w:r>
                          <w:t>28</w:t>
                        </w:r>
                        <w:bookmarkStart w:id="0" w:name="_GoBack"/>
                        <w:bookmarkEnd w:id="0"/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6A0D06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6A0D06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21271B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271B" w:rsidRPr="006A0D06" w:rsidRDefault="0021271B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6A0D06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21271B" w:rsidRPr="006A0D06" w:rsidRDefault="0021271B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21271B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271B" w:rsidRPr="006A0D06" w:rsidRDefault="0021271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A0D0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6A0D0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21271B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271B" w:rsidRPr="006A0D06" w:rsidRDefault="0021271B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A0D06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 w:rsidRPr="006A0D06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6A0D06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 w:rsidRPr="006A0D06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21271B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271B" w:rsidRPr="006A0D06" w:rsidRDefault="0021271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0D06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21271B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271B" w:rsidRPr="001021B3" w:rsidRDefault="0021271B" w:rsidP="00102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6A0D06">
              <w:rPr>
                <w:rFonts w:ascii="Times New Roman" w:hAnsi="Times New Roman"/>
                <w:sz w:val="28"/>
                <w:szCs w:val="28"/>
                <w:lang w:val="ru-RU"/>
              </w:rPr>
              <w:t>бул. Т. Шевченка, 18, м. Київ, 01</w:t>
            </w:r>
            <w:r w:rsidRPr="001021B3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21271B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271B" w:rsidRPr="006A0D06" w:rsidRDefault="0021271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6A0D06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21271B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bCs/>
                <w:sz w:val="28"/>
                <w:szCs w:val="28"/>
              </w:rPr>
              <w:t xml:space="preserve">Курмаз Юрій Павлович </w:t>
            </w:r>
          </w:p>
        </w:tc>
      </w:tr>
      <w:tr w:rsidR="0021271B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271B" w:rsidRPr="006A0D06" w:rsidRDefault="0021271B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6A0D06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21271B" w:rsidRPr="006A0D06" w:rsidRDefault="0021271B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6A0D06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21271B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71B" w:rsidRPr="006A0D06" w:rsidRDefault="0021271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6A0D0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21271B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0D06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6A0D06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271B" w:rsidRPr="006A0D06" w:rsidRDefault="0021271B" w:rsidP="00274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ОПТС-550</w:t>
            </w:r>
            <w:r w:rsidRPr="006B164B">
              <w:rPr>
                <w:rFonts w:ascii="Times New Roman CYR" w:hAnsi="Times New Roman CYR" w:cs="Times New Roman CYR"/>
                <w:sz w:val="28"/>
                <w:szCs w:val="28"/>
              </w:rPr>
              <w:t xml:space="preserve"> типу SI-2000 м.</w:t>
            </w:r>
            <w:r>
              <w:rPr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Кам’янське</w:t>
            </w:r>
            <w:r w:rsidRPr="00CF6AE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6B164B">
              <w:rPr>
                <w:rFonts w:ascii="Times New Roman CYR" w:hAnsi="Times New Roman CYR" w:cs="Times New Roman CYR"/>
                <w:sz w:val="28"/>
                <w:szCs w:val="28"/>
              </w:rPr>
              <w:t>Дніпропетровська область</w:t>
            </w:r>
            <w:r w:rsidRPr="00F51A9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21271B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0D06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0D06">
              <w:rPr>
                <w:rFonts w:ascii="Times New Roman" w:hAnsi="Times New Roman"/>
                <w:sz w:val="28"/>
                <w:szCs w:val="28"/>
                <w:lang w:val="ru-RU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A0D06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21271B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0D06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6A0D06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1271B" w:rsidRPr="006A0D06" w:rsidRDefault="0021271B" w:rsidP="00A0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A0D06">
              <w:rPr>
                <w:rFonts w:ascii="Times New Roman CYR" w:hAnsi="Times New Roman CYR" w:cs="Times New Roman CYR"/>
                <w:sz w:val="28"/>
                <w:szCs w:val="28"/>
              </w:rPr>
              <w:t>Відповідно до договору про взаємоз</w:t>
            </w:r>
            <w:r w:rsidRPr="006A0D06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’</w:t>
            </w:r>
            <w:r w:rsidRPr="006A0D06">
              <w:rPr>
                <w:rFonts w:ascii="Times New Roman CYR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21271B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0D06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6A0D06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1271B" w:rsidRPr="006A0D06" w:rsidRDefault="0021271B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21271B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0D06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0D06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6A0D0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6A0D06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</w:p>
          <w:p w:rsidR="0021271B" w:rsidRPr="00200207" w:rsidRDefault="0021271B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  <w:r w:rsidRPr="006B164B">
              <w:rPr>
                <w:rFonts w:ascii="Times New Roman CYR" w:hAnsi="Times New Roman CYR" w:cs="Times New Roman CYR"/>
                <w:sz w:val="28"/>
                <w:szCs w:val="28"/>
              </w:rPr>
              <w:t xml:space="preserve"> м2</w:t>
            </w:r>
          </w:p>
        </w:tc>
      </w:tr>
      <w:tr w:rsidR="0021271B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0D06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0D0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1271B" w:rsidRPr="00AF2679" w:rsidRDefault="0021271B" w:rsidP="00AF2679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21271B" w:rsidRPr="00AF2679" w:rsidRDefault="0021271B" w:rsidP="00AF2679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cs="Times New Roman"/>
                <w:sz w:val="4"/>
                <w:szCs w:val="4"/>
              </w:rPr>
            </w:pPr>
          </w:p>
          <w:p w:rsidR="0021271B" w:rsidRPr="006A0D06" w:rsidRDefault="0021271B" w:rsidP="00F90894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21271B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6A0D0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21271B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1271B" w:rsidRPr="001021B3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A0D06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271B" w:rsidRPr="006A0D06" w:rsidRDefault="0021271B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6A0D06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271B" w:rsidRPr="006A0D06" w:rsidRDefault="0021271B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21271B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271B" w:rsidRPr="006A0D06" w:rsidRDefault="0021271B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 w:val="18"/>
                <w:szCs w:val="18"/>
              </w:rPr>
            </w:pPr>
          </w:p>
        </w:tc>
      </w:tr>
      <w:tr w:rsidR="0021271B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1271B" w:rsidRPr="001021B3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A0D06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271B" w:rsidRPr="006A0D06" w:rsidRDefault="0021271B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0D06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6A0D06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6A0D06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21271B" w:rsidRPr="006A0D06" w:rsidRDefault="0021271B" w:rsidP="00D75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>192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Ерл (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>8</w:t>
            </w:r>
            <w:r w:rsidRPr="00C13607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</w:p>
        </w:tc>
      </w:tr>
      <w:tr w:rsidR="0021271B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1271B" w:rsidRPr="001021B3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A0D06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0D06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21271B" w:rsidRPr="006A0D06" w:rsidRDefault="0021271B" w:rsidP="00842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</w:pPr>
            <w:r w:rsidRPr="006A0D06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</w:p>
        </w:tc>
      </w:tr>
      <w:tr w:rsidR="0021271B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1271B" w:rsidRPr="001021B3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A0D06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0D06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6A0D06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Pr="006A0D06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СКС-7 </w:t>
            </w:r>
          </w:p>
        </w:tc>
      </w:tr>
      <w:tr w:rsidR="0021271B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6A0D06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71B" w:rsidRPr="006A0D06" w:rsidRDefault="0021271B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0D06">
              <w:rPr>
                <w:rFonts w:ascii="Times New Roman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271B" w:rsidRPr="00361248" w:rsidRDefault="0021271B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21271B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6A0D0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21271B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0D06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21271B" w:rsidRPr="006A0D06" w:rsidRDefault="0021271B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0D06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6A0D06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271B" w:rsidRPr="006A0D06" w:rsidRDefault="0021271B" w:rsidP="00803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0D06">
              <w:rPr>
                <w:rFonts w:ascii="Times New Roman" w:hAnsi="Times New Roman"/>
                <w:sz w:val="28"/>
                <w:szCs w:val="28"/>
              </w:rPr>
              <w:t xml:space="preserve">Ціна взаємоз'єднання при підключенні однієї лінії зв'язку до ODF/DDF </w:t>
            </w:r>
            <w:r w:rsidRPr="008031FD">
              <w:rPr>
                <w:rFonts w:ascii="Times New Roman" w:hAnsi="Times New Roman"/>
                <w:sz w:val="28"/>
                <w:szCs w:val="28"/>
              </w:rPr>
              <w:t xml:space="preserve">складає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1000</w:t>
            </w:r>
            <w:r w:rsidRPr="006A0D06">
              <w:rPr>
                <w:rFonts w:ascii="Times New Roman" w:hAnsi="Times New Roman"/>
                <w:sz w:val="28"/>
                <w:szCs w:val="28"/>
              </w:rPr>
              <w:t xml:space="preserve"> грн., без ПДВ.</w:t>
            </w:r>
          </w:p>
        </w:tc>
      </w:tr>
      <w:tr w:rsidR="0021271B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0D06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0D06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6A0D0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271B" w:rsidRPr="006A0D06" w:rsidRDefault="0021271B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1271B" w:rsidRPr="006A0D06" w:rsidRDefault="0021271B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0D06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21271B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0D06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0D06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1271B" w:rsidRPr="006A0D06" w:rsidRDefault="00212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0D06">
              <w:rPr>
                <w:rFonts w:ascii="Times New Roman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1271B" w:rsidRPr="006A0D06" w:rsidRDefault="0021271B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6A0D06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21271B" w:rsidRPr="006A0D06" w:rsidRDefault="0021271B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21271B" w:rsidRPr="006A0D06" w:rsidRDefault="0021271B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21271B" w:rsidRPr="006A0D06" w:rsidRDefault="0021271B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6A0D06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21271B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1271B" w:rsidRPr="006A0D06" w:rsidRDefault="0021271B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6A0D06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  розділ є обов’язковим</w:t>
            </w:r>
            <w:r w:rsidRPr="006A0D06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6A0D06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6A0D06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 w:rsidRPr="006A0D06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</w:p>
          <w:p w:rsidR="0021271B" w:rsidRPr="006A0D06" w:rsidRDefault="0021271B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6A0D06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21271B" w:rsidRDefault="0021271B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1271B" w:rsidRPr="00A01B7F" w:rsidRDefault="0021271B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:rsidR="0021271B" w:rsidRPr="00A01B7F" w:rsidRDefault="0021271B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21271B" w:rsidRPr="00A01B7F" w:rsidRDefault="0021271B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Ю.П. Курмаз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21271B" w:rsidRPr="00A01B7F" w:rsidRDefault="0021271B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p w:rsidR="0021271B" w:rsidRPr="00A01B7F" w:rsidRDefault="0021271B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sectPr w:rsidR="0021271B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54B2F"/>
    <w:rsid w:val="000A7355"/>
    <w:rsid w:val="000E491B"/>
    <w:rsid w:val="000F00A4"/>
    <w:rsid w:val="001021B3"/>
    <w:rsid w:val="00125C9D"/>
    <w:rsid w:val="00132049"/>
    <w:rsid w:val="001353DF"/>
    <w:rsid w:val="001428E9"/>
    <w:rsid w:val="001B22BF"/>
    <w:rsid w:val="00200207"/>
    <w:rsid w:val="002042FC"/>
    <w:rsid w:val="0021271B"/>
    <w:rsid w:val="0027462C"/>
    <w:rsid w:val="002D0D64"/>
    <w:rsid w:val="002E1F08"/>
    <w:rsid w:val="002F084E"/>
    <w:rsid w:val="00361248"/>
    <w:rsid w:val="003E4811"/>
    <w:rsid w:val="00412084"/>
    <w:rsid w:val="0046779B"/>
    <w:rsid w:val="0047510E"/>
    <w:rsid w:val="004D4BE8"/>
    <w:rsid w:val="004F767A"/>
    <w:rsid w:val="00536E34"/>
    <w:rsid w:val="00546A53"/>
    <w:rsid w:val="005738C4"/>
    <w:rsid w:val="005A15C7"/>
    <w:rsid w:val="00613A1A"/>
    <w:rsid w:val="006176EB"/>
    <w:rsid w:val="00627BAA"/>
    <w:rsid w:val="006A0D06"/>
    <w:rsid w:val="006A6F2F"/>
    <w:rsid w:val="006B164B"/>
    <w:rsid w:val="006D0BCE"/>
    <w:rsid w:val="006D2476"/>
    <w:rsid w:val="006D555F"/>
    <w:rsid w:val="0076486B"/>
    <w:rsid w:val="0077105E"/>
    <w:rsid w:val="007E1275"/>
    <w:rsid w:val="008031FD"/>
    <w:rsid w:val="0081428C"/>
    <w:rsid w:val="00814819"/>
    <w:rsid w:val="00842639"/>
    <w:rsid w:val="0084337D"/>
    <w:rsid w:val="00844EA2"/>
    <w:rsid w:val="008612DE"/>
    <w:rsid w:val="008E14FA"/>
    <w:rsid w:val="00942AB2"/>
    <w:rsid w:val="009E681D"/>
    <w:rsid w:val="009F2614"/>
    <w:rsid w:val="009F4229"/>
    <w:rsid w:val="00A01B7F"/>
    <w:rsid w:val="00A51D2D"/>
    <w:rsid w:val="00AF2679"/>
    <w:rsid w:val="00B05D7A"/>
    <w:rsid w:val="00C040D7"/>
    <w:rsid w:val="00C13607"/>
    <w:rsid w:val="00CA6F05"/>
    <w:rsid w:val="00CD755F"/>
    <w:rsid w:val="00CF6AEA"/>
    <w:rsid w:val="00D35BDB"/>
    <w:rsid w:val="00D6529F"/>
    <w:rsid w:val="00D752B2"/>
    <w:rsid w:val="00DF6ACE"/>
    <w:rsid w:val="00EB62E6"/>
    <w:rsid w:val="00ED748E"/>
    <w:rsid w:val="00ED7CD7"/>
    <w:rsid w:val="00F51A9D"/>
    <w:rsid w:val="00F7552B"/>
    <w:rsid w:val="00F90894"/>
    <w:rsid w:val="00FA2949"/>
    <w:rsid w:val="00FE109F"/>
    <w:rsid w:val="00FE441D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2115</Words>
  <Characters>1206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П О З И Ц І Я  </dc:title>
  <dc:subject/>
  <dc:creator>ozagorodnia</dc:creator>
  <cp:keywords/>
  <dc:description/>
  <cp:lastModifiedBy>Марина</cp:lastModifiedBy>
  <cp:revision>2</cp:revision>
  <cp:lastPrinted>2015-12-02T13:09:00Z</cp:lastPrinted>
  <dcterms:created xsi:type="dcterms:W3CDTF">2020-03-31T11:48:00Z</dcterms:created>
  <dcterms:modified xsi:type="dcterms:W3CDTF">2020-03-31T11:48:00Z</dcterms:modified>
</cp:coreProperties>
</file>