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1B06" w:rsidRDefault="00D81B06" w:rsidP="00181EBF">
      <w:pPr>
        <w:spacing w:after="0"/>
        <w:jc w:val="center"/>
        <w:rPr>
          <w:rFonts w:ascii="Times New Roman" w:hAnsi="Times New Roman"/>
        </w:rPr>
      </w:pPr>
      <w:r w:rsidRPr="0082178B">
        <w:rPr>
          <w:rFonts w:ascii="Times New Roman" w:hAnsi="Times New Roman"/>
          <w:noProof/>
          <w:lang w:val="en-US" w:eastAsia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6pt;height:48pt;visibility:visible">
            <v:imagedata r:id="rId7" o:title=""/>
          </v:shape>
        </w:pict>
      </w:r>
    </w:p>
    <w:p w:rsidR="00D81B06" w:rsidRDefault="00D81B06" w:rsidP="00181EBF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7F053F">
        <w:rPr>
          <w:rFonts w:ascii="Times New Roman" w:hAnsi="Times New Roman"/>
          <w:b/>
          <w:bCs/>
          <w:sz w:val="24"/>
          <w:szCs w:val="24"/>
        </w:rPr>
        <w:t>РОМЕНСЬКА РАЙОННА ДЕРЖАВНА АДМІНІСТРАЦІЯ</w:t>
      </w:r>
    </w:p>
    <w:p w:rsidR="00D81B06" w:rsidRPr="007F053F" w:rsidRDefault="00D81B06" w:rsidP="00181EBF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СУМСЬКОЇ ОБЛАСТІ</w:t>
      </w:r>
    </w:p>
    <w:p w:rsidR="00D81B06" w:rsidRPr="00AC3001" w:rsidRDefault="00D81B06" w:rsidP="00181EBF">
      <w:pPr>
        <w:spacing w:after="0"/>
        <w:jc w:val="center"/>
        <w:rPr>
          <w:rFonts w:ascii="Times New Roman" w:hAnsi="Times New Roman"/>
          <w:b/>
          <w:bCs/>
          <w:sz w:val="16"/>
          <w:szCs w:val="16"/>
        </w:rPr>
      </w:pPr>
    </w:p>
    <w:p w:rsidR="00D81B06" w:rsidRPr="003B79B7" w:rsidRDefault="00D81B06" w:rsidP="00181EBF">
      <w:pPr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3B79B7">
        <w:rPr>
          <w:rFonts w:ascii="Times New Roman" w:hAnsi="Times New Roman"/>
          <w:b/>
          <w:bCs/>
          <w:sz w:val="28"/>
          <w:szCs w:val="28"/>
        </w:rPr>
        <w:t xml:space="preserve">РОЗПОРЯДЖЕННЯ </w:t>
      </w:r>
    </w:p>
    <w:p w:rsidR="00D81B06" w:rsidRDefault="00D81B06" w:rsidP="00181EBF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7F053F">
        <w:rPr>
          <w:rFonts w:ascii="Times New Roman" w:hAnsi="Times New Roman"/>
          <w:b/>
          <w:bCs/>
          <w:sz w:val="24"/>
          <w:szCs w:val="24"/>
        </w:rPr>
        <w:t>ГОЛОВИ РАЙОННОЇ ДЕРЖАВНОЇ АДМІНІСТРАЦІЇ</w:t>
      </w:r>
    </w:p>
    <w:p w:rsidR="00D81B06" w:rsidRPr="007F053F" w:rsidRDefault="00D81B06" w:rsidP="00181EBF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D81B06" w:rsidRDefault="00D81B06" w:rsidP="00181EBF">
      <w:pPr>
        <w:pStyle w:val="Header"/>
      </w:pPr>
      <w:r>
        <w:rPr>
          <w:rFonts w:ascii="Times New Roman" w:hAnsi="Times New Roman"/>
          <w:b/>
          <w:bCs/>
          <w:sz w:val="24"/>
          <w:szCs w:val="24"/>
          <w:lang w:val="uk-UA"/>
        </w:rPr>
        <w:t xml:space="preserve">06.07.2020                      </w:t>
      </w:r>
      <w:r>
        <w:rPr>
          <w:rFonts w:ascii="Times New Roman" w:hAnsi="Times New Roman"/>
          <w:b/>
          <w:bCs/>
          <w:sz w:val="24"/>
          <w:szCs w:val="24"/>
        </w:rPr>
        <w:t xml:space="preserve">                                                                                        </w:t>
      </w:r>
      <w:r>
        <w:rPr>
          <w:rFonts w:ascii="Times New Roman" w:hAnsi="Times New Roman"/>
          <w:b/>
          <w:bCs/>
          <w:sz w:val="24"/>
          <w:szCs w:val="24"/>
          <w:lang w:val="uk-UA"/>
        </w:rPr>
        <w:t xml:space="preserve">          </w:t>
      </w:r>
      <w:r>
        <w:rPr>
          <w:rFonts w:ascii="Times New Roman" w:hAnsi="Times New Roman"/>
          <w:b/>
          <w:bCs/>
          <w:sz w:val="24"/>
          <w:szCs w:val="24"/>
        </w:rPr>
        <w:t xml:space="preserve">   № </w:t>
      </w:r>
      <w:r>
        <w:rPr>
          <w:rFonts w:ascii="Times New Roman" w:hAnsi="Times New Roman"/>
          <w:b/>
          <w:bCs/>
          <w:sz w:val="24"/>
          <w:szCs w:val="24"/>
          <w:lang w:val="uk-UA"/>
        </w:rPr>
        <w:t>149-ОД</w:t>
      </w:r>
    </w:p>
    <w:p w:rsidR="00D81B06" w:rsidRDefault="00D81B06" w:rsidP="00181EBF">
      <w:pPr>
        <w:spacing w:after="0" w:line="360" w:lineRule="auto"/>
        <w:rPr>
          <w:rFonts w:ascii="Times New Roman" w:hAnsi="Times New Roman"/>
          <w:b/>
          <w:bCs/>
          <w:sz w:val="24"/>
          <w:szCs w:val="24"/>
          <w:lang w:val="uk-UA"/>
        </w:rPr>
      </w:pPr>
    </w:p>
    <w:p w:rsidR="00D81B06" w:rsidRDefault="00D81B06" w:rsidP="00AA64ED">
      <w:pPr>
        <w:tabs>
          <w:tab w:val="left" w:pos="3969"/>
        </w:tabs>
        <w:spacing w:after="0" w:line="240" w:lineRule="auto"/>
        <w:ind w:right="5669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Про відзначення вчителів, які підготували переможців ІІІ етапу Всеукраїнських учнів-ських олімпіад у 2020 році</w:t>
      </w:r>
    </w:p>
    <w:p w:rsidR="00D81B06" w:rsidRPr="004E482E" w:rsidRDefault="00D81B06" w:rsidP="007B4B47">
      <w:pPr>
        <w:tabs>
          <w:tab w:val="left" w:pos="3969"/>
        </w:tabs>
        <w:spacing w:after="0"/>
        <w:ind w:right="5669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D81B06" w:rsidRPr="009E03DE" w:rsidRDefault="00D81B06" w:rsidP="00AA3FFB">
      <w:pPr>
        <w:spacing w:after="0" w:line="240" w:lineRule="auto"/>
        <w:ind w:firstLine="66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Відповідно до статей 6, 22, 39 Закону України «Про місцеві державні адміністрації», статті 14 Закону України «Про освіту», на виконання Указу Президента України від 4 липня 2005 року № 1013/2005 «Про невідкладні заходи щодо забезпечення функціонування та розвитку освіти в Україні», </w:t>
      </w:r>
      <w:r w:rsidRPr="009F6B45">
        <w:rPr>
          <w:rFonts w:ascii="Times New Roman" w:hAnsi="Times New Roman"/>
          <w:color w:val="000000"/>
          <w:sz w:val="28"/>
          <w:szCs w:val="28"/>
          <w:lang w:val="uk-UA"/>
        </w:rPr>
        <w:t>постанов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и</w:t>
      </w:r>
      <w:r w:rsidRPr="009F6B45">
        <w:rPr>
          <w:rFonts w:ascii="Times New Roman" w:hAnsi="Times New Roman"/>
          <w:color w:val="000000"/>
          <w:sz w:val="28"/>
          <w:szCs w:val="28"/>
          <w:lang w:val="uk-UA"/>
        </w:rPr>
        <w:t xml:space="preserve"> Кабінету Міністрів України від 30 серпня 2002 р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.</w:t>
      </w:r>
      <w:r w:rsidRPr="009F6B45">
        <w:rPr>
          <w:rFonts w:ascii="Times New Roman" w:hAnsi="Times New Roman"/>
          <w:color w:val="000000"/>
          <w:sz w:val="28"/>
          <w:szCs w:val="28"/>
          <w:lang w:val="uk-UA"/>
        </w:rPr>
        <w:t xml:space="preserve"> №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9F6B45">
        <w:rPr>
          <w:rFonts w:ascii="Times New Roman" w:hAnsi="Times New Roman"/>
          <w:color w:val="000000"/>
          <w:sz w:val="28"/>
          <w:szCs w:val="28"/>
          <w:lang w:val="uk-UA"/>
        </w:rPr>
        <w:t xml:space="preserve">1298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«</w:t>
      </w:r>
      <w:r w:rsidRPr="009F6B45">
        <w:rPr>
          <w:rFonts w:ascii="Times New Roman" w:hAnsi="Times New Roman"/>
          <w:color w:val="000000"/>
          <w:sz w:val="28"/>
          <w:szCs w:val="28"/>
          <w:lang w:val="uk-UA"/>
        </w:rPr>
        <w:t>Про оплату праці працівників на основі Єдиної тарифної сітки розрядів і коефіцієнтів з оплати праці працівників установ, закладів та організацій окремих галузей бюджетної сфери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», </w:t>
      </w:r>
      <w:r>
        <w:rPr>
          <w:rFonts w:ascii="Times New Roman" w:hAnsi="Times New Roman"/>
          <w:bCs/>
          <w:sz w:val="28"/>
          <w:szCs w:val="28"/>
          <w:lang w:val="uk-UA"/>
        </w:rPr>
        <w:t>враховуючи наказ Департаменту освіти і науки Сумської обласної державної адміністрації від 04.03.2020</w:t>
      </w:r>
      <w:r w:rsidRPr="002B18E3">
        <w:rPr>
          <w:rFonts w:ascii="Times New Roman" w:hAnsi="Times New Roman"/>
          <w:bCs/>
          <w:sz w:val="28"/>
          <w:szCs w:val="28"/>
          <w:lang w:val="uk-UA"/>
        </w:rPr>
        <w:t xml:space="preserve"> № </w:t>
      </w:r>
      <w:r>
        <w:rPr>
          <w:rFonts w:ascii="Times New Roman" w:hAnsi="Times New Roman"/>
          <w:bCs/>
          <w:sz w:val="28"/>
          <w:szCs w:val="28"/>
          <w:lang w:val="uk-UA"/>
        </w:rPr>
        <w:t>179-ОД «</w:t>
      </w:r>
      <w:r w:rsidRPr="00B96C2D">
        <w:rPr>
          <w:rFonts w:ascii="Times New Roman" w:hAnsi="Times New Roman"/>
          <w:bCs/>
          <w:sz w:val="28"/>
          <w:szCs w:val="28"/>
          <w:lang w:val="uk-UA"/>
        </w:rPr>
        <w:t xml:space="preserve">Про </w:t>
      </w:r>
      <w:r w:rsidRPr="00B96C2D">
        <w:rPr>
          <w:rFonts w:ascii="Times New Roman" w:hAnsi="Times New Roman"/>
          <w:sz w:val="28"/>
          <w:szCs w:val="28"/>
          <w:lang w:val="uk-UA"/>
        </w:rPr>
        <w:t>підсумки ІІІ етапу Всеукраїн</w:t>
      </w:r>
      <w:r>
        <w:rPr>
          <w:rFonts w:ascii="Times New Roman" w:hAnsi="Times New Roman"/>
          <w:sz w:val="28"/>
          <w:szCs w:val="28"/>
          <w:lang w:val="uk-UA"/>
        </w:rPr>
        <w:t>ських учнівських олімпіад у 2019/2020</w:t>
      </w:r>
      <w:r w:rsidRPr="00B96C2D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на</w:t>
      </w:r>
      <w:r w:rsidRPr="00B96C2D">
        <w:rPr>
          <w:rFonts w:ascii="Times New Roman" w:hAnsi="Times New Roman"/>
          <w:sz w:val="28"/>
          <w:szCs w:val="28"/>
          <w:lang w:val="uk-UA"/>
        </w:rPr>
        <w:t>вчальному році</w:t>
      </w:r>
      <w:r>
        <w:rPr>
          <w:rFonts w:ascii="Times New Roman" w:hAnsi="Times New Roman"/>
          <w:bCs/>
          <w:sz w:val="28"/>
          <w:szCs w:val="28"/>
          <w:lang w:val="uk-UA"/>
        </w:rPr>
        <w:t>»,</w:t>
      </w:r>
      <w:r w:rsidRPr="00881916">
        <w:rPr>
          <w:rFonts w:ascii="Times New Roman" w:hAnsi="Times New Roman"/>
          <w:color w:val="000000"/>
          <w:sz w:val="28"/>
          <w:szCs w:val="28"/>
          <w:lang w:val="uk-UA"/>
        </w:rPr>
        <w:t xml:space="preserve"> з </w:t>
      </w:r>
      <w:r w:rsidRPr="0077564B">
        <w:rPr>
          <w:rFonts w:ascii="Times New Roman" w:hAnsi="Times New Roman"/>
          <w:color w:val="000000"/>
          <w:sz w:val="28"/>
          <w:szCs w:val="28"/>
          <w:lang w:val="uk-UA"/>
        </w:rPr>
        <w:t>метою заохочення педагогічних працівників до активної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творчої діяльності:</w:t>
      </w:r>
    </w:p>
    <w:p w:rsidR="00D81B06" w:rsidRPr="0058793F" w:rsidRDefault="00D81B06" w:rsidP="00AA64ED">
      <w:pPr>
        <w:shd w:val="clear" w:color="auto" w:fill="FFFFFF"/>
        <w:tabs>
          <w:tab w:val="left" w:pos="709"/>
        </w:tabs>
        <w:spacing w:after="0" w:line="240" w:lineRule="auto"/>
        <w:ind w:firstLine="660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1. Відділу освіти</w:t>
      </w:r>
      <w:r w:rsidRPr="0058793F">
        <w:rPr>
          <w:rFonts w:ascii="Times New Roman" w:hAnsi="Times New Roman"/>
          <w:color w:val="000000"/>
          <w:sz w:val="28"/>
          <w:szCs w:val="28"/>
          <w:lang w:val="uk-UA"/>
        </w:rPr>
        <w:t xml:space="preserve"> Роменської районної державної адміністрації (Ш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аповаловій</w:t>
      </w:r>
      <w:r w:rsidRPr="0058793F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О</w:t>
      </w:r>
      <w:r w:rsidRPr="0058793F">
        <w:rPr>
          <w:rFonts w:ascii="Times New Roman" w:hAnsi="Times New Roman"/>
          <w:color w:val="000000"/>
          <w:sz w:val="28"/>
          <w:szCs w:val="28"/>
          <w:lang w:val="uk-UA"/>
        </w:rPr>
        <w:t>.П.)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58793F">
        <w:rPr>
          <w:rFonts w:ascii="Times New Roman" w:hAnsi="Times New Roman"/>
          <w:color w:val="000000"/>
          <w:spacing w:val="2"/>
          <w:sz w:val="28"/>
          <w:szCs w:val="28"/>
          <w:lang w:val="uk-UA"/>
        </w:rPr>
        <w:t>забезпечити в устан</w:t>
      </w:r>
      <w:r>
        <w:rPr>
          <w:rFonts w:ascii="Times New Roman" w:hAnsi="Times New Roman"/>
          <w:color w:val="000000"/>
          <w:spacing w:val="2"/>
          <w:sz w:val="28"/>
          <w:szCs w:val="28"/>
          <w:lang w:val="uk-UA"/>
        </w:rPr>
        <w:t xml:space="preserve">овленому законодавством порядку </w:t>
      </w:r>
      <w:r w:rsidRPr="0058793F">
        <w:rPr>
          <w:rFonts w:ascii="Times New Roman" w:hAnsi="Times New Roman"/>
          <w:color w:val="000000"/>
          <w:spacing w:val="2"/>
          <w:sz w:val="28"/>
          <w:szCs w:val="28"/>
          <w:lang w:val="uk-UA"/>
        </w:rPr>
        <w:t>сти</w:t>
      </w:r>
      <w:r>
        <w:rPr>
          <w:rFonts w:ascii="Times New Roman" w:hAnsi="Times New Roman"/>
          <w:color w:val="000000"/>
          <w:spacing w:val="2"/>
          <w:sz w:val="28"/>
          <w:szCs w:val="28"/>
          <w:lang w:val="uk-UA"/>
        </w:rPr>
        <w:t>мулювання у</w:t>
      </w:r>
      <w:r w:rsidRPr="0058793F">
        <w:rPr>
          <w:rFonts w:ascii="Times New Roman" w:hAnsi="Times New Roman"/>
          <w:color w:val="000000"/>
          <w:spacing w:val="2"/>
          <w:sz w:val="28"/>
          <w:szCs w:val="28"/>
          <w:lang w:val="uk-UA"/>
        </w:rPr>
        <w:t>чителів загальноосвітніх навчальних закладів району, які підготували переможців ІІІ етапу Всеукраїнських учнівських олімпіад, у тому числі встановлення надбавок до посадових окладів за високі досягнення у праці, в межах асигнувань передбачених по кошторису,</w:t>
      </w:r>
      <w:r w:rsidRPr="00325D74">
        <w:rPr>
          <w:rFonts w:ascii="Times New Roman" w:hAnsi="Times New Roman"/>
          <w:color w:val="000000"/>
          <w:spacing w:val="2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color w:val="000000"/>
          <w:spacing w:val="2"/>
          <w:sz w:val="28"/>
          <w:szCs w:val="28"/>
          <w:lang w:val="uk-UA"/>
        </w:rPr>
        <w:t>на період з 01.09.2020 до 31.08.2021</w:t>
      </w:r>
      <w:r w:rsidRPr="0058793F">
        <w:rPr>
          <w:rFonts w:ascii="Times New Roman" w:hAnsi="Times New Roman"/>
          <w:color w:val="000000"/>
          <w:spacing w:val="2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color w:val="000000"/>
          <w:spacing w:val="2"/>
          <w:sz w:val="28"/>
          <w:szCs w:val="28"/>
          <w:lang w:val="uk-UA"/>
        </w:rPr>
        <w:t>згідно зі списком</w:t>
      </w:r>
      <w:r w:rsidRPr="0058793F">
        <w:rPr>
          <w:rFonts w:ascii="Times New Roman" w:hAnsi="Times New Roman"/>
          <w:color w:val="000000"/>
          <w:spacing w:val="2"/>
          <w:sz w:val="28"/>
          <w:szCs w:val="28"/>
          <w:lang w:val="uk-UA"/>
        </w:rPr>
        <w:t>, що додається</w:t>
      </w:r>
      <w:r>
        <w:rPr>
          <w:rFonts w:ascii="Times New Roman" w:hAnsi="Times New Roman"/>
          <w:color w:val="000000"/>
          <w:spacing w:val="2"/>
          <w:sz w:val="28"/>
          <w:szCs w:val="28"/>
          <w:lang w:val="uk-UA"/>
        </w:rPr>
        <w:t>.</w:t>
      </w:r>
    </w:p>
    <w:p w:rsidR="00D81B06" w:rsidRPr="00F8372F" w:rsidRDefault="00D81B06" w:rsidP="00AA64ED">
      <w:pPr>
        <w:shd w:val="clear" w:color="auto" w:fill="FFFFFF"/>
        <w:tabs>
          <w:tab w:val="left" w:pos="709"/>
          <w:tab w:val="left" w:pos="1306"/>
        </w:tabs>
        <w:spacing w:after="0" w:line="240" w:lineRule="auto"/>
        <w:ind w:firstLine="660"/>
        <w:jc w:val="both"/>
        <w:rPr>
          <w:rFonts w:ascii="Times New Roman" w:hAnsi="Times New Roman"/>
          <w:color w:val="000000"/>
          <w:spacing w:val="-20"/>
          <w:sz w:val="28"/>
          <w:szCs w:val="28"/>
          <w:lang w:val="uk-UA"/>
        </w:rPr>
      </w:pPr>
      <w:r w:rsidRPr="0058793F">
        <w:rPr>
          <w:rFonts w:ascii="Times New Roman" w:hAnsi="Times New Roman"/>
          <w:color w:val="000000"/>
          <w:spacing w:val="-1"/>
          <w:sz w:val="28"/>
          <w:szCs w:val="28"/>
        </w:rPr>
        <w:t>2.</w:t>
      </w:r>
      <w:r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 xml:space="preserve"> </w:t>
      </w:r>
      <w:r w:rsidRPr="0058793F">
        <w:rPr>
          <w:rFonts w:ascii="Times New Roman" w:hAnsi="Times New Roman"/>
          <w:color w:val="000000"/>
          <w:spacing w:val="-1"/>
          <w:sz w:val="28"/>
          <w:szCs w:val="28"/>
        </w:rPr>
        <w:t>Контроль</w:t>
      </w:r>
      <w:r w:rsidRPr="0058793F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 xml:space="preserve"> </w:t>
      </w:r>
      <w:r w:rsidRPr="0058793F">
        <w:rPr>
          <w:rFonts w:ascii="Times New Roman" w:hAnsi="Times New Roman"/>
          <w:color w:val="000000"/>
          <w:spacing w:val="-1"/>
          <w:sz w:val="28"/>
          <w:szCs w:val="28"/>
        </w:rPr>
        <w:t>за</w:t>
      </w:r>
      <w:r w:rsidRPr="0058793F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 xml:space="preserve"> </w:t>
      </w:r>
      <w:r w:rsidRPr="0058793F">
        <w:rPr>
          <w:rFonts w:ascii="Times New Roman" w:hAnsi="Times New Roman"/>
          <w:color w:val="000000"/>
          <w:spacing w:val="-1"/>
          <w:sz w:val="28"/>
          <w:szCs w:val="28"/>
        </w:rPr>
        <w:t>виконанням</w:t>
      </w:r>
      <w:r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 xml:space="preserve"> цього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 xml:space="preserve"> розпорядження залишаю за собою.</w:t>
      </w:r>
    </w:p>
    <w:p w:rsidR="00D81B06" w:rsidRPr="004262ED" w:rsidRDefault="00D81B06" w:rsidP="00B32EB4">
      <w:pPr>
        <w:shd w:val="clear" w:color="auto" w:fill="FFFFFF"/>
        <w:tabs>
          <w:tab w:val="left" w:pos="709"/>
          <w:tab w:val="left" w:pos="1306"/>
        </w:tabs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D81B06" w:rsidRDefault="00D81B06" w:rsidP="00AA64ED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>Тимчасово виконуючий</w:t>
      </w:r>
    </w:p>
    <w:p w:rsidR="00D81B06" w:rsidRPr="00C52453" w:rsidRDefault="00D81B06" w:rsidP="00AA64ED">
      <w:pPr>
        <w:shd w:val="clear" w:color="auto" w:fill="FFFFFF"/>
        <w:tabs>
          <w:tab w:val="left" w:pos="709"/>
          <w:tab w:val="left" w:pos="4111"/>
          <w:tab w:val="left" w:pos="7088"/>
        </w:tabs>
        <w:spacing w:after="0" w:line="240" w:lineRule="auto"/>
        <w:rPr>
          <w:rFonts w:ascii="Times New Roman" w:hAnsi="Times New Roman"/>
          <w:b/>
          <w:bCs/>
          <w:sz w:val="28"/>
          <w:szCs w:val="28"/>
          <w:lang w:val="uk-UA"/>
        </w:rPr>
        <w:sectPr w:rsidR="00D81B06" w:rsidRPr="00C52453" w:rsidSect="001741D2">
          <w:pgSz w:w="11906" w:h="16838"/>
          <w:pgMar w:top="284" w:right="567" w:bottom="1134" w:left="1701" w:header="709" w:footer="709" w:gutter="0"/>
          <w:cols w:space="720"/>
          <w:docGrid w:linePitch="299"/>
        </w:sect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>обов</w:t>
      </w:r>
      <w:r w:rsidRPr="00F8372F">
        <w:rPr>
          <w:rFonts w:ascii="Times New Roman" w:hAnsi="Times New Roman"/>
          <w:b/>
          <w:bCs/>
          <w:sz w:val="28"/>
          <w:szCs w:val="28"/>
        </w:rPr>
        <w:t>’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язки голови                                                                       Інна НАУМОВА </w:t>
      </w:r>
    </w:p>
    <w:p w:rsidR="00D81B06" w:rsidRDefault="00D81B06" w:rsidP="0058793F">
      <w:pPr>
        <w:tabs>
          <w:tab w:val="left" w:pos="709"/>
        </w:tabs>
        <w:spacing w:after="0" w:line="360" w:lineRule="auto"/>
        <w:ind w:left="567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Додаток</w:t>
      </w:r>
    </w:p>
    <w:p w:rsidR="00D81B06" w:rsidRDefault="00D81B06" w:rsidP="0058793F">
      <w:pPr>
        <w:tabs>
          <w:tab w:val="left" w:pos="709"/>
        </w:tabs>
        <w:spacing w:after="0" w:line="240" w:lineRule="auto"/>
        <w:ind w:left="567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до розпорядження голови</w:t>
      </w:r>
    </w:p>
    <w:p w:rsidR="00D81B06" w:rsidRDefault="00D81B06" w:rsidP="0058793F">
      <w:pPr>
        <w:tabs>
          <w:tab w:val="left" w:pos="709"/>
        </w:tabs>
        <w:spacing w:after="0" w:line="240" w:lineRule="auto"/>
        <w:ind w:left="567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Роменської районної</w:t>
      </w:r>
    </w:p>
    <w:p w:rsidR="00D81B06" w:rsidRDefault="00D81B06" w:rsidP="0058793F">
      <w:pPr>
        <w:tabs>
          <w:tab w:val="left" w:pos="709"/>
        </w:tabs>
        <w:spacing w:after="0" w:line="360" w:lineRule="auto"/>
        <w:ind w:left="567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державної адміністрації</w:t>
      </w:r>
    </w:p>
    <w:p w:rsidR="00D81B06" w:rsidRPr="007F3DF8" w:rsidRDefault="00D81B06" w:rsidP="0058793F">
      <w:pPr>
        <w:tabs>
          <w:tab w:val="left" w:pos="709"/>
        </w:tabs>
        <w:spacing w:after="0" w:line="360" w:lineRule="auto"/>
        <w:ind w:left="567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06 липня 2020 року </w:t>
      </w:r>
      <w:r w:rsidRPr="00553D81">
        <w:rPr>
          <w:rFonts w:ascii="Times New Roman" w:hAnsi="Times New Roman"/>
          <w:sz w:val="28"/>
          <w:szCs w:val="28"/>
          <w:lang w:val="uk-UA"/>
        </w:rPr>
        <w:t>№</w:t>
      </w:r>
      <w:r>
        <w:rPr>
          <w:rFonts w:ascii="Times New Roman" w:hAnsi="Times New Roman"/>
          <w:sz w:val="28"/>
          <w:szCs w:val="28"/>
          <w:lang w:val="uk-UA"/>
        </w:rPr>
        <w:t xml:space="preserve"> 149-ОД</w:t>
      </w:r>
    </w:p>
    <w:p w:rsidR="00D81B06" w:rsidRDefault="00D81B06" w:rsidP="0058793F">
      <w:pPr>
        <w:tabs>
          <w:tab w:val="left" w:pos="709"/>
        </w:tabs>
        <w:spacing w:after="0" w:line="360" w:lineRule="auto"/>
        <w:ind w:left="567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D81B06" w:rsidRDefault="00D81B06" w:rsidP="0058793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СПИСОК</w:t>
      </w:r>
    </w:p>
    <w:p w:rsidR="00D81B06" w:rsidRDefault="00D81B06" w:rsidP="0058793F">
      <w:pPr>
        <w:spacing w:after="0" w:line="240" w:lineRule="auto"/>
        <w:jc w:val="center"/>
        <w:rPr>
          <w:rFonts w:ascii="Times New Roman" w:hAnsi="Times New Roman"/>
          <w:b/>
          <w:color w:val="000000"/>
          <w:spacing w:val="3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/>
          <w:spacing w:val="3"/>
          <w:sz w:val="28"/>
          <w:szCs w:val="28"/>
          <w:lang w:val="uk-UA"/>
        </w:rPr>
        <w:t xml:space="preserve">учителів загальноосвітніх навчальних закладів Роменського району, </w:t>
      </w:r>
    </w:p>
    <w:p w:rsidR="00D81B06" w:rsidRDefault="00D81B06" w:rsidP="0058793F">
      <w:pPr>
        <w:spacing w:after="0" w:line="240" w:lineRule="auto"/>
        <w:jc w:val="center"/>
        <w:rPr>
          <w:rFonts w:ascii="Times New Roman" w:hAnsi="Times New Roman"/>
          <w:b/>
          <w:color w:val="000000"/>
          <w:spacing w:val="3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/>
          <w:spacing w:val="3"/>
          <w:sz w:val="28"/>
          <w:szCs w:val="28"/>
          <w:lang w:val="uk-UA"/>
        </w:rPr>
        <w:t xml:space="preserve">які підготували переможців ІІІ етапу </w:t>
      </w:r>
    </w:p>
    <w:p w:rsidR="00D81B06" w:rsidRDefault="00D81B06" w:rsidP="0058793F">
      <w:pPr>
        <w:spacing w:after="0" w:line="360" w:lineRule="auto"/>
        <w:jc w:val="center"/>
        <w:rPr>
          <w:rFonts w:ascii="Times New Roman" w:hAnsi="Times New Roman"/>
          <w:b/>
          <w:color w:val="000000"/>
          <w:spacing w:val="3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/>
          <w:spacing w:val="3"/>
          <w:sz w:val="28"/>
          <w:szCs w:val="28"/>
          <w:lang w:val="uk-UA"/>
        </w:rPr>
        <w:t>Всеукраїнських учнівських олімпіад у 2020 році</w:t>
      </w:r>
    </w:p>
    <w:p w:rsidR="00D81B06" w:rsidRDefault="00D81B06" w:rsidP="00AA3FFB">
      <w:pPr>
        <w:spacing w:after="0" w:line="240" w:lineRule="auto"/>
        <w:jc w:val="both"/>
        <w:rPr>
          <w:rFonts w:ascii="Times New Roman" w:hAnsi="Times New Roman"/>
          <w:noProof/>
          <w:sz w:val="28"/>
          <w:szCs w:val="28"/>
          <w:lang w:val="uk-UA"/>
        </w:rPr>
      </w:pPr>
    </w:p>
    <w:tbl>
      <w:tblPr>
        <w:tblW w:w="10273" w:type="dxa"/>
        <w:tblLook w:val="01E0"/>
      </w:tblPr>
      <w:tblGrid>
        <w:gridCol w:w="3227"/>
        <w:gridCol w:w="362"/>
        <w:gridCol w:w="236"/>
        <w:gridCol w:w="236"/>
        <w:gridCol w:w="236"/>
        <w:gridCol w:w="5850"/>
        <w:gridCol w:w="126"/>
      </w:tblGrid>
      <w:tr w:rsidR="00D81B06" w:rsidRPr="001A7EA7" w:rsidTr="00E05CCD">
        <w:trPr>
          <w:trHeight w:val="828"/>
        </w:trPr>
        <w:tc>
          <w:tcPr>
            <w:tcW w:w="3227" w:type="dxa"/>
          </w:tcPr>
          <w:p w:rsidR="00D81B06" w:rsidRDefault="00D81B06" w:rsidP="00E05CCD">
            <w:pPr>
              <w:spacing w:after="0" w:line="240" w:lineRule="auto"/>
              <w:jc w:val="both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  <w:t>Гринь</w:t>
            </w:r>
          </w:p>
          <w:p w:rsidR="00D81B06" w:rsidRPr="001A7EA7" w:rsidRDefault="00D81B06" w:rsidP="00E05CCD">
            <w:pPr>
              <w:spacing w:after="0" w:line="240" w:lineRule="auto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  <w:t>Євгеній Володимирович</w:t>
            </w:r>
          </w:p>
        </w:tc>
        <w:tc>
          <w:tcPr>
            <w:tcW w:w="362" w:type="dxa"/>
          </w:tcPr>
          <w:p w:rsidR="00D81B06" w:rsidRPr="00444009" w:rsidRDefault="00D81B06" w:rsidP="00E05CCD">
            <w:pPr>
              <w:spacing w:after="0" w:line="240" w:lineRule="auto"/>
              <w:rPr>
                <w:lang w:val="uk-UA"/>
              </w:rPr>
            </w:pPr>
          </w:p>
        </w:tc>
        <w:tc>
          <w:tcPr>
            <w:tcW w:w="236" w:type="dxa"/>
          </w:tcPr>
          <w:p w:rsidR="00D81B06" w:rsidRPr="00444009" w:rsidRDefault="00D81B06" w:rsidP="00E05CCD">
            <w:pPr>
              <w:spacing w:after="0" w:line="240" w:lineRule="auto"/>
              <w:rPr>
                <w:lang w:val="uk-UA"/>
              </w:rPr>
            </w:pPr>
          </w:p>
        </w:tc>
        <w:tc>
          <w:tcPr>
            <w:tcW w:w="236" w:type="dxa"/>
          </w:tcPr>
          <w:p w:rsidR="00D81B06" w:rsidRPr="00444009" w:rsidRDefault="00D81B06" w:rsidP="00E05CCD">
            <w:pPr>
              <w:spacing w:after="0" w:line="240" w:lineRule="auto"/>
              <w:rPr>
                <w:lang w:val="uk-UA"/>
              </w:rPr>
            </w:pPr>
          </w:p>
        </w:tc>
        <w:tc>
          <w:tcPr>
            <w:tcW w:w="236" w:type="dxa"/>
          </w:tcPr>
          <w:p w:rsidR="00D81B06" w:rsidRPr="00444009" w:rsidRDefault="00D81B06" w:rsidP="00E05CCD">
            <w:pPr>
              <w:spacing w:after="0" w:line="240" w:lineRule="auto"/>
              <w:rPr>
                <w:lang w:val="uk-UA"/>
              </w:rPr>
            </w:pPr>
          </w:p>
        </w:tc>
        <w:tc>
          <w:tcPr>
            <w:tcW w:w="5976" w:type="dxa"/>
            <w:gridSpan w:val="2"/>
          </w:tcPr>
          <w:p w:rsidR="00D81B06" w:rsidRPr="001A7EA7" w:rsidRDefault="00D81B06" w:rsidP="00AA3FFB">
            <w:pPr>
              <w:spacing w:after="0" w:line="240" w:lineRule="auto"/>
              <w:ind w:right="487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  <w:t xml:space="preserve">учитель трудового навчання Миколаївської </w:t>
            </w:r>
            <w:r w:rsidRPr="00444009">
              <w:rPr>
                <w:rFonts w:ascii="Times New Roman" w:hAnsi="Times New Roman"/>
                <w:sz w:val="28"/>
                <w:szCs w:val="28"/>
                <w:lang w:val="uk-UA"/>
              </w:rPr>
              <w:t>загальноосвітньої школи І-ІІ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І</w:t>
            </w:r>
            <w:r w:rsidRPr="0044400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ступенів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44400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Роменської районної ради </w:t>
            </w:r>
            <w:r w:rsidRPr="001A7EA7">
              <w:rPr>
                <w:rFonts w:ascii="Times New Roman" w:hAnsi="Times New Roman"/>
                <w:sz w:val="28"/>
                <w:szCs w:val="28"/>
              </w:rPr>
              <w:t>Сумської області</w:t>
            </w:r>
          </w:p>
        </w:tc>
      </w:tr>
      <w:tr w:rsidR="00D81B06" w:rsidRPr="001A7EA7" w:rsidTr="002A7355">
        <w:trPr>
          <w:gridAfter w:val="1"/>
          <w:wAfter w:w="126" w:type="dxa"/>
          <w:trHeight w:val="894"/>
        </w:trPr>
        <w:tc>
          <w:tcPr>
            <w:tcW w:w="3227" w:type="dxa"/>
          </w:tcPr>
          <w:p w:rsidR="00D81B06" w:rsidRDefault="00D81B06" w:rsidP="00454A8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Наумова</w:t>
            </w:r>
          </w:p>
          <w:p w:rsidR="00D81B06" w:rsidRDefault="00D81B06" w:rsidP="00454A8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Тетяна Миколаївна</w:t>
            </w:r>
          </w:p>
          <w:p w:rsidR="00D81B06" w:rsidRPr="001A7EA7" w:rsidRDefault="00D81B06" w:rsidP="00454A86">
            <w:pPr>
              <w:spacing w:after="0" w:line="240" w:lineRule="auto"/>
              <w:jc w:val="both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  <w:tc>
          <w:tcPr>
            <w:tcW w:w="362" w:type="dxa"/>
          </w:tcPr>
          <w:p w:rsidR="00D81B06" w:rsidRPr="001A7EA7" w:rsidRDefault="00D81B06" w:rsidP="00454A86">
            <w:pPr>
              <w:spacing w:after="0" w:line="240" w:lineRule="auto"/>
              <w:jc w:val="both"/>
            </w:pPr>
          </w:p>
        </w:tc>
        <w:tc>
          <w:tcPr>
            <w:tcW w:w="236" w:type="dxa"/>
          </w:tcPr>
          <w:p w:rsidR="00D81B06" w:rsidRPr="001A7EA7" w:rsidRDefault="00D81B06" w:rsidP="00454A86">
            <w:pPr>
              <w:spacing w:after="0" w:line="240" w:lineRule="auto"/>
              <w:jc w:val="both"/>
            </w:pPr>
          </w:p>
        </w:tc>
        <w:tc>
          <w:tcPr>
            <w:tcW w:w="236" w:type="dxa"/>
          </w:tcPr>
          <w:p w:rsidR="00D81B06" w:rsidRPr="001A7EA7" w:rsidRDefault="00D81B06" w:rsidP="00454A86">
            <w:pPr>
              <w:spacing w:after="0" w:line="240" w:lineRule="auto"/>
              <w:jc w:val="both"/>
            </w:pPr>
          </w:p>
        </w:tc>
        <w:tc>
          <w:tcPr>
            <w:tcW w:w="236" w:type="dxa"/>
          </w:tcPr>
          <w:p w:rsidR="00D81B06" w:rsidRPr="001A7EA7" w:rsidRDefault="00D81B06" w:rsidP="00454A86">
            <w:pPr>
              <w:spacing w:after="0" w:line="240" w:lineRule="auto"/>
              <w:ind w:left="-966" w:firstLine="966"/>
              <w:jc w:val="both"/>
            </w:pPr>
          </w:p>
        </w:tc>
        <w:tc>
          <w:tcPr>
            <w:tcW w:w="5850" w:type="dxa"/>
          </w:tcPr>
          <w:p w:rsidR="00D81B06" w:rsidRPr="007F3DF8" w:rsidRDefault="00D81B06" w:rsidP="00AA3FFB">
            <w:pPr>
              <w:spacing w:after="0" w:line="240" w:lineRule="auto"/>
              <w:ind w:right="377"/>
              <w:jc w:val="both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учитель хімії Бобриць</w:t>
            </w:r>
            <w:r w:rsidRPr="001A7EA7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кої </w:t>
            </w:r>
            <w:r w:rsidRPr="00444009">
              <w:rPr>
                <w:rFonts w:ascii="Times New Roman" w:hAnsi="Times New Roman"/>
                <w:sz w:val="28"/>
                <w:szCs w:val="28"/>
                <w:lang w:val="uk-UA"/>
              </w:rPr>
              <w:t>загальноосвітньої школи І-ІІ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І</w:t>
            </w:r>
            <w:r w:rsidRPr="0044400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ступенів Роменської районної ради </w:t>
            </w:r>
            <w:r w:rsidRPr="001A7EA7">
              <w:rPr>
                <w:rFonts w:ascii="Times New Roman" w:hAnsi="Times New Roman"/>
                <w:sz w:val="28"/>
                <w:szCs w:val="28"/>
              </w:rPr>
              <w:t>Сумської області</w:t>
            </w:r>
          </w:p>
        </w:tc>
      </w:tr>
      <w:tr w:rsidR="00D81B06" w:rsidRPr="001741D2" w:rsidTr="002A7355">
        <w:trPr>
          <w:trHeight w:val="1009"/>
        </w:trPr>
        <w:tc>
          <w:tcPr>
            <w:tcW w:w="3227" w:type="dxa"/>
          </w:tcPr>
          <w:p w:rsidR="00D81B06" w:rsidRPr="001A7EA7" w:rsidRDefault="00D81B06" w:rsidP="00454A8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Райден</w:t>
            </w:r>
            <w:r w:rsidRPr="001A7EA7">
              <w:rPr>
                <w:rFonts w:ascii="Times New Roman" w:hAnsi="Times New Roman"/>
                <w:sz w:val="28"/>
                <w:szCs w:val="28"/>
                <w:lang w:val="uk-UA"/>
              </w:rPr>
              <w:t>ко</w:t>
            </w:r>
          </w:p>
          <w:p w:rsidR="00D81B06" w:rsidRPr="001A7EA7" w:rsidRDefault="00D81B06" w:rsidP="00454A8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Андрій Валерійович</w:t>
            </w:r>
          </w:p>
          <w:p w:rsidR="00D81B06" w:rsidRPr="001A7EA7" w:rsidRDefault="00D81B06" w:rsidP="00454A86">
            <w:pPr>
              <w:spacing w:after="0" w:line="240" w:lineRule="auto"/>
              <w:jc w:val="both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  <w:tc>
          <w:tcPr>
            <w:tcW w:w="362" w:type="dxa"/>
          </w:tcPr>
          <w:p w:rsidR="00D81B06" w:rsidRDefault="00D81B06" w:rsidP="00454A8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236" w:type="dxa"/>
          </w:tcPr>
          <w:p w:rsidR="00D81B06" w:rsidRDefault="00D81B06" w:rsidP="00454A8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236" w:type="dxa"/>
          </w:tcPr>
          <w:p w:rsidR="00D81B06" w:rsidRDefault="00D81B06" w:rsidP="00454A8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236" w:type="dxa"/>
          </w:tcPr>
          <w:p w:rsidR="00D81B06" w:rsidRDefault="00D81B06" w:rsidP="00454A8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D81B06" w:rsidRPr="001A7EA7" w:rsidRDefault="00D81B06" w:rsidP="00454A8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D81B06" w:rsidRPr="001A7EA7" w:rsidRDefault="00D81B06" w:rsidP="00454A86">
            <w:pPr>
              <w:spacing w:after="0" w:line="240" w:lineRule="auto"/>
              <w:jc w:val="both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  <w:tc>
          <w:tcPr>
            <w:tcW w:w="5976" w:type="dxa"/>
            <w:gridSpan w:val="2"/>
          </w:tcPr>
          <w:p w:rsidR="00D81B06" w:rsidRPr="001A7EA7" w:rsidRDefault="00D81B06" w:rsidP="00AA3FFB">
            <w:pPr>
              <w:spacing w:after="0" w:line="240" w:lineRule="auto"/>
              <w:ind w:right="487"/>
              <w:jc w:val="both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  <w:r w:rsidRPr="009D0C2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учитель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біології Бацманівського навчально- виховного комплексу</w:t>
            </w:r>
            <w:r w:rsidRPr="009D0C2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Роменської районної ради Сумської області</w:t>
            </w:r>
          </w:p>
        </w:tc>
      </w:tr>
    </w:tbl>
    <w:p w:rsidR="00D81B06" w:rsidRDefault="00D81B06" w:rsidP="008075E6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D81B06" w:rsidRDefault="00D81B06" w:rsidP="008075E6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Тимчасово виконуючий </w:t>
      </w:r>
    </w:p>
    <w:p w:rsidR="00D81B06" w:rsidRDefault="00D81B06" w:rsidP="00AA3FFB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обов</w:t>
      </w:r>
      <w:r w:rsidRPr="008075E6">
        <w:rPr>
          <w:rFonts w:ascii="Times New Roman" w:hAnsi="Times New Roman"/>
          <w:b/>
          <w:sz w:val="28"/>
          <w:szCs w:val="28"/>
        </w:rPr>
        <w:t>’</w:t>
      </w:r>
      <w:r>
        <w:rPr>
          <w:rFonts w:ascii="Times New Roman" w:hAnsi="Times New Roman"/>
          <w:b/>
          <w:sz w:val="28"/>
          <w:szCs w:val="28"/>
          <w:lang w:val="uk-UA"/>
        </w:rPr>
        <w:t>язки керівника апарату                                       Га</w:t>
      </w:r>
      <w:bookmarkStart w:id="0" w:name="_GoBack"/>
      <w:bookmarkEnd w:id="0"/>
      <w:r>
        <w:rPr>
          <w:rFonts w:ascii="Times New Roman" w:hAnsi="Times New Roman"/>
          <w:b/>
          <w:sz w:val="28"/>
          <w:szCs w:val="28"/>
          <w:lang w:val="uk-UA"/>
        </w:rPr>
        <w:t>нна ЩЕРБИНА</w:t>
      </w:r>
    </w:p>
    <w:p w:rsidR="00D81B06" w:rsidRPr="008075E6" w:rsidRDefault="00D81B06" w:rsidP="00AA3FFB">
      <w:pPr>
        <w:spacing w:after="0" w:line="36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D81B06" w:rsidRDefault="00D81B06" w:rsidP="004444B1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</w:rPr>
        <w:t xml:space="preserve">Начальник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відділу </w:t>
      </w:r>
      <w:r>
        <w:rPr>
          <w:rFonts w:ascii="Times New Roman" w:hAnsi="Times New Roman"/>
          <w:b/>
          <w:sz w:val="28"/>
          <w:szCs w:val="28"/>
        </w:rPr>
        <w:t>освіти</w:t>
      </w:r>
      <w:r w:rsidRPr="008075E6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                                           Олена ШАПОВАЛОВА</w:t>
      </w:r>
    </w:p>
    <w:p w:rsidR="00D81B06" w:rsidRPr="00C52453" w:rsidRDefault="00D81B06" w:rsidP="007B4B47">
      <w:pPr>
        <w:tabs>
          <w:tab w:val="left" w:pos="3405"/>
        </w:tabs>
        <w:rPr>
          <w:lang w:val="uk-UA"/>
        </w:rPr>
      </w:pPr>
    </w:p>
    <w:sectPr w:rsidR="00D81B06" w:rsidRPr="00C52453" w:rsidSect="00AA3FF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81B06" w:rsidRDefault="00D81B06" w:rsidP="0087204F">
      <w:pPr>
        <w:spacing w:after="0" w:line="240" w:lineRule="auto"/>
      </w:pPr>
      <w:r>
        <w:separator/>
      </w:r>
    </w:p>
  </w:endnote>
  <w:endnote w:type="continuationSeparator" w:id="0">
    <w:p w:rsidR="00D81B06" w:rsidRDefault="00D81B06" w:rsidP="008720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81B06" w:rsidRDefault="00D81B06" w:rsidP="0087204F">
      <w:pPr>
        <w:spacing w:after="0" w:line="240" w:lineRule="auto"/>
      </w:pPr>
      <w:r>
        <w:separator/>
      </w:r>
    </w:p>
  </w:footnote>
  <w:footnote w:type="continuationSeparator" w:id="0">
    <w:p w:rsidR="00D81B06" w:rsidRDefault="00D81B06" w:rsidP="0087204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052A9C"/>
    <w:multiLevelType w:val="hybridMultilevel"/>
    <w:tmpl w:val="1146E99C"/>
    <w:lvl w:ilvl="0" w:tplc="02B2C654">
      <w:start w:val="1"/>
      <w:numFmt w:val="decimal"/>
      <w:lvlText w:val="%1."/>
      <w:lvlJc w:val="left"/>
      <w:pPr>
        <w:ind w:left="1961" w:hanging="111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3BA609AE"/>
    <w:multiLevelType w:val="hybridMultilevel"/>
    <w:tmpl w:val="9AE031B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A64AC"/>
    <w:rsid w:val="00044AFC"/>
    <w:rsid w:val="0007645E"/>
    <w:rsid w:val="000850A4"/>
    <w:rsid w:val="000918CB"/>
    <w:rsid w:val="000B0A9F"/>
    <w:rsid w:val="000D71E7"/>
    <w:rsid w:val="000D7639"/>
    <w:rsid w:val="000E0DF6"/>
    <w:rsid w:val="000F73C8"/>
    <w:rsid w:val="000F7FCD"/>
    <w:rsid w:val="00146403"/>
    <w:rsid w:val="001741D2"/>
    <w:rsid w:val="00181EBF"/>
    <w:rsid w:val="001A7EA7"/>
    <w:rsid w:val="001C724D"/>
    <w:rsid w:val="00207127"/>
    <w:rsid w:val="00217E76"/>
    <w:rsid w:val="00237FC2"/>
    <w:rsid w:val="002642CA"/>
    <w:rsid w:val="00284D88"/>
    <w:rsid w:val="00291D7E"/>
    <w:rsid w:val="002A7355"/>
    <w:rsid w:val="002A76E4"/>
    <w:rsid w:val="002B18E3"/>
    <w:rsid w:val="002D1C6A"/>
    <w:rsid w:val="00325D74"/>
    <w:rsid w:val="00353326"/>
    <w:rsid w:val="00353CDB"/>
    <w:rsid w:val="00395A04"/>
    <w:rsid w:val="003B79B7"/>
    <w:rsid w:val="003B7A2B"/>
    <w:rsid w:val="003C28F6"/>
    <w:rsid w:val="003C772B"/>
    <w:rsid w:val="003E3BA6"/>
    <w:rsid w:val="004262ED"/>
    <w:rsid w:val="00444009"/>
    <w:rsid w:val="004444B1"/>
    <w:rsid w:val="004523FA"/>
    <w:rsid w:val="00454A86"/>
    <w:rsid w:val="004602B3"/>
    <w:rsid w:val="00466C95"/>
    <w:rsid w:val="004858FE"/>
    <w:rsid w:val="00494C92"/>
    <w:rsid w:val="004B72D7"/>
    <w:rsid w:val="004C0A76"/>
    <w:rsid w:val="004C720E"/>
    <w:rsid w:val="004E482E"/>
    <w:rsid w:val="00511BFB"/>
    <w:rsid w:val="00542E81"/>
    <w:rsid w:val="00553D81"/>
    <w:rsid w:val="0056244E"/>
    <w:rsid w:val="00571C19"/>
    <w:rsid w:val="0058793F"/>
    <w:rsid w:val="00592A36"/>
    <w:rsid w:val="005A2261"/>
    <w:rsid w:val="005E3661"/>
    <w:rsid w:val="005F7C8B"/>
    <w:rsid w:val="006276BB"/>
    <w:rsid w:val="006339F6"/>
    <w:rsid w:val="00723D2B"/>
    <w:rsid w:val="0077564B"/>
    <w:rsid w:val="00786D16"/>
    <w:rsid w:val="00787FFE"/>
    <w:rsid w:val="007B4B47"/>
    <w:rsid w:val="007C0BE5"/>
    <w:rsid w:val="007E247A"/>
    <w:rsid w:val="007F053F"/>
    <w:rsid w:val="007F300C"/>
    <w:rsid w:val="007F3DF8"/>
    <w:rsid w:val="008075E6"/>
    <w:rsid w:val="0082178B"/>
    <w:rsid w:val="00823301"/>
    <w:rsid w:val="008320AD"/>
    <w:rsid w:val="00834744"/>
    <w:rsid w:val="00835570"/>
    <w:rsid w:val="008409BD"/>
    <w:rsid w:val="0087204F"/>
    <w:rsid w:val="00881916"/>
    <w:rsid w:val="008B2382"/>
    <w:rsid w:val="008C311B"/>
    <w:rsid w:val="00912A1C"/>
    <w:rsid w:val="00945B0C"/>
    <w:rsid w:val="00990E85"/>
    <w:rsid w:val="009D0C2C"/>
    <w:rsid w:val="009E03DE"/>
    <w:rsid w:val="009E222E"/>
    <w:rsid w:val="009F6B45"/>
    <w:rsid w:val="009F6C59"/>
    <w:rsid w:val="00A227FA"/>
    <w:rsid w:val="00A3478A"/>
    <w:rsid w:val="00A42738"/>
    <w:rsid w:val="00A85D81"/>
    <w:rsid w:val="00AA3FFB"/>
    <w:rsid w:val="00AA64ED"/>
    <w:rsid w:val="00AC3001"/>
    <w:rsid w:val="00AC5E00"/>
    <w:rsid w:val="00AD4154"/>
    <w:rsid w:val="00AE4738"/>
    <w:rsid w:val="00B256DA"/>
    <w:rsid w:val="00B276FF"/>
    <w:rsid w:val="00B30949"/>
    <w:rsid w:val="00B32336"/>
    <w:rsid w:val="00B32EB4"/>
    <w:rsid w:val="00B84547"/>
    <w:rsid w:val="00B87BC2"/>
    <w:rsid w:val="00B94240"/>
    <w:rsid w:val="00B96C2D"/>
    <w:rsid w:val="00BD092E"/>
    <w:rsid w:val="00BE1111"/>
    <w:rsid w:val="00BF0BCF"/>
    <w:rsid w:val="00C17FCE"/>
    <w:rsid w:val="00C24A4B"/>
    <w:rsid w:val="00C26197"/>
    <w:rsid w:val="00C52453"/>
    <w:rsid w:val="00C90E73"/>
    <w:rsid w:val="00C9702F"/>
    <w:rsid w:val="00CC1C0F"/>
    <w:rsid w:val="00CE00A8"/>
    <w:rsid w:val="00CE3773"/>
    <w:rsid w:val="00D04103"/>
    <w:rsid w:val="00D146D6"/>
    <w:rsid w:val="00D45C12"/>
    <w:rsid w:val="00D46719"/>
    <w:rsid w:val="00D81B06"/>
    <w:rsid w:val="00D93E9F"/>
    <w:rsid w:val="00D974EC"/>
    <w:rsid w:val="00DE0A35"/>
    <w:rsid w:val="00DF17E9"/>
    <w:rsid w:val="00E05CCD"/>
    <w:rsid w:val="00E20BCB"/>
    <w:rsid w:val="00E25CA9"/>
    <w:rsid w:val="00E333F9"/>
    <w:rsid w:val="00E4457B"/>
    <w:rsid w:val="00EB3C05"/>
    <w:rsid w:val="00ED7A50"/>
    <w:rsid w:val="00F239A5"/>
    <w:rsid w:val="00F25366"/>
    <w:rsid w:val="00F26298"/>
    <w:rsid w:val="00F312E8"/>
    <w:rsid w:val="00F7656C"/>
    <w:rsid w:val="00F8372F"/>
    <w:rsid w:val="00FA319E"/>
    <w:rsid w:val="00FA64AC"/>
    <w:rsid w:val="00FB1FFC"/>
    <w:rsid w:val="00FB52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33F9"/>
    <w:pPr>
      <w:spacing w:after="200" w:line="276" w:lineRule="auto"/>
    </w:pPr>
    <w:rPr>
      <w:lang w:val="ru-RU"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FA64AC"/>
    <w:pPr>
      <w:spacing w:after="0" w:line="240" w:lineRule="auto"/>
    </w:pPr>
    <w:rPr>
      <w:rFonts w:ascii="Tahoma" w:hAnsi="Tahoma"/>
      <w:sz w:val="16"/>
      <w:szCs w:val="16"/>
      <w:lang w:val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A64AC"/>
    <w:rPr>
      <w:rFonts w:ascii="Tahoma" w:hAnsi="Tahoma" w:cs="Times New Roman"/>
      <w:sz w:val="16"/>
    </w:rPr>
  </w:style>
  <w:style w:type="paragraph" w:styleId="Header">
    <w:name w:val="header"/>
    <w:basedOn w:val="Normal"/>
    <w:link w:val="HeaderChar"/>
    <w:uiPriority w:val="99"/>
    <w:semiHidden/>
    <w:rsid w:val="0087204F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val="en-US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87204F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87204F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val="en-US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87204F"/>
    <w:rPr>
      <w:rFonts w:cs="Times New Roman"/>
    </w:rPr>
  </w:style>
  <w:style w:type="paragraph" w:styleId="ListParagraph">
    <w:name w:val="List Paragraph"/>
    <w:basedOn w:val="Normal"/>
    <w:uiPriority w:val="99"/>
    <w:qFormat/>
    <w:rsid w:val="0058793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572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Pages>2</Pages>
  <Words>407</Words>
  <Characters>2322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User</cp:lastModifiedBy>
  <cp:revision>3</cp:revision>
  <cp:lastPrinted>2020-07-06T08:06:00Z</cp:lastPrinted>
  <dcterms:created xsi:type="dcterms:W3CDTF">2020-07-06T08:07:00Z</dcterms:created>
  <dcterms:modified xsi:type="dcterms:W3CDTF">2020-07-07T05:40:00Z</dcterms:modified>
</cp:coreProperties>
</file>