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50" w:rsidRPr="00C36F30" w:rsidRDefault="00586C50" w:rsidP="009263E4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  <w:lang w:val="uk-UA"/>
        </w:rPr>
      </w:pPr>
      <w:r w:rsidRPr="00C36F30">
        <w:rPr>
          <w:rFonts w:ascii="Times New Roman CYR" w:hAnsi="Times New Roman CYR"/>
          <w:lang w:val="uk-UA"/>
        </w:rP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color="window">
            <v:imagedata r:id="rId5" o:title=""/>
          </v:shape>
          <o:OLEObject Type="Embed" ProgID="Word.Picture.8" ShapeID="_x0000_i1025" DrawAspect="Content" ObjectID="_1633764248" r:id="rId6"/>
        </w:object>
      </w:r>
    </w:p>
    <w:p w:rsidR="00586C50" w:rsidRPr="00726EEF" w:rsidRDefault="00586C50" w:rsidP="009263E4">
      <w:pPr>
        <w:pStyle w:val="Caption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</w:rPr>
        <w:t>УКРАЇНА</w:t>
      </w:r>
      <w:r>
        <w:rPr>
          <w:rFonts w:ascii="Times New Roman CYR" w:hAnsi="Times New Roman CYR"/>
          <w:lang w:val="ru-RU"/>
        </w:rPr>
        <w:t xml:space="preserve"> </w:t>
      </w:r>
    </w:p>
    <w:p w:rsidR="00586C50" w:rsidRPr="00C36F30" w:rsidRDefault="00586C50" w:rsidP="009263E4">
      <w:pPr>
        <w:jc w:val="center"/>
        <w:rPr>
          <w:sz w:val="16"/>
          <w:szCs w:val="16"/>
          <w:lang w:val="uk-UA"/>
        </w:rPr>
      </w:pPr>
    </w:p>
    <w:p w:rsidR="00586C50" w:rsidRDefault="00586C50" w:rsidP="009263E4">
      <w:pPr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>
        <w:rPr>
          <w:rFonts w:ascii="Times New Roman CYR" w:hAnsi="Times New Roman CYR"/>
          <w:b/>
          <w:sz w:val="28"/>
          <w:szCs w:val="28"/>
          <w:lang w:val="uk-UA"/>
        </w:rPr>
        <w:t xml:space="preserve">ГАЙСИНСЬКА РАЙОННА </w:t>
      </w:r>
      <w:r w:rsidRPr="00C36F30">
        <w:rPr>
          <w:rFonts w:ascii="Times New Roman CYR" w:hAnsi="Times New Roman CYR"/>
          <w:b/>
          <w:sz w:val="28"/>
          <w:szCs w:val="28"/>
          <w:lang w:val="uk-UA"/>
        </w:rPr>
        <w:t>ДЕРЖАВНА АДМІНІСТРАЦІЯ</w:t>
      </w:r>
    </w:p>
    <w:p w:rsidR="00586C50" w:rsidRPr="000516AA" w:rsidRDefault="00586C50" w:rsidP="009263E4">
      <w:pPr>
        <w:jc w:val="center"/>
        <w:rPr>
          <w:rFonts w:ascii="Times New Roman CYR" w:hAnsi="Times New Roman CYR"/>
          <w:b/>
          <w:lang w:val="uk-UA"/>
        </w:rPr>
      </w:pPr>
      <w:r>
        <w:rPr>
          <w:b/>
          <w:bCs/>
          <w:sz w:val="28"/>
          <w:szCs w:val="28"/>
          <w:lang w:val="uk-UA"/>
        </w:rPr>
        <w:t>ВІННИЦЬКОЇ ОБЛАСТІ</w:t>
      </w:r>
    </w:p>
    <w:p w:rsidR="00586C50" w:rsidRPr="00C36F30" w:rsidRDefault="00586C50" w:rsidP="009263E4">
      <w:pPr>
        <w:pBdr>
          <w:bottom w:val="thinThickSmallGap" w:sz="24" w:space="1" w:color="000080"/>
        </w:pBdr>
        <w:jc w:val="center"/>
        <w:rPr>
          <w:sz w:val="4"/>
          <w:szCs w:val="4"/>
        </w:rPr>
      </w:pPr>
    </w:p>
    <w:p w:rsidR="00586C50" w:rsidRPr="00C36F30" w:rsidRDefault="00586C50" w:rsidP="009263E4">
      <w:pPr>
        <w:rPr>
          <w:sz w:val="28"/>
          <w:szCs w:val="28"/>
          <w:lang w:val="uk-UA"/>
        </w:rPr>
      </w:pPr>
    </w:p>
    <w:p w:rsidR="00586C50" w:rsidRPr="006262EB" w:rsidRDefault="00586C50" w:rsidP="009263E4">
      <w:pPr>
        <w:pStyle w:val="Heading3"/>
        <w:jc w:val="center"/>
        <w:rPr>
          <w:rFonts w:ascii="Times New Roman" w:hAnsi="Times New Roman"/>
          <w:sz w:val="36"/>
          <w:szCs w:val="36"/>
          <w:lang w:val="uk-UA"/>
        </w:rPr>
      </w:pPr>
      <w:r w:rsidRPr="006262EB">
        <w:rPr>
          <w:rFonts w:ascii="Times New Roman" w:hAnsi="Times New Roman"/>
          <w:sz w:val="36"/>
          <w:szCs w:val="36"/>
          <w:lang w:val="uk-UA"/>
        </w:rPr>
        <w:t>РОЗПОРЯДЖЕННЯ</w:t>
      </w:r>
    </w:p>
    <w:p w:rsidR="00586C50" w:rsidRPr="00C36F30" w:rsidRDefault="00586C50" w:rsidP="009263E4">
      <w:pPr>
        <w:rPr>
          <w:sz w:val="28"/>
          <w:szCs w:val="28"/>
          <w:lang w:val="uk-UA"/>
        </w:rPr>
      </w:pPr>
    </w:p>
    <w:p w:rsidR="00586C50" w:rsidRPr="00C36F30" w:rsidRDefault="00586C50" w:rsidP="00842F4E">
      <w:pPr>
        <w:tabs>
          <w:tab w:val="left" w:pos="8364"/>
        </w:tabs>
        <w:rPr>
          <w:sz w:val="28"/>
          <w:lang w:val="uk-UA"/>
        </w:rPr>
      </w:pPr>
      <w:r w:rsidRPr="00C36F30">
        <w:rPr>
          <w:lang w:val="uk-UA"/>
        </w:rPr>
        <w:t>__</w:t>
      </w:r>
      <w:r>
        <w:rPr>
          <w:sz w:val="28"/>
          <w:szCs w:val="28"/>
          <w:u w:val="single"/>
          <w:lang w:val="uk-UA"/>
        </w:rPr>
        <w:t xml:space="preserve">23 жовтня </w:t>
      </w:r>
      <w:r w:rsidRPr="00C36F30">
        <w:rPr>
          <w:lang w:val="uk-UA"/>
        </w:rPr>
        <w:t xml:space="preserve">____  </w:t>
      </w:r>
      <w:r w:rsidRPr="00C36F30">
        <w:rPr>
          <w:sz w:val="28"/>
          <w:lang w:val="uk-UA"/>
        </w:rPr>
        <w:t>201</w:t>
      </w:r>
      <w:r>
        <w:rPr>
          <w:sz w:val="28"/>
          <w:lang w:val="uk-UA"/>
        </w:rPr>
        <w:t>9</w:t>
      </w:r>
      <w:r w:rsidRPr="00C36F30">
        <w:rPr>
          <w:sz w:val="28"/>
          <w:lang w:val="uk-UA"/>
        </w:rPr>
        <w:t xml:space="preserve"> року        </w:t>
      </w:r>
      <w:r w:rsidRPr="00C36F30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Гайсин</w:t>
      </w:r>
      <w:r w:rsidRPr="00C36F30">
        <w:rPr>
          <w:sz w:val="28"/>
          <w:lang w:val="uk-UA"/>
        </w:rPr>
        <w:t xml:space="preserve">                    № ___</w:t>
      </w:r>
      <w:r>
        <w:rPr>
          <w:sz w:val="28"/>
          <w:u w:val="single"/>
          <w:lang w:val="uk-UA"/>
        </w:rPr>
        <w:t>216</w:t>
      </w:r>
      <w:r w:rsidRPr="00C36F30">
        <w:rPr>
          <w:sz w:val="28"/>
          <w:lang w:val="uk-UA"/>
        </w:rPr>
        <w:t>_____</w:t>
      </w:r>
    </w:p>
    <w:p w:rsidR="00586C50" w:rsidRDefault="00586C50" w:rsidP="009263E4">
      <w:pPr>
        <w:jc w:val="both"/>
        <w:rPr>
          <w:sz w:val="28"/>
          <w:lang w:val="uk-UA"/>
        </w:rPr>
      </w:pPr>
    </w:p>
    <w:p w:rsidR="00586C50" w:rsidRDefault="00586C50" w:rsidP="009263E4">
      <w:pPr>
        <w:jc w:val="both"/>
        <w:rPr>
          <w:sz w:val="28"/>
          <w:lang w:val="uk-UA"/>
        </w:rPr>
      </w:pPr>
    </w:p>
    <w:p w:rsidR="00586C50" w:rsidRDefault="00586C50" w:rsidP="005E6164">
      <w:pPr>
        <w:jc w:val="center"/>
        <w:rPr>
          <w:b/>
          <w:bCs/>
          <w:snapToGrid w:val="0"/>
          <w:sz w:val="28"/>
          <w:lang w:val="uk-UA"/>
        </w:rPr>
      </w:pPr>
      <w:r w:rsidRPr="00F86F98">
        <w:rPr>
          <w:b/>
          <w:sz w:val="28"/>
          <w:lang w:val="uk-UA"/>
        </w:rPr>
        <w:t>Пр</w:t>
      </w:r>
      <w:r w:rsidRPr="00F86F98">
        <w:rPr>
          <w:b/>
          <w:bCs/>
          <w:snapToGrid w:val="0"/>
          <w:sz w:val="28"/>
          <w:lang w:val="uk-UA"/>
        </w:rPr>
        <w:t xml:space="preserve">о </w:t>
      </w:r>
      <w:r>
        <w:rPr>
          <w:b/>
          <w:bCs/>
          <w:snapToGrid w:val="0"/>
          <w:sz w:val="28"/>
          <w:lang w:val="uk-UA"/>
        </w:rPr>
        <w:t>скасування карантинного обмеження в Приватному акціонерному товаристві «Зернопродукт Миронівський хлібопродукт»</w:t>
      </w:r>
    </w:p>
    <w:p w:rsidR="00586C50" w:rsidRDefault="00586C50" w:rsidP="005E616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napToGrid w:val="0"/>
          <w:sz w:val="28"/>
          <w:lang w:val="uk-UA"/>
        </w:rPr>
        <w:t xml:space="preserve"> села Краснопілка</w:t>
      </w:r>
    </w:p>
    <w:p w:rsidR="00586C50" w:rsidRDefault="00586C50" w:rsidP="00F86F98">
      <w:pPr>
        <w:jc w:val="center"/>
        <w:rPr>
          <w:b/>
          <w:sz w:val="28"/>
          <w:szCs w:val="28"/>
          <w:lang w:val="uk-UA"/>
        </w:rPr>
      </w:pPr>
      <w:r w:rsidRPr="00F86F98">
        <w:rPr>
          <w:b/>
          <w:sz w:val="28"/>
          <w:szCs w:val="28"/>
          <w:lang w:val="uk-UA"/>
        </w:rPr>
        <w:t xml:space="preserve"> </w:t>
      </w:r>
    </w:p>
    <w:p w:rsidR="00586C50" w:rsidRPr="00F86F98" w:rsidRDefault="00586C50" w:rsidP="00F86F98">
      <w:pPr>
        <w:jc w:val="center"/>
        <w:rPr>
          <w:snapToGrid w:val="0"/>
          <w:sz w:val="16"/>
          <w:szCs w:val="20"/>
          <w:lang w:val="uk-UA"/>
        </w:rPr>
      </w:pPr>
    </w:p>
    <w:p w:rsidR="00586C50" w:rsidRDefault="00586C50" w:rsidP="00F86F98">
      <w:pPr>
        <w:pStyle w:val="Heading8"/>
        <w:widowControl w:val="0"/>
        <w:tabs>
          <w:tab w:val="left" w:pos="9214"/>
        </w:tabs>
        <w:spacing w:before="0" w:line="240" w:lineRule="auto"/>
        <w:ind w:firstLine="747"/>
        <w:jc w:val="both"/>
        <w:rPr>
          <w:rFonts w:ascii="Times New Roman" w:hAnsi="Times New Roman"/>
          <w:snapToGrid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val="uk-UA"/>
        </w:rPr>
        <w:t xml:space="preserve"> Відповідно до статті 33 Закону України «Про карантин рослин» та Закону України «Про місцеві державні адміністрації», у зв’язку з проведенням агротехнічних заходів по знищенню вогнищ ризоманії цукрового буряка в полі № 10 площею </w:t>
      </w:r>
      <w:smartTag w:uri="urn:schemas-microsoft-com:office:smarttags" w:element="metricconverter">
        <w:smartTagPr>
          <w:attr w:name="ProductID" w:val="48 га"/>
        </w:smartTagPr>
        <w:r>
          <w:rPr>
            <w:rFonts w:ascii="Times New Roman" w:hAnsi="Times New Roman"/>
            <w:snapToGrid w:val="0"/>
            <w:color w:val="auto"/>
            <w:sz w:val="28"/>
            <w:szCs w:val="28"/>
            <w:lang w:val="uk-UA"/>
          </w:rPr>
          <w:t>48 га</w:t>
        </w:r>
      </w:smartTag>
      <w:r>
        <w:rPr>
          <w:rFonts w:ascii="Times New Roman" w:hAnsi="Times New Roman"/>
          <w:snapToGrid w:val="0"/>
          <w:color w:val="auto"/>
          <w:sz w:val="28"/>
          <w:szCs w:val="28"/>
          <w:lang w:val="uk-UA"/>
        </w:rPr>
        <w:t xml:space="preserve">, полі № 1 площею </w:t>
      </w:r>
      <w:smartTag w:uri="urn:schemas-microsoft-com:office:smarttags" w:element="metricconverter">
        <w:smartTagPr>
          <w:attr w:name="ProductID" w:val="72 га"/>
        </w:smartTagPr>
        <w:r>
          <w:rPr>
            <w:rFonts w:ascii="Times New Roman" w:hAnsi="Times New Roman"/>
            <w:snapToGrid w:val="0"/>
            <w:color w:val="auto"/>
            <w:sz w:val="28"/>
            <w:szCs w:val="28"/>
            <w:lang w:val="uk-UA"/>
          </w:rPr>
          <w:t>72 га</w:t>
        </w:r>
      </w:smartTag>
      <w:r>
        <w:rPr>
          <w:rFonts w:ascii="Times New Roman" w:hAnsi="Times New Roman"/>
          <w:snapToGrid w:val="0"/>
          <w:color w:val="auto"/>
          <w:sz w:val="28"/>
          <w:szCs w:val="28"/>
          <w:lang w:val="uk-UA"/>
        </w:rPr>
        <w:t xml:space="preserve"> Приватного акціонерного товариства «Зернопродукт Миронівський хлібопродукт» села Краснопілка Гайсинського району, проведенням спостережень працівниками Головного управління Держпродспоживслужби у Вінницькій області протягом дванадцяти років та враховуючи результати лабораторної експертизи № ФЛ14/003243-В від 27.09.2019 року:</w:t>
      </w:r>
    </w:p>
    <w:p w:rsidR="00586C50" w:rsidRDefault="00586C50" w:rsidP="00C819AD">
      <w:pPr>
        <w:pStyle w:val="BlockText"/>
        <w:tabs>
          <w:tab w:val="left" w:pos="851"/>
        </w:tabs>
        <w:ind w:left="0" w:right="-5"/>
        <w:jc w:val="both"/>
      </w:pPr>
    </w:p>
    <w:p w:rsidR="00586C50" w:rsidRPr="00905EE3" w:rsidRDefault="00586C50" w:rsidP="00C819AD">
      <w:pPr>
        <w:pStyle w:val="BlockText"/>
        <w:tabs>
          <w:tab w:val="left" w:pos="851"/>
        </w:tabs>
        <w:ind w:left="0" w:right="-5" w:firstLine="900"/>
        <w:jc w:val="both"/>
        <w:rPr>
          <w:b/>
        </w:rPr>
      </w:pPr>
      <w:r w:rsidRPr="00905EE3">
        <w:rPr>
          <w:b/>
        </w:rPr>
        <w:t>ЗОБОВ’ЯЗУЮ :</w:t>
      </w:r>
    </w:p>
    <w:p w:rsidR="00586C50" w:rsidRDefault="00586C50" w:rsidP="00C819AD">
      <w:pPr>
        <w:pStyle w:val="BlockText"/>
        <w:tabs>
          <w:tab w:val="left" w:pos="851"/>
        </w:tabs>
        <w:ind w:left="0" w:right="-5" w:firstLine="900"/>
        <w:jc w:val="both"/>
      </w:pPr>
    </w:p>
    <w:p w:rsidR="00586C50" w:rsidRDefault="00586C50" w:rsidP="001E62AF">
      <w:pPr>
        <w:pStyle w:val="BodyTextIndent"/>
        <w:tabs>
          <w:tab w:val="left" w:pos="180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F26E3">
        <w:rPr>
          <w:rFonts w:ascii="Times New Roman" w:hAnsi="Times New Roman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1. Скасувати карантинні обмеження по ризоманії цукрового буряка              в Приватному акціонерному товаристві  «Зернопродукт Миронівський хлібопродукт» села Краснопілка Гайсинського району на площі </w:t>
      </w:r>
      <w:smartTag w:uri="urn:schemas-microsoft-com:office:smarttags" w:element="metricconverter">
        <w:smartTagPr>
          <w:attr w:name="ProductID" w:val="120 га"/>
        </w:smartTagPr>
        <w:r>
          <w:rPr>
            <w:rFonts w:ascii="Times New Roman" w:hAnsi="Times New Roman"/>
            <w:sz w:val="28"/>
            <w:szCs w:val="28"/>
            <w:lang w:val="uk-UA"/>
          </w:rPr>
          <w:t>120 га</w:t>
        </w:r>
      </w:smartTag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86C50" w:rsidRPr="001E62AF" w:rsidRDefault="00586C50" w:rsidP="001E62AF">
      <w:pPr>
        <w:pStyle w:val="BodyTextIndent"/>
        <w:tabs>
          <w:tab w:val="left" w:pos="180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2</w:t>
      </w:r>
      <w:r w:rsidRPr="001E62AF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586C50" w:rsidRDefault="00586C50" w:rsidP="008F26E3">
      <w:pPr>
        <w:pStyle w:val="BlockText"/>
        <w:tabs>
          <w:tab w:val="left" w:pos="900"/>
        </w:tabs>
        <w:ind w:left="0" w:right="-5"/>
        <w:jc w:val="both"/>
      </w:pPr>
    </w:p>
    <w:p w:rsidR="00586C50" w:rsidRDefault="00586C50" w:rsidP="008F26E3">
      <w:pPr>
        <w:pStyle w:val="BlockText"/>
        <w:tabs>
          <w:tab w:val="left" w:pos="900"/>
        </w:tabs>
        <w:ind w:left="0" w:right="-5"/>
        <w:jc w:val="both"/>
      </w:pPr>
    </w:p>
    <w:p w:rsidR="00586C50" w:rsidRPr="00F86F98" w:rsidRDefault="00586C50" w:rsidP="00F86F98">
      <w:pPr>
        <w:pStyle w:val="Heading7"/>
        <w:tabs>
          <w:tab w:val="left" w:pos="900"/>
        </w:tabs>
        <w:spacing w:line="240" w:lineRule="auto"/>
        <w:ind w:left="0" w:right="0" w:hanging="1418"/>
        <w:rPr>
          <w:szCs w:val="28"/>
        </w:rPr>
      </w:pPr>
      <w:r>
        <w:rPr>
          <w:b/>
          <w:szCs w:val="28"/>
        </w:rPr>
        <w:t xml:space="preserve">                    Заступник г</w:t>
      </w:r>
      <w:r>
        <w:rPr>
          <w:b/>
          <w:bCs/>
          <w:szCs w:val="28"/>
        </w:rPr>
        <w:t>олови</w:t>
      </w:r>
      <w:r w:rsidRPr="00F86F98">
        <w:rPr>
          <w:b/>
          <w:bCs/>
          <w:szCs w:val="28"/>
        </w:rPr>
        <w:t xml:space="preserve"> районної </w:t>
      </w:r>
    </w:p>
    <w:p w:rsidR="00586C50" w:rsidRPr="00F86F98" w:rsidRDefault="00586C50" w:rsidP="00F86F98">
      <w:pPr>
        <w:pStyle w:val="Heading7"/>
        <w:tabs>
          <w:tab w:val="left" w:pos="900"/>
        </w:tabs>
        <w:spacing w:line="240" w:lineRule="auto"/>
        <w:ind w:left="0" w:right="0" w:hanging="1418"/>
        <w:rPr>
          <w:b/>
          <w:szCs w:val="28"/>
        </w:rPr>
      </w:pPr>
      <w:r w:rsidRPr="00F86F98">
        <w:rPr>
          <w:b/>
          <w:szCs w:val="28"/>
        </w:rPr>
        <w:t xml:space="preserve">                    державної адміністрації                </w:t>
      </w:r>
      <w:r>
        <w:rPr>
          <w:b/>
          <w:szCs w:val="28"/>
        </w:rPr>
        <w:t xml:space="preserve">                            </w:t>
      </w:r>
      <w:r w:rsidRPr="00F86F98">
        <w:rPr>
          <w:b/>
          <w:szCs w:val="28"/>
        </w:rPr>
        <w:t xml:space="preserve">     </w:t>
      </w:r>
      <w:r>
        <w:rPr>
          <w:b/>
          <w:szCs w:val="28"/>
        </w:rPr>
        <w:t>Сергій НЕСВЯТИЙ</w:t>
      </w:r>
    </w:p>
    <w:p w:rsidR="00586C50" w:rsidRPr="00F86F98" w:rsidRDefault="00586C50" w:rsidP="00F86F98">
      <w:pPr>
        <w:rPr>
          <w:b/>
          <w:sz w:val="28"/>
          <w:szCs w:val="28"/>
          <w:lang w:val="uk-UA"/>
        </w:rPr>
      </w:pPr>
    </w:p>
    <w:sectPr w:rsidR="00586C50" w:rsidRPr="00F86F98" w:rsidSect="005E616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0802"/>
    <w:multiLevelType w:val="hybridMultilevel"/>
    <w:tmpl w:val="99A6E466"/>
    <w:lvl w:ilvl="0" w:tplc="01B85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1A0EC6"/>
    <w:multiLevelType w:val="hybridMultilevel"/>
    <w:tmpl w:val="9758B6DE"/>
    <w:lvl w:ilvl="0" w:tplc="A306A7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051"/>
    <w:rsid w:val="00003EA2"/>
    <w:rsid w:val="0000562A"/>
    <w:rsid w:val="00011B9A"/>
    <w:rsid w:val="00011F91"/>
    <w:rsid w:val="00015DA8"/>
    <w:rsid w:val="00016C2E"/>
    <w:rsid w:val="00020471"/>
    <w:rsid w:val="00024ECF"/>
    <w:rsid w:val="00030536"/>
    <w:rsid w:val="000313EE"/>
    <w:rsid w:val="00033B00"/>
    <w:rsid w:val="00034A74"/>
    <w:rsid w:val="00040D30"/>
    <w:rsid w:val="000422A7"/>
    <w:rsid w:val="00043BC5"/>
    <w:rsid w:val="000516AA"/>
    <w:rsid w:val="000527EA"/>
    <w:rsid w:val="00057F36"/>
    <w:rsid w:val="00064D14"/>
    <w:rsid w:val="000653D8"/>
    <w:rsid w:val="00070149"/>
    <w:rsid w:val="00071918"/>
    <w:rsid w:val="0007454D"/>
    <w:rsid w:val="00081736"/>
    <w:rsid w:val="000827B0"/>
    <w:rsid w:val="00085BE8"/>
    <w:rsid w:val="00092C2F"/>
    <w:rsid w:val="00097557"/>
    <w:rsid w:val="000A1421"/>
    <w:rsid w:val="000A73CD"/>
    <w:rsid w:val="000B04E6"/>
    <w:rsid w:val="000B5EB0"/>
    <w:rsid w:val="000D0008"/>
    <w:rsid w:val="000D1E15"/>
    <w:rsid w:val="000D70FE"/>
    <w:rsid w:val="000E1240"/>
    <w:rsid w:val="000E4BA1"/>
    <w:rsid w:val="000E65AF"/>
    <w:rsid w:val="000E6731"/>
    <w:rsid w:val="000E793F"/>
    <w:rsid w:val="000F02F3"/>
    <w:rsid w:val="000F0D6B"/>
    <w:rsid w:val="000F3C2E"/>
    <w:rsid w:val="0012020D"/>
    <w:rsid w:val="00124553"/>
    <w:rsid w:val="0013007C"/>
    <w:rsid w:val="001343D0"/>
    <w:rsid w:val="00135B87"/>
    <w:rsid w:val="00143546"/>
    <w:rsid w:val="00143F63"/>
    <w:rsid w:val="00146D3E"/>
    <w:rsid w:val="00153674"/>
    <w:rsid w:val="00153924"/>
    <w:rsid w:val="0015468C"/>
    <w:rsid w:val="001553E3"/>
    <w:rsid w:val="00160697"/>
    <w:rsid w:val="001613C7"/>
    <w:rsid w:val="00171B3A"/>
    <w:rsid w:val="001821B8"/>
    <w:rsid w:val="001824B2"/>
    <w:rsid w:val="00182665"/>
    <w:rsid w:val="001843E8"/>
    <w:rsid w:val="00193D44"/>
    <w:rsid w:val="001952C1"/>
    <w:rsid w:val="001A0AAA"/>
    <w:rsid w:val="001A1211"/>
    <w:rsid w:val="001A2B81"/>
    <w:rsid w:val="001A4989"/>
    <w:rsid w:val="001A612A"/>
    <w:rsid w:val="001B5CFE"/>
    <w:rsid w:val="001C0DCC"/>
    <w:rsid w:val="001C1A44"/>
    <w:rsid w:val="001C59E3"/>
    <w:rsid w:val="001C6CEF"/>
    <w:rsid w:val="001D109C"/>
    <w:rsid w:val="001D1665"/>
    <w:rsid w:val="001D250E"/>
    <w:rsid w:val="001D6E25"/>
    <w:rsid w:val="001D71D3"/>
    <w:rsid w:val="001E20D8"/>
    <w:rsid w:val="001E62AF"/>
    <w:rsid w:val="001F0FBB"/>
    <w:rsid w:val="001F410C"/>
    <w:rsid w:val="001F42DC"/>
    <w:rsid w:val="00202492"/>
    <w:rsid w:val="00205990"/>
    <w:rsid w:val="0021137B"/>
    <w:rsid w:val="00214B44"/>
    <w:rsid w:val="00216BA3"/>
    <w:rsid w:val="0022012F"/>
    <w:rsid w:val="002217FA"/>
    <w:rsid w:val="002223F7"/>
    <w:rsid w:val="002231FC"/>
    <w:rsid w:val="00223D0C"/>
    <w:rsid w:val="00226089"/>
    <w:rsid w:val="00237A2B"/>
    <w:rsid w:val="00243BB7"/>
    <w:rsid w:val="00244A5E"/>
    <w:rsid w:val="00250E61"/>
    <w:rsid w:val="00254D0C"/>
    <w:rsid w:val="0025550E"/>
    <w:rsid w:val="002579EB"/>
    <w:rsid w:val="00264B69"/>
    <w:rsid w:val="00264CEE"/>
    <w:rsid w:val="002719E6"/>
    <w:rsid w:val="00272AC1"/>
    <w:rsid w:val="002754B1"/>
    <w:rsid w:val="002766A4"/>
    <w:rsid w:val="0028025D"/>
    <w:rsid w:val="00280C82"/>
    <w:rsid w:val="002822B5"/>
    <w:rsid w:val="002837D3"/>
    <w:rsid w:val="00284A13"/>
    <w:rsid w:val="0028603F"/>
    <w:rsid w:val="00290C1D"/>
    <w:rsid w:val="00290C6B"/>
    <w:rsid w:val="00295505"/>
    <w:rsid w:val="00295FE8"/>
    <w:rsid w:val="00296118"/>
    <w:rsid w:val="002A0FC1"/>
    <w:rsid w:val="002A238B"/>
    <w:rsid w:val="002A5163"/>
    <w:rsid w:val="002A761E"/>
    <w:rsid w:val="002A7F62"/>
    <w:rsid w:val="002B36E4"/>
    <w:rsid w:val="002B6CC3"/>
    <w:rsid w:val="002C0C8D"/>
    <w:rsid w:val="002C2FE6"/>
    <w:rsid w:val="002C3D70"/>
    <w:rsid w:val="002C60D0"/>
    <w:rsid w:val="002D1015"/>
    <w:rsid w:val="002D1E96"/>
    <w:rsid w:val="002E2905"/>
    <w:rsid w:val="002E312E"/>
    <w:rsid w:val="002E64A1"/>
    <w:rsid w:val="002F625F"/>
    <w:rsid w:val="00302BDF"/>
    <w:rsid w:val="00303016"/>
    <w:rsid w:val="00305016"/>
    <w:rsid w:val="00306212"/>
    <w:rsid w:val="00307D71"/>
    <w:rsid w:val="00310A47"/>
    <w:rsid w:val="0032039C"/>
    <w:rsid w:val="00321979"/>
    <w:rsid w:val="00325244"/>
    <w:rsid w:val="00326011"/>
    <w:rsid w:val="003314C6"/>
    <w:rsid w:val="00332C28"/>
    <w:rsid w:val="00332D4C"/>
    <w:rsid w:val="00343FF0"/>
    <w:rsid w:val="00345543"/>
    <w:rsid w:val="0035073C"/>
    <w:rsid w:val="0035285A"/>
    <w:rsid w:val="00361DBA"/>
    <w:rsid w:val="003636BE"/>
    <w:rsid w:val="003637F4"/>
    <w:rsid w:val="00364226"/>
    <w:rsid w:val="00370270"/>
    <w:rsid w:val="00371612"/>
    <w:rsid w:val="00373573"/>
    <w:rsid w:val="00373A40"/>
    <w:rsid w:val="00380DB3"/>
    <w:rsid w:val="00393864"/>
    <w:rsid w:val="003A1657"/>
    <w:rsid w:val="003A2524"/>
    <w:rsid w:val="003B3CF9"/>
    <w:rsid w:val="003B4A37"/>
    <w:rsid w:val="003C249C"/>
    <w:rsid w:val="003C3438"/>
    <w:rsid w:val="003C482C"/>
    <w:rsid w:val="003D122C"/>
    <w:rsid w:val="003D1BA9"/>
    <w:rsid w:val="003D2536"/>
    <w:rsid w:val="003D6EAA"/>
    <w:rsid w:val="003E08AF"/>
    <w:rsid w:val="003E636D"/>
    <w:rsid w:val="003F0778"/>
    <w:rsid w:val="003F30E4"/>
    <w:rsid w:val="00404E60"/>
    <w:rsid w:val="00407F3A"/>
    <w:rsid w:val="0041089C"/>
    <w:rsid w:val="004232B1"/>
    <w:rsid w:val="004274C7"/>
    <w:rsid w:val="004320A1"/>
    <w:rsid w:val="0043709B"/>
    <w:rsid w:val="00441D44"/>
    <w:rsid w:val="004449E7"/>
    <w:rsid w:val="004465DA"/>
    <w:rsid w:val="00451628"/>
    <w:rsid w:val="004543EC"/>
    <w:rsid w:val="00454A65"/>
    <w:rsid w:val="00456051"/>
    <w:rsid w:val="00465EF1"/>
    <w:rsid w:val="00467D3B"/>
    <w:rsid w:val="00470019"/>
    <w:rsid w:val="0047416A"/>
    <w:rsid w:val="004746C8"/>
    <w:rsid w:val="00475C35"/>
    <w:rsid w:val="00482D69"/>
    <w:rsid w:val="00483F0E"/>
    <w:rsid w:val="004876DB"/>
    <w:rsid w:val="00493551"/>
    <w:rsid w:val="004954C5"/>
    <w:rsid w:val="00496B65"/>
    <w:rsid w:val="004A11AE"/>
    <w:rsid w:val="004A408C"/>
    <w:rsid w:val="004B20F3"/>
    <w:rsid w:val="004B64E1"/>
    <w:rsid w:val="004B6DC3"/>
    <w:rsid w:val="004B76A8"/>
    <w:rsid w:val="004C20C7"/>
    <w:rsid w:val="004C21D2"/>
    <w:rsid w:val="004C21DC"/>
    <w:rsid w:val="004C55B8"/>
    <w:rsid w:val="004D0DD6"/>
    <w:rsid w:val="004D58EF"/>
    <w:rsid w:val="004E37C2"/>
    <w:rsid w:val="004F2CBC"/>
    <w:rsid w:val="004F4E6C"/>
    <w:rsid w:val="0050398E"/>
    <w:rsid w:val="0051120E"/>
    <w:rsid w:val="00512540"/>
    <w:rsid w:val="00527A5B"/>
    <w:rsid w:val="00531A50"/>
    <w:rsid w:val="00534B05"/>
    <w:rsid w:val="00534BF5"/>
    <w:rsid w:val="00535288"/>
    <w:rsid w:val="00537707"/>
    <w:rsid w:val="00541999"/>
    <w:rsid w:val="0054359B"/>
    <w:rsid w:val="00551C39"/>
    <w:rsid w:val="005526BE"/>
    <w:rsid w:val="005576B3"/>
    <w:rsid w:val="00557965"/>
    <w:rsid w:val="00561927"/>
    <w:rsid w:val="005630D8"/>
    <w:rsid w:val="005707FD"/>
    <w:rsid w:val="0057421B"/>
    <w:rsid w:val="0058091A"/>
    <w:rsid w:val="00582577"/>
    <w:rsid w:val="00584F17"/>
    <w:rsid w:val="00586C50"/>
    <w:rsid w:val="00593243"/>
    <w:rsid w:val="005936DD"/>
    <w:rsid w:val="005A0C25"/>
    <w:rsid w:val="005A1E0D"/>
    <w:rsid w:val="005A2D7C"/>
    <w:rsid w:val="005A3B3B"/>
    <w:rsid w:val="005B4964"/>
    <w:rsid w:val="005B7A7C"/>
    <w:rsid w:val="005B7E0C"/>
    <w:rsid w:val="005C0525"/>
    <w:rsid w:val="005C16E5"/>
    <w:rsid w:val="005C2F23"/>
    <w:rsid w:val="005C410E"/>
    <w:rsid w:val="005C431B"/>
    <w:rsid w:val="005D084E"/>
    <w:rsid w:val="005D7398"/>
    <w:rsid w:val="005D7A3B"/>
    <w:rsid w:val="005E1368"/>
    <w:rsid w:val="005E6164"/>
    <w:rsid w:val="005E736E"/>
    <w:rsid w:val="005F6846"/>
    <w:rsid w:val="005F73F2"/>
    <w:rsid w:val="00602719"/>
    <w:rsid w:val="00602CBC"/>
    <w:rsid w:val="006106FB"/>
    <w:rsid w:val="006153F8"/>
    <w:rsid w:val="00615E7A"/>
    <w:rsid w:val="0061677F"/>
    <w:rsid w:val="00617A40"/>
    <w:rsid w:val="00620E3F"/>
    <w:rsid w:val="0062329C"/>
    <w:rsid w:val="00623F0F"/>
    <w:rsid w:val="006262EB"/>
    <w:rsid w:val="006269A0"/>
    <w:rsid w:val="00631FEA"/>
    <w:rsid w:val="00632E5F"/>
    <w:rsid w:val="00634744"/>
    <w:rsid w:val="00634A2A"/>
    <w:rsid w:val="00635C09"/>
    <w:rsid w:val="00645321"/>
    <w:rsid w:val="00647C7A"/>
    <w:rsid w:val="006546DF"/>
    <w:rsid w:val="006618A8"/>
    <w:rsid w:val="00663CB0"/>
    <w:rsid w:val="006645A4"/>
    <w:rsid w:val="0067510D"/>
    <w:rsid w:val="006756AB"/>
    <w:rsid w:val="006801F1"/>
    <w:rsid w:val="00683D5A"/>
    <w:rsid w:val="006875A9"/>
    <w:rsid w:val="00690DA7"/>
    <w:rsid w:val="006933F6"/>
    <w:rsid w:val="006962D4"/>
    <w:rsid w:val="006A52BE"/>
    <w:rsid w:val="006B4728"/>
    <w:rsid w:val="006C0605"/>
    <w:rsid w:val="006C365D"/>
    <w:rsid w:val="006C45B6"/>
    <w:rsid w:val="006C75A4"/>
    <w:rsid w:val="006C76F9"/>
    <w:rsid w:val="006E7EC2"/>
    <w:rsid w:val="0070006A"/>
    <w:rsid w:val="00703F84"/>
    <w:rsid w:val="00707178"/>
    <w:rsid w:val="00720BB8"/>
    <w:rsid w:val="00726EEF"/>
    <w:rsid w:val="0074107A"/>
    <w:rsid w:val="00754BD4"/>
    <w:rsid w:val="00755000"/>
    <w:rsid w:val="00763F31"/>
    <w:rsid w:val="007645A4"/>
    <w:rsid w:val="00764DDC"/>
    <w:rsid w:val="007707BC"/>
    <w:rsid w:val="0077137A"/>
    <w:rsid w:val="00773F10"/>
    <w:rsid w:val="007773E5"/>
    <w:rsid w:val="00782966"/>
    <w:rsid w:val="00787D8E"/>
    <w:rsid w:val="00797861"/>
    <w:rsid w:val="00797B5A"/>
    <w:rsid w:val="007A6B29"/>
    <w:rsid w:val="007B1EB6"/>
    <w:rsid w:val="007B3CF9"/>
    <w:rsid w:val="007C54D4"/>
    <w:rsid w:val="007C6B65"/>
    <w:rsid w:val="007C7C38"/>
    <w:rsid w:val="007D208D"/>
    <w:rsid w:val="007D2A27"/>
    <w:rsid w:val="007D46E5"/>
    <w:rsid w:val="007D5C0C"/>
    <w:rsid w:val="007E1310"/>
    <w:rsid w:val="007E5DD2"/>
    <w:rsid w:val="007E7DE6"/>
    <w:rsid w:val="007F0839"/>
    <w:rsid w:val="007F1DBE"/>
    <w:rsid w:val="007F479C"/>
    <w:rsid w:val="0080334F"/>
    <w:rsid w:val="00812FD4"/>
    <w:rsid w:val="00816121"/>
    <w:rsid w:val="00821A60"/>
    <w:rsid w:val="00822EA7"/>
    <w:rsid w:val="00831053"/>
    <w:rsid w:val="00831180"/>
    <w:rsid w:val="0083320F"/>
    <w:rsid w:val="00842F4E"/>
    <w:rsid w:val="00844E26"/>
    <w:rsid w:val="0084739A"/>
    <w:rsid w:val="008525AF"/>
    <w:rsid w:val="008534A1"/>
    <w:rsid w:val="008576C2"/>
    <w:rsid w:val="008625D1"/>
    <w:rsid w:val="00864E81"/>
    <w:rsid w:val="00865433"/>
    <w:rsid w:val="008668DC"/>
    <w:rsid w:val="00867063"/>
    <w:rsid w:val="008729DD"/>
    <w:rsid w:val="008739C4"/>
    <w:rsid w:val="00873BF0"/>
    <w:rsid w:val="00891E9F"/>
    <w:rsid w:val="00894EF4"/>
    <w:rsid w:val="00895B2F"/>
    <w:rsid w:val="00897561"/>
    <w:rsid w:val="008A20C8"/>
    <w:rsid w:val="008A369D"/>
    <w:rsid w:val="008C07E7"/>
    <w:rsid w:val="008C36D2"/>
    <w:rsid w:val="008C3C7B"/>
    <w:rsid w:val="008C4ED6"/>
    <w:rsid w:val="008C5BF2"/>
    <w:rsid w:val="008C644D"/>
    <w:rsid w:val="008D0438"/>
    <w:rsid w:val="008D1C5D"/>
    <w:rsid w:val="008D2228"/>
    <w:rsid w:val="008D4944"/>
    <w:rsid w:val="008D7A39"/>
    <w:rsid w:val="008E0770"/>
    <w:rsid w:val="008E2286"/>
    <w:rsid w:val="008E2F52"/>
    <w:rsid w:val="008F0C88"/>
    <w:rsid w:val="008F26E3"/>
    <w:rsid w:val="008F5875"/>
    <w:rsid w:val="00905EE3"/>
    <w:rsid w:val="009171E5"/>
    <w:rsid w:val="00921DF2"/>
    <w:rsid w:val="00925B44"/>
    <w:rsid w:val="009263E4"/>
    <w:rsid w:val="00931D5C"/>
    <w:rsid w:val="00934A0E"/>
    <w:rsid w:val="00935843"/>
    <w:rsid w:val="00937BD7"/>
    <w:rsid w:val="00940114"/>
    <w:rsid w:val="009409A2"/>
    <w:rsid w:val="00943FEF"/>
    <w:rsid w:val="00950ACA"/>
    <w:rsid w:val="00952EFC"/>
    <w:rsid w:val="00953032"/>
    <w:rsid w:val="00955466"/>
    <w:rsid w:val="00956D93"/>
    <w:rsid w:val="009608C2"/>
    <w:rsid w:val="00963143"/>
    <w:rsid w:val="00971EC6"/>
    <w:rsid w:val="009814E1"/>
    <w:rsid w:val="00984704"/>
    <w:rsid w:val="00985B0C"/>
    <w:rsid w:val="00985D7C"/>
    <w:rsid w:val="0099512D"/>
    <w:rsid w:val="009A002E"/>
    <w:rsid w:val="009A3DED"/>
    <w:rsid w:val="009A4047"/>
    <w:rsid w:val="009A4B77"/>
    <w:rsid w:val="009B25F9"/>
    <w:rsid w:val="009B60D9"/>
    <w:rsid w:val="009B6A6F"/>
    <w:rsid w:val="009B6FC6"/>
    <w:rsid w:val="009C089F"/>
    <w:rsid w:val="009C2212"/>
    <w:rsid w:val="009C5F14"/>
    <w:rsid w:val="009C6235"/>
    <w:rsid w:val="009D1A4E"/>
    <w:rsid w:val="009D37AC"/>
    <w:rsid w:val="009D3D2D"/>
    <w:rsid w:val="009D4A97"/>
    <w:rsid w:val="009E4270"/>
    <w:rsid w:val="009F3CF6"/>
    <w:rsid w:val="009F5B6C"/>
    <w:rsid w:val="009F5FFA"/>
    <w:rsid w:val="009F66DD"/>
    <w:rsid w:val="00A02D28"/>
    <w:rsid w:val="00A042BB"/>
    <w:rsid w:val="00A10D51"/>
    <w:rsid w:val="00A16F87"/>
    <w:rsid w:val="00A234DA"/>
    <w:rsid w:val="00A25C80"/>
    <w:rsid w:val="00A27BB4"/>
    <w:rsid w:val="00A32479"/>
    <w:rsid w:val="00A43581"/>
    <w:rsid w:val="00A46C4A"/>
    <w:rsid w:val="00A51753"/>
    <w:rsid w:val="00A63111"/>
    <w:rsid w:val="00A63DE0"/>
    <w:rsid w:val="00A65715"/>
    <w:rsid w:val="00A665C7"/>
    <w:rsid w:val="00A70B25"/>
    <w:rsid w:val="00A74038"/>
    <w:rsid w:val="00A74200"/>
    <w:rsid w:val="00A77ADF"/>
    <w:rsid w:val="00A82BBE"/>
    <w:rsid w:val="00A868A6"/>
    <w:rsid w:val="00A90654"/>
    <w:rsid w:val="00A9184D"/>
    <w:rsid w:val="00A97B3C"/>
    <w:rsid w:val="00AA02E4"/>
    <w:rsid w:val="00AA1C47"/>
    <w:rsid w:val="00AA297E"/>
    <w:rsid w:val="00AA3C87"/>
    <w:rsid w:val="00AB1116"/>
    <w:rsid w:val="00AB2D82"/>
    <w:rsid w:val="00AC4802"/>
    <w:rsid w:val="00AD4656"/>
    <w:rsid w:val="00AD7988"/>
    <w:rsid w:val="00AE0830"/>
    <w:rsid w:val="00AE0F1C"/>
    <w:rsid w:val="00AE1168"/>
    <w:rsid w:val="00AE3DD4"/>
    <w:rsid w:val="00AE5C49"/>
    <w:rsid w:val="00AF7B26"/>
    <w:rsid w:val="00B01A07"/>
    <w:rsid w:val="00B04165"/>
    <w:rsid w:val="00B133C7"/>
    <w:rsid w:val="00B13F05"/>
    <w:rsid w:val="00B2319E"/>
    <w:rsid w:val="00B23771"/>
    <w:rsid w:val="00B238EB"/>
    <w:rsid w:val="00B30540"/>
    <w:rsid w:val="00B361B8"/>
    <w:rsid w:val="00B40A97"/>
    <w:rsid w:val="00B41FEC"/>
    <w:rsid w:val="00B46B59"/>
    <w:rsid w:val="00B522B5"/>
    <w:rsid w:val="00B62EED"/>
    <w:rsid w:val="00B6565F"/>
    <w:rsid w:val="00B6644D"/>
    <w:rsid w:val="00B67E8E"/>
    <w:rsid w:val="00B72639"/>
    <w:rsid w:val="00B77557"/>
    <w:rsid w:val="00B806A2"/>
    <w:rsid w:val="00B91A3A"/>
    <w:rsid w:val="00B9211C"/>
    <w:rsid w:val="00B94885"/>
    <w:rsid w:val="00B96997"/>
    <w:rsid w:val="00BA16F6"/>
    <w:rsid w:val="00BA56A4"/>
    <w:rsid w:val="00BA56BA"/>
    <w:rsid w:val="00BA6450"/>
    <w:rsid w:val="00BA7E2F"/>
    <w:rsid w:val="00BB0C14"/>
    <w:rsid w:val="00BB1942"/>
    <w:rsid w:val="00BB2180"/>
    <w:rsid w:val="00BB41D4"/>
    <w:rsid w:val="00BB67F3"/>
    <w:rsid w:val="00BC2579"/>
    <w:rsid w:val="00BC337E"/>
    <w:rsid w:val="00BC3CFB"/>
    <w:rsid w:val="00BD0F93"/>
    <w:rsid w:val="00BD1D9F"/>
    <w:rsid w:val="00BD359F"/>
    <w:rsid w:val="00BD581C"/>
    <w:rsid w:val="00BE0EB6"/>
    <w:rsid w:val="00BF489F"/>
    <w:rsid w:val="00BF7A02"/>
    <w:rsid w:val="00C010F7"/>
    <w:rsid w:val="00C0196C"/>
    <w:rsid w:val="00C048BB"/>
    <w:rsid w:val="00C0544E"/>
    <w:rsid w:val="00C0648F"/>
    <w:rsid w:val="00C06599"/>
    <w:rsid w:val="00C1402A"/>
    <w:rsid w:val="00C1727B"/>
    <w:rsid w:val="00C175F7"/>
    <w:rsid w:val="00C20DE7"/>
    <w:rsid w:val="00C2234A"/>
    <w:rsid w:val="00C25B9C"/>
    <w:rsid w:val="00C269E3"/>
    <w:rsid w:val="00C32D8F"/>
    <w:rsid w:val="00C33CC8"/>
    <w:rsid w:val="00C34CB3"/>
    <w:rsid w:val="00C35E7C"/>
    <w:rsid w:val="00C3657F"/>
    <w:rsid w:val="00C369BF"/>
    <w:rsid w:val="00C36F30"/>
    <w:rsid w:val="00C3784D"/>
    <w:rsid w:val="00C40AF3"/>
    <w:rsid w:val="00C428D3"/>
    <w:rsid w:val="00C51907"/>
    <w:rsid w:val="00C524C5"/>
    <w:rsid w:val="00C53BBA"/>
    <w:rsid w:val="00C57594"/>
    <w:rsid w:val="00C61DBB"/>
    <w:rsid w:val="00C61E55"/>
    <w:rsid w:val="00C64051"/>
    <w:rsid w:val="00C667A7"/>
    <w:rsid w:val="00C66985"/>
    <w:rsid w:val="00C70656"/>
    <w:rsid w:val="00C7768E"/>
    <w:rsid w:val="00C8188B"/>
    <w:rsid w:val="00C819AD"/>
    <w:rsid w:val="00C82DEC"/>
    <w:rsid w:val="00C97EA2"/>
    <w:rsid w:val="00CA1B4D"/>
    <w:rsid w:val="00CA47CA"/>
    <w:rsid w:val="00CB29BA"/>
    <w:rsid w:val="00CB4333"/>
    <w:rsid w:val="00CB531F"/>
    <w:rsid w:val="00CB7C36"/>
    <w:rsid w:val="00CC030E"/>
    <w:rsid w:val="00CD0174"/>
    <w:rsid w:val="00CD2390"/>
    <w:rsid w:val="00CD6DB5"/>
    <w:rsid w:val="00CD6E59"/>
    <w:rsid w:val="00CE4566"/>
    <w:rsid w:val="00CE4E5C"/>
    <w:rsid w:val="00CE7B08"/>
    <w:rsid w:val="00CF509B"/>
    <w:rsid w:val="00D031E1"/>
    <w:rsid w:val="00D07035"/>
    <w:rsid w:val="00D10C0B"/>
    <w:rsid w:val="00D11C6E"/>
    <w:rsid w:val="00D11FE9"/>
    <w:rsid w:val="00D12DD4"/>
    <w:rsid w:val="00D24B3C"/>
    <w:rsid w:val="00D25B7F"/>
    <w:rsid w:val="00D27332"/>
    <w:rsid w:val="00D31AAC"/>
    <w:rsid w:val="00D32003"/>
    <w:rsid w:val="00D32309"/>
    <w:rsid w:val="00D32586"/>
    <w:rsid w:val="00D34590"/>
    <w:rsid w:val="00D37DC0"/>
    <w:rsid w:val="00D450E6"/>
    <w:rsid w:val="00D47514"/>
    <w:rsid w:val="00D511FB"/>
    <w:rsid w:val="00D5752A"/>
    <w:rsid w:val="00D66BC6"/>
    <w:rsid w:val="00D67538"/>
    <w:rsid w:val="00D6768D"/>
    <w:rsid w:val="00D705BA"/>
    <w:rsid w:val="00D77408"/>
    <w:rsid w:val="00D80875"/>
    <w:rsid w:val="00D83CE8"/>
    <w:rsid w:val="00D8436A"/>
    <w:rsid w:val="00D85865"/>
    <w:rsid w:val="00D85E64"/>
    <w:rsid w:val="00D9236C"/>
    <w:rsid w:val="00D97477"/>
    <w:rsid w:val="00DA0EB2"/>
    <w:rsid w:val="00DA44A8"/>
    <w:rsid w:val="00DA7467"/>
    <w:rsid w:val="00DA7D50"/>
    <w:rsid w:val="00DB6C1C"/>
    <w:rsid w:val="00DC03D7"/>
    <w:rsid w:val="00DC27E4"/>
    <w:rsid w:val="00DC2CDE"/>
    <w:rsid w:val="00DD145B"/>
    <w:rsid w:val="00DD5982"/>
    <w:rsid w:val="00DD7835"/>
    <w:rsid w:val="00DE3A6E"/>
    <w:rsid w:val="00DE3AE6"/>
    <w:rsid w:val="00DE4DC4"/>
    <w:rsid w:val="00E03250"/>
    <w:rsid w:val="00E03F01"/>
    <w:rsid w:val="00E05F39"/>
    <w:rsid w:val="00E17C71"/>
    <w:rsid w:val="00E34675"/>
    <w:rsid w:val="00E40FED"/>
    <w:rsid w:val="00E416F6"/>
    <w:rsid w:val="00E439B7"/>
    <w:rsid w:val="00E45A39"/>
    <w:rsid w:val="00E472E8"/>
    <w:rsid w:val="00E516BE"/>
    <w:rsid w:val="00E53695"/>
    <w:rsid w:val="00E617B6"/>
    <w:rsid w:val="00E61FF3"/>
    <w:rsid w:val="00E63EA6"/>
    <w:rsid w:val="00E64736"/>
    <w:rsid w:val="00E64DD7"/>
    <w:rsid w:val="00E71580"/>
    <w:rsid w:val="00E72139"/>
    <w:rsid w:val="00E7224E"/>
    <w:rsid w:val="00E73B14"/>
    <w:rsid w:val="00E774A7"/>
    <w:rsid w:val="00E81892"/>
    <w:rsid w:val="00E8647C"/>
    <w:rsid w:val="00E87AF5"/>
    <w:rsid w:val="00E90C18"/>
    <w:rsid w:val="00E945CD"/>
    <w:rsid w:val="00E94A9A"/>
    <w:rsid w:val="00E95137"/>
    <w:rsid w:val="00E958E3"/>
    <w:rsid w:val="00EA054E"/>
    <w:rsid w:val="00EA2997"/>
    <w:rsid w:val="00EA7D42"/>
    <w:rsid w:val="00EB2781"/>
    <w:rsid w:val="00EB3982"/>
    <w:rsid w:val="00EB49DE"/>
    <w:rsid w:val="00EB4D20"/>
    <w:rsid w:val="00EC0CD1"/>
    <w:rsid w:val="00EC2EBE"/>
    <w:rsid w:val="00EC724E"/>
    <w:rsid w:val="00ED0024"/>
    <w:rsid w:val="00ED4E9E"/>
    <w:rsid w:val="00ED743E"/>
    <w:rsid w:val="00EE17F6"/>
    <w:rsid w:val="00EE3FE4"/>
    <w:rsid w:val="00EE78AA"/>
    <w:rsid w:val="00EF2E17"/>
    <w:rsid w:val="00EF46A1"/>
    <w:rsid w:val="00EF4709"/>
    <w:rsid w:val="00EF5BEE"/>
    <w:rsid w:val="00F01ECA"/>
    <w:rsid w:val="00F0274C"/>
    <w:rsid w:val="00F066D0"/>
    <w:rsid w:val="00F10C10"/>
    <w:rsid w:val="00F13A14"/>
    <w:rsid w:val="00F17AAD"/>
    <w:rsid w:val="00F20C42"/>
    <w:rsid w:val="00F22FCC"/>
    <w:rsid w:val="00F27D92"/>
    <w:rsid w:val="00F314FF"/>
    <w:rsid w:val="00F33632"/>
    <w:rsid w:val="00F336E7"/>
    <w:rsid w:val="00F346DB"/>
    <w:rsid w:val="00F4079A"/>
    <w:rsid w:val="00F41794"/>
    <w:rsid w:val="00F43D27"/>
    <w:rsid w:val="00F448B7"/>
    <w:rsid w:val="00F45208"/>
    <w:rsid w:val="00F52540"/>
    <w:rsid w:val="00F613AB"/>
    <w:rsid w:val="00F74B2E"/>
    <w:rsid w:val="00F805E9"/>
    <w:rsid w:val="00F83540"/>
    <w:rsid w:val="00F8475D"/>
    <w:rsid w:val="00F84D00"/>
    <w:rsid w:val="00F86F98"/>
    <w:rsid w:val="00F87483"/>
    <w:rsid w:val="00F93E4D"/>
    <w:rsid w:val="00F96BEA"/>
    <w:rsid w:val="00F96D9B"/>
    <w:rsid w:val="00FA41C9"/>
    <w:rsid w:val="00FA6361"/>
    <w:rsid w:val="00FB29B0"/>
    <w:rsid w:val="00FB5A38"/>
    <w:rsid w:val="00FC46CE"/>
    <w:rsid w:val="00FC4C5A"/>
    <w:rsid w:val="00FD254F"/>
    <w:rsid w:val="00FE371F"/>
    <w:rsid w:val="00FE478C"/>
    <w:rsid w:val="00FE55E6"/>
    <w:rsid w:val="00FE5C08"/>
    <w:rsid w:val="00FE7A0A"/>
    <w:rsid w:val="00FF29A7"/>
    <w:rsid w:val="00FF3F11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560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6051"/>
    <w:pPr>
      <w:keepNext/>
      <w:spacing w:line="18" w:lineRule="atLeast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0D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0C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49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56051"/>
    <w:pPr>
      <w:keepNext/>
      <w:spacing w:line="20" w:lineRule="atLeast"/>
      <w:ind w:left="1418" w:right="-1" w:hanging="284"/>
      <w:jc w:val="both"/>
      <w:outlineLvl w:val="6"/>
    </w:pPr>
    <w:rPr>
      <w:sz w:val="28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A054E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335C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0DA7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35C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35C5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E371F"/>
    <w:rPr>
      <w:rFonts w:cs="Times New Roman"/>
      <w:sz w:val="28"/>
      <w:lang w:val="uk-U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A054E"/>
    <w:rPr>
      <w:rFonts w:ascii="Cambria" w:hAnsi="Cambria" w:cs="Times New Roman"/>
      <w:color w:val="404040"/>
    </w:rPr>
  </w:style>
  <w:style w:type="paragraph" w:styleId="BlockText">
    <w:name w:val="Block Text"/>
    <w:basedOn w:val="Normal"/>
    <w:uiPriority w:val="99"/>
    <w:rsid w:val="00456051"/>
    <w:pPr>
      <w:snapToGrid w:val="0"/>
      <w:ind w:left="1134" w:right="2977"/>
    </w:pPr>
    <w:rPr>
      <w:sz w:val="28"/>
      <w:lang w:val="uk-UA"/>
    </w:rPr>
  </w:style>
  <w:style w:type="table" w:styleId="TableGrid">
    <w:name w:val="Table Grid"/>
    <w:basedOn w:val="TableNormal"/>
    <w:uiPriority w:val="99"/>
    <w:rsid w:val="009554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D4944"/>
    <w:pPr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90DA7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690DA7"/>
    <w:pPr>
      <w:ind w:right="-1"/>
      <w:jc w:val="center"/>
    </w:pPr>
    <w:rPr>
      <w:b/>
      <w:sz w:val="26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EA054E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A054E"/>
    <w:rPr>
      <w:rFonts w:ascii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1D6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6E25"/>
    <w:rPr>
      <w:rFonts w:ascii="Tahoma" w:hAnsi="Tahoma" w:cs="Tahoma"/>
      <w:sz w:val="16"/>
      <w:szCs w:val="16"/>
    </w:rPr>
  </w:style>
  <w:style w:type="character" w:customStyle="1" w:styleId="xfm23971528">
    <w:name w:val="xfm_23971528"/>
    <w:basedOn w:val="DefaultParagraphFont"/>
    <w:uiPriority w:val="99"/>
    <w:rsid w:val="0025550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F68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5F684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7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5103</TotalTime>
  <Pages>1</Pages>
  <Words>205</Words>
  <Characters>1169</Characters>
  <Application>Microsoft Office Outlook</Application>
  <DocSecurity>0</DocSecurity>
  <Lines>0</Lines>
  <Paragraphs>0</Paragraphs>
  <ScaleCrop>false</ScaleCrop>
  <Company>Відділ земельних ресурсів у Гайсинському районі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Dilovod</cp:lastModifiedBy>
  <cp:revision>165</cp:revision>
  <cp:lastPrinted>2019-10-22T08:38:00Z</cp:lastPrinted>
  <dcterms:created xsi:type="dcterms:W3CDTF">2016-12-27T15:09:00Z</dcterms:created>
  <dcterms:modified xsi:type="dcterms:W3CDTF">2019-10-28T08:38:00Z</dcterms:modified>
</cp:coreProperties>
</file>