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4D8" w:rsidRPr="006E2C58" w:rsidRDefault="00D624D8" w:rsidP="00DB0DCB">
      <w:pPr>
        <w:jc w:val="center"/>
        <w:rPr>
          <w:b/>
          <w:bCs/>
          <w:lang w:val="uk-UA"/>
        </w:rPr>
      </w:pPr>
      <w:r w:rsidRPr="006E2C58">
        <w:rPr>
          <w:b/>
          <w:bCs/>
          <w:lang w:val="uk-UA"/>
        </w:rPr>
        <w:object w:dxaOrig="681" w:dyaOrig="9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 fillcolor="window">
            <v:imagedata r:id="rId6" o:title=""/>
          </v:shape>
          <o:OLEObject Type="Embed" ProgID="Word.Picture.8" ShapeID="_x0000_i1025" DrawAspect="Content" ObjectID="_1588601661" r:id="rId7"/>
        </w:object>
      </w:r>
    </w:p>
    <w:p w:rsidR="00D624D8" w:rsidRPr="006E2C58" w:rsidRDefault="00D624D8" w:rsidP="00DB0DCB">
      <w:pPr>
        <w:jc w:val="both"/>
        <w:rPr>
          <w:rFonts w:ascii="Academy" w:hAnsi="Academy" w:cs="Academy"/>
          <w:b/>
          <w:bCs/>
          <w:sz w:val="26"/>
          <w:szCs w:val="26"/>
          <w:lang w:val="uk-UA"/>
        </w:rPr>
      </w:pPr>
    </w:p>
    <w:p w:rsidR="00D624D8" w:rsidRPr="006E2C58" w:rsidRDefault="00D624D8" w:rsidP="0097405B">
      <w:pPr>
        <w:pStyle w:val="caaieiaie1"/>
        <w:tabs>
          <w:tab w:val="left" w:pos="709"/>
        </w:tabs>
        <w:spacing w:line="240" w:lineRule="auto"/>
        <w:rPr>
          <w:rFonts w:ascii="Times New Roman" w:hAnsi="Times New Roman"/>
          <w:b w:val="0"/>
          <w:bCs/>
          <w:spacing w:val="-26"/>
          <w:sz w:val="34"/>
          <w:szCs w:val="34"/>
          <w:lang w:val="uk-UA"/>
        </w:rPr>
      </w:pPr>
      <w:r w:rsidRPr="006E2C58">
        <w:rPr>
          <w:rFonts w:ascii="Times New Roman" w:hAnsi="Times New Roman"/>
          <w:b w:val="0"/>
          <w:bCs/>
          <w:spacing w:val="-26"/>
          <w:sz w:val="36"/>
          <w:szCs w:val="36"/>
          <w:lang w:val="uk-UA"/>
        </w:rPr>
        <w:t>ВАСИЛЬКІВСЬКА РАЙОННА ДЕРЖАВНА АДМІНІСТРАЦІЯ</w:t>
      </w:r>
    </w:p>
    <w:p w:rsidR="00D624D8" w:rsidRPr="006E2C58" w:rsidRDefault="00D624D8" w:rsidP="00DB0DCB">
      <w:pPr>
        <w:ind w:firstLine="709"/>
        <w:jc w:val="both"/>
        <w:rPr>
          <w:sz w:val="10"/>
          <w:szCs w:val="10"/>
          <w:lang w:val="uk-UA"/>
        </w:rPr>
      </w:pPr>
    </w:p>
    <w:p w:rsidR="00D624D8" w:rsidRPr="006E2C58" w:rsidRDefault="00D624D8" w:rsidP="00DB0DCB">
      <w:pPr>
        <w:jc w:val="both"/>
        <w:rPr>
          <w:lang w:val="uk-UA"/>
        </w:rPr>
      </w:pPr>
    </w:p>
    <w:p w:rsidR="00D624D8" w:rsidRPr="006E2C58" w:rsidRDefault="00D624D8" w:rsidP="00DB0DCB">
      <w:pPr>
        <w:jc w:val="center"/>
        <w:rPr>
          <w:b/>
          <w:bCs/>
          <w:spacing w:val="20"/>
          <w:sz w:val="40"/>
          <w:szCs w:val="40"/>
          <w:lang w:val="uk-UA"/>
        </w:rPr>
      </w:pPr>
      <w:r w:rsidRPr="006E2C58">
        <w:rPr>
          <w:b/>
          <w:bCs/>
          <w:spacing w:val="20"/>
          <w:sz w:val="40"/>
          <w:szCs w:val="40"/>
          <w:lang w:val="uk-UA"/>
        </w:rPr>
        <w:t>РОЗПОРЯДЖЕННЯ</w:t>
      </w:r>
    </w:p>
    <w:p w:rsidR="00D624D8" w:rsidRPr="006E2C58" w:rsidRDefault="00D624D8" w:rsidP="00DB0DCB">
      <w:pPr>
        <w:jc w:val="center"/>
        <w:rPr>
          <w:b/>
          <w:bCs/>
          <w:smallCaps/>
          <w:spacing w:val="34"/>
          <w:sz w:val="32"/>
          <w:szCs w:val="32"/>
          <w:lang w:val="uk-UA"/>
        </w:rPr>
      </w:pPr>
      <w:r w:rsidRPr="006E2C58">
        <w:rPr>
          <w:b/>
          <w:bCs/>
          <w:smallCaps/>
          <w:spacing w:val="34"/>
          <w:sz w:val="32"/>
          <w:szCs w:val="32"/>
          <w:lang w:val="uk-UA"/>
        </w:rPr>
        <w:t>голови районної державної адміністрації</w:t>
      </w:r>
    </w:p>
    <w:p w:rsidR="00D624D8" w:rsidRPr="001E24EF" w:rsidRDefault="00D624D8" w:rsidP="00DB0DCB">
      <w:pPr>
        <w:jc w:val="both"/>
        <w:rPr>
          <w:bCs/>
          <w:smallCaps/>
          <w:spacing w:val="34"/>
          <w:sz w:val="28"/>
          <w:szCs w:val="28"/>
          <w:lang w:val="uk-UA"/>
        </w:rPr>
      </w:pPr>
    </w:p>
    <w:p w:rsidR="00D624D8" w:rsidRPr="001E24EF" w:rsidRDefault="00D624D8" w:rsidP="00DB0DCB">
      <w:pPr>
        <w:jc w:val="both"/>
        <w:rPr>
          <w:bCs/>
          <w:smallCaps/>
          <w:spacing w:val="34"/>
          <w:sz w:val="28"/>
          <w:szCs w:val="28"/>
          <w:lang w:val="uk-UA"/>
        </w:rPr>
      </w:pPr>
    </w:p>
    <w:p w:rsidR="00D624D8" w:rsidRPr="001E24EF" w:rsidRDefault="00D624D8" w:rsidP="00DB0DCB">
      <w:pPr>
        <w:jc w:val="both"/>
        <w:rPr>
          <w:bCs/>
          <w:smallCap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23.05.2018                                 </w:t>
      </w:r>
      <w:r w:rsidRPr="001E24EF">
        <w:rPr>
          <w:bCs/>
          <w:sz w:val="28"/>
          <w:szCs w:val="28"/>
          <w:lang w:val="uk-UA"/>
        </w:rPr>
        <w:t>смт Васильківка</w:t>
      </w:r>
      <w:r>
        <w:rPr>
          <w:bCs/>
          <w:sz w:val="28"/>
          <w:szCs w:val="28"/>
          <w:lang w:val="uk-UA"/>
        </w:rPr>
        <w:t xml:space="preserve">                             </w:t>
      </w:r>
      <w:r w:rsidRPr="001E24EF">
        <w:rPr>
          <w:bCs/>
          <w:smallCaps/>
          <w:sz w:val="28"/>
          <w:szCs w:val="28"/>
          <w:lang w:val="uk-UA"/>
        </w:rPr>
        <w:t>№ Р-</w:t>
      </w:r>
      <w:r>
        <w:rPr>
          <w:bCs/>
          <w:smallCaps/>
          <w:sz w:val="28"/>
          <w:szCs w:val="28"/>
          <w:lang w:val="uk-UA"/>
        </w:rPr>
        <w:t>199/0/276-18</w:t>
      </w:r>
    </w:p>
    <w:p w:rsidR="00D624D8" w:rsidRPr="001E24EF" w:rsidRDefault="00D624D8" w:rsidP="00DB0DCB">
      <w:pPr>
        <w:suppressAutoHyphens/>
        <w:jc w:val="center"/>
        <w:rPr>
          <w:bCs/>
          <w:spacing w:val="34"/>
          <w:sz w:val="28"/>
          <w:szCs w:val="28"/>
          <w:lang w:val="uk-UA"/>
        </w:rPr>
      </w:pPr>
    </w:p>
    <w:p w:rsidR="00D624D8" w:rsidRPr="001E24EF" w:rsidRDefault="00D624D8" w:rsidP="00DB0DCB">
      <w:pPr>
        <w:suppressAutoHyphens/>
        <w:jc w:val="center"/>
        <w:rPr>
          <w:bCs/>
          <w:spacing w:val="34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</w:tblGrid>
      <w:tr w:rsidR="00D624D8" w:rsidRPr="00360F20" w:rsidTr="001E24EF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D624D8" w:rsidRPr="00360F20" w:rsidRDefault="00D624D8" w:rsidP="001D57C9">
            <w:pPr>
              <w:suppressAutoHyphens/>
              <w:jc w:val="both"/>
              <w:rPr>
                <w:bCs/>
                <w:spacing w:val="34"/>
                <w:sz w:val="28"/>
                <w:szCs w:val="28"/>
                <w:lang w:val="uk-UA"/>
              </w:rPr>
            </w:pPr>
            <w:r w:rsidRPr="00360F20">
              <w:rPr>
                <w:sz w:val="28"/>
                <w:szCs w:val="28"/>
                <w:lang w:val="uk-UA"/>
              </w:rPr>
              <w:t>Про</w:t>
            </w:r>
            <w:r>
              <w:rPr>
                <w:sz w:val="28"/>
                <w:szCs w:val="28"/>
                <w:lang w:val="uk-UA"/>
              </w:rPr>
              <w:t xml:space="preserve"> підсумки роботи закладів освіти в осінньо-зимовий період 2017-2018 навчального року </w:t>
            </w:r>
          </w:p>
        </w:tc>
      </w:tr>
    </w:tbl>
    <w:p w:rsidR="00D624D8" w:rsidRDefault="00D624D8" w:rsidP="00DB0DCB">
      <w:pPr>
        <w:suppressAutoHyphens/>
        <w:ind w:firstLine="709"/>
        <w:jc w:val="both"/>
        <w:rPr>
          <w:sz w:val="28"/>
          <w:szCs w:val="28"/>
          <w:lang w:val="uk-UA"/>
        </w:rPr>
      </w:pPr>
    </w:p>
    <w:p w:rsidR="00D624D8" w:rsidRDefault="00D624D8" w:rsidP="00DB0DCB">
      <w:pPr>
        <w:suppressAutoHyphens/>
        <w:ind w:firstLine="709"/>
        <w:jc w:val="both"/>
        <w:rPr>
          <w:sz w:val="28"/>
          <w:szCs w:val="28"/>
          <w:lang w:val="uk-UA"/>
        </w:rPr>
      </w:pPr>
    </w:p>
    <w:p w:rsidR="00D624D8" w:rsidRPr="006E2C58" w:rsidRDefault="00D624D8" w:rsidP="00DB0DCB">
      <w:pPr>
        <w:suppressAutoHyphens/>
        <w:ind w:firstLine="709"/>
        <w:jc w:val="both"/>
        <w:rPr>
          <w:sz w:val="28"/>
          <w:szCs w:val="28"/>
          <w:lang w:val="uk-UA"/>
        </w:rPr>
      </w:pPr>
      <w:r w:rsidRPr="006E2C58">
        <w:rPr>
          <w:sz w:val="28"/>
          <w:szCs w:val="28"/>
          <w:lang w:val="uk-UA"/>
        </w:rPr>
        <w:t>З метою забезпечення сталої роботи закладів освіти в                           201</w:t>
      </w:r>
      <w:r>
        <w:rPr>
          <w:sz w:val="28"/>
          <w:szCs w:val="28"/>
          <w:lang w:val="uk-UA"/>
        </w:rPr>
        <w:t>7</w:t>
      </w:r>
      <w:r w:rsidRPr="006E2C58">
        <w:rPr>
          <w:sz w:val="28"/>
          <w:szCs w:val="28"/>
          <w:lang w:val="uk-UA"/>
        </w:rPr>
        <w:t>-201</w:t>
      </w:r>
      <w:r>
        <w:rPr>
          <w:sz w:val="28"/>
          <w:szCs w:val="28"/>
          <w:lang w:val="uk-UA"/>
        </w:rPr>
        <w:t>8</w:t>
      </w:r>
      <w:r w:rsidRPr="006E2C58">
        <w:rPr>
          <w:sz w:val="28"/>
          <w:szCs w:val="28"/>
          <w:lang w:val="uk-UA"/>
        </w:rPr>
        <w:t xml:space="preserve"> навчальному році, керуючись законами України «Про загальну середню освіту», «Про місцеві державні адміністрації»: </w:t>
      </w:r>
    </w:p>
    <w:p w:rsidR="00D624D8" w:rsidRPr="006E2C58" w:rsidRDefault="00D624D8" w:rsidP="00DB0DCB">
      <w:pPr>
        <w:suppressAutoHyphens/>
        <w:ind w:firstLine="709"/>
        <w:jc w:val="both"/>
        <w:rPr>
          <w:sz w:val="28"/>
          <w:szCs w:val="28"/>
          <w:lang w:val="uk-UA"/>
        </w:rPr>
      </w:pPr>
    </w:p>
    <w:p w:rsidR="00D624D8" w:rsidRPr="0013513A" w:rsidRDefault="00D624D8" w:rsidP="00DB0DCB">
      <w:pPr>
        <w:suppressAutoHyphens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Взяти до відома доповідь начальника відділу освіти, молоді та спорту  </w:t>
      </w:r>
      <w:r w:rsidRPr="005019ED">
        <w:rPr>
          <w:sz w:val="28"/>
          <w:szCs w:val="28"/>
          <w:lang w:val="uk-UA"/>
        </w:rPr>
        <w:t>райдержадміністрації</w:t>
      </w:r>
      <w:r>
        <w:rPr>
          <w:sz w:val="28"/>
          <w:szCs w:val="28"/>
          <w:lang w:val="uk-UA"/>
        </w:rPr>
        <w:t xml:space="preserve"> (Маціюк) </w:t>
      </w:r>
      <w:r w:rsidRPr="0013513A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підсумки роботи закладів освіти в осінньо-зимовий період 2017-2018 навчального року</w:t>
      </w:r>
      <w:r w:rsidRPr="0013513A">
        <w:rPr>
          <w:sz w:val="28"/>
          <w:szCs w:val="28"/>
          <w:lang w:val="uk-UA"/>
        </w:rPr>
        <w:t>, що додається.</w:t>
      </w:r>
    </w:p>
    <w:p w:rsidR="00D624D8" w:rsidRDefault="00D624D8" w:rsidP="00DB0DCB">
      <w:pPr>
        <w:ind w:firstLine="709"/>
        <w:rPr>
          <w:sz w:val="28"/>
          <w:szCs w:val="28"/>
          <w:lang w:val="uk-UA"/>
        </w:rPr>
      </w:pPr>
    </w:p>
    <w:p w:rsidR="00D624D8" w:rsidRDefault="00D624D8" w:rsidP="00DB0DCB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6E2C58">
        <w:rPr>
          <w:sz w:val="28"/>
          <w:szCs w:val="28"/>
          <w:lang w:val="uk-UA"/>
        </w:rPr>
        <w:t>. Відділу освіти</w:t>
      </w:r>
      <w:r>
        <w:rPr>
          <w:sz w:val="28"/>
          <w:szCs w:val="28"/>
          <w:lang w:val="uk-UA"/>
        </w:rPr>
        <w:t>, молоді та спорту райдержадміністрації (Маціюк)</w:t>
      </w:r>
      <w:r w:rsidRPr="006E2C58">
        <w:rPr>
          <w:sz w:val="28"/>
          <w:szCs w:val="28"/>
          <w:lang w:val="uk-UA"/>
        </w:rPr>
        <w:t xml:space="preserve">: </w:t>
      </w:r>
    </w:p>
    <w:p w:rsidR="00D624D8" w:rsidRPr="006E2C58" w:rsidRDefault="00D624D8" w:rsidP="00DB0DCB">
      <w:pPr>
        <w:ind w:firstLine="709"/>
        <w:rPr>
          <w:sz w:val="28"/>
          <w:szCs w:val="28"/>
          <w:lang w:val="uk-UA"/>
        </w:rPr>
      </w:pPr>
    </w:p>
    <w:p w:rsidR="00D624D8" w:rsidRDefault="00D624D8" w:rsidP="00DB0DCB">
      <w:pPr>
        <w:ind w:firstLine="709"/>
        <w:jc w:val="both"/>
        <w:rPr>
          <w:sz w:val="28"/>
          <w:szCs w:val="28"/>
          <w:lang w:val="uk-UA"/>
        </w:rPr>
      </w:pPr>
      <w:r w:rsidRPr="006E2C58">
        <w:rPr>
          <w:sz w:val="28"/>
          <w:szCs w:val="28"/>
          <w:lang w:val="uk-UA"/>
        </w:rPr>
        <w:t xml:space="preserve">взяти під особистий контроль </w:t>
      </w:r>
      <w:r>
        <w:rPr>
          <w:sz w:val="28"/>
          <w:szCs w:val="28"/>
          <w:lang w:val="uk-UA"/>
        </w:rPr>
        <w:t>підготовку закладів освіти до нового опалювального сезону.</w:t>
      </w:r>
    </w:p>
    <w:p w:rsidR="00D624D8" w:rsidRPr="006E2C58" w:rsidRDefault="00D624D8" w:rsidP="00DB0DCB">
      <w:pPr>
        <w:jc w:val="both"/>
        <w:rPr>
          <w:sz w:val="28"/>
          <w:szCs w:val="28"/>
          <w:lang w:val="uk-UA"/>
        </w:rPr>
      </w:pPr>
    </w:p>
    <w:p w:rsidR="00D624D8" w:rsidRPr="006E2C58" w:rsidRDefault="00D624D8" w:rsidP="00DB0DC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</w:t>
      </w:r>
      <w:r w:rsidRPr="006E2C58">
        <w:rPr>
          <w:sz w:val="28"/>
          <w:szCs w:val="28"/>
          <w:lang w:val="uk-UA"/>
        </w:rPr>
        <w:t>жити заходи по зміцненню матеріально</w:t>
      </w:r>
      <w:r>
        <w:rPr>
          <w:sz w:val="28"/>
          <w:szCs w:val="28"/>
          <w:lang w:val="uk-UA"/>
        </w:rPr>
        <w:t>-</w:t>
      </w:r>
      <w:r w:rsidRPr="006E2C58">
        <w:rPr>
          <w:sz w:val="28"/>
          <w:szCs w:val="28"/>
          <w:lang w:val="uk-UA"/>
        </w:rPr>
        <w:t xml:space="preserve">технічної бази навчальних </w:t>
      </w:r>
      <w:r>
        <w:rPr>
          <w:sz w:val="28"/>
          <w:szCs w:val="28"/>
          <w:lang w:val="uk-UA"/>
        </w:rPr>
        <w:t>закладів, а саме в ремонті систем опалення.</w:t>
      </w:r>
    </w:p>
    <w:p w:rsidR="00D624D8" w:rsidRPr="006E2C58" w:rsidRDefault="00D624D8" w:rsidP="00DB0DCB">
      <w:pPr>
        <w:rPr>
          <w:sz w:val="28"/>
          <w:szCs w:val="28"/>
          <w:lang w:val="uk-UA"/>
        </w:rPr>
      </w:pPr>
    </w:p>
    <w:p w:rsidR="00D624D8" w:rsidRDefault="00D624D8" w:rsidP="00DB0DC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6E2C58">
        <w:rPr>
          <w:sz w:val="28"/>
          <w:szCs w:val="28"/>
          <w:lang w:val="uk-UA"/>
        </w:rPr>
        <w:t xml:space="preserve"> Координацію роботи щодо виконання цього розпорядження покласти на відділ освіти</w:t>
      </w:r>
      <w:r>
        <w:rPr>
          <w:sz w:val="28"/>
          <w:szCs w:val="28"/>
          <w:lang w:val="uk-UA"/>
        </w:rPr>
        <w:t xml:space="preserve">, молоді та спорту райдержадміністрації (Маціюк), </w:t>
      </w:r>
      <w:r w:rsidRPr="006E2C58">
        <w:rPr>
          <w:sz w:val="28"/>
          <w:szCs w:val="28"/>
          <w:lang w:val="uk-UA"/>
        </w:rPr>
        <w:t xml:space="preserve">контроль </w:t>
      </w:r>
      <w:r>
        <w:rPr>
          <w:sz w:val="28"/>
          <w:szCs w:val="28"/>
          <w:lang w:val="uk-UA"/>
        </w:rPr>
        <w:t>залишаю за собою.</w:t>
      </w:r>
    </w:p>
    <w:p w:rsidR="00D624D8" w:rsidRDefault="00D624D8" w:rsidP="00DB0DCB">
      <w:pPr>
        <w:suppressAutoHyphens/>
        <w:jc w:val="both"/>
        <w:rPr>
          <w:sz w:val="28"/>
          <w:szCs w:val="28"/>
          <w:lang w:val="uk-UA"/>
        </w:rPr>
      </w:pPr>
    </w:p>
    <w:p w:rsidR="00D624D8" w:rsidRDefault="00D624D8" w:rsidP="00DB0DCB">
      <w:pPr>
        <w:suppressAutoHyphens/>
        <w:jc w:val="both"/>
        <w:rPr>
          <w:sz w:val="28"/>
          <w:szCs w:val="28"/>
          <w:lang w:val="uk-UA"/>
        </w:rPr>
      </w:pPr>
    </w:p>
    <w:p w:rsidR="00D624D8" w:rsidRDefault="00D624D8" w:rsidP="00472C8B">
      <w:pPr>
        <w:suppressAutoHyphen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Виконуюча обов’язки голови </w:t>
      </w:r>
    </w:p>
    <w:p w:rsidR="00D624D8" w:rsidRDefault="00D624D8" w:rsidP="00472C8B">
      <w:pPr>
        <w:suppressAutoHyphen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райдержадміністрації                                                                             Л.А.ГОЛЄВА</w:t>
      </w:r>
    </w:p>
    <w:p w:rsidR="00D624D8" w:rsidRDefault="00D624D8" w:rsidP="00472C8B">
      <w:pPr>
        <w:suppressAutoHyphens/>
        <w:jc w:val="both"/>
        <w:rPr>
          <w:sz w:val="28"/>
          <w:szCs w:val="28"/>
          <w:lang w:val="uk-UA"/>
        </w:rPr>
      </w:pPr>
    </w:p>
    <w:p w:rsidR="00D624D8" w:rsidRDefault="00D624D8" w:rsidP="00472C8B">
      <w:pPr>
        <w:suppressAutoHyphens/>
        <w:jc w:val="both"/>
        <w:rPr>
          <w:sz w:val="28"/>
          <w:szCs w:val="28"/>
          <w:lang w:val="uk-UA"/>
        </w:rPr>
      </w:pPr>
    </w:p>
    <w:p w:rsidR="00D624D8" w:rsidRPr="00472C8B" w:rsidRDefault="00D624D8" w:rsidP="0097405B">
      <w:pPr>
        <w:pStyle w:val="Heading1"/>
        <w:rPr>
          <w:b/>
          <w:sz w:val="32"/>
          <w:szCs w:val="32"/>
        </w:rPr>
      </w:pPr>
      <w:r>
        <w:t>Додаток</w:t>
      </w:r>
    </w:p>
    <w:p w:rsidR="00D624D8" w:rsidRDefault="00D624D8" w:rsidP="00DB0DCB">
      <w:pPr>
        <w:ind w:firstLine="609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розпорядження голови</w:t>
      </w:r>
    </w:p>
    <w:p w:rsidR="00D624D8" w:rsidRDefault="00D624D8" w:rsidP="00DB0DCB">
      <w:pPr>
        <w:ind w:firstLine="609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райдержадміністрації</w:t>
      </w:r>
    </w:p>
    <w:p w:rsidR="00D624D8" w:rsidRDefault="00D624D8" w:rsidP="00DB0DCB">
      <w:pPr>
        <w:ind w:firstLine="609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23.05.2018 № Р-199/0/276-18</w:t>
      </w:r>
    </w:p>
    <w:p w:rsidR="00D624D8" w:rsidRDefault="00D624D8" w:rsidP="00DB0DCB">
      <w:pPr>
        <w:jc w:val="center"/>
        <w:rPr>
          <w:b/>
          <w:sz w:val="24"/>
          <w:szCs w:val="24"/>
          <w:lang w:val="uk-UA"/>
        </w:rPr>
      </w:pPr>
    </w:p>
    <w:p w:rsidR="00D624D8" w:rsidRPr="00F9438D" w:rsidRDefault="00D624D8" w:rsidP="00DB0DCB">
      <w:pPr>
        <w:jc w:val="center"/>
        <w:rPr>
          <w:b/>
          <w:sz w:val="24"/>
          <w:szCs w:val="24"/>
          <w:lang w:val="uk-UA"/>
        </w:rPr>
      </w:pPr>
    </w:p>
    <w:p w:rsidR="00D624D8" w:rsidRPr="006822A6" w:rsidRDefault="00D624D8" w:rsidP="00DB0DCB">
      <w:pPr>
        <w:jc w:val="center"/>
        <w:rPr>
          <w:b/>
          <w:sz w:val="28"/>
          <w:szCs w:val="28"/>
          <w:lang w:val="uk-UA"/>
        </w:rPr>
      </w:pPr>
      <w:r w:rsidRPr="006822A6">
        <w:rPr>
          <w:b/>
          <w:sz w:val="28"/>
          <w:szCs w:val="28"/>
          <w:lang w:val="uk-UA"/>
        </w:rPr>
        <w:t>ДОПОВІДЬ</w:t>
      </w:r>
    </w:p>
    <w:p w:rsidR="00D624D8" w:rsidRDefault="00D624D8" w:rsidP="00DB0DC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</w:t>
      </w:r>
      <w:r w:rsidRPr="00472C8B">
        <w:rPr>
          <w:b/>
          <w:sz w:val="28"/>
          <w:szCs w:val="28"/>
          <w:lang w:val="uk-UA"/>
        </w:rPr>
        <w:t>ідсумки роботи закладів освіти в осінньо-зимовий період</w:t>
      </w:r>
    </w:p>
    <w:p w:rsidR="00D624D8" w:rsidRDefault="00D624D8" w:rsidP="00DB0DCB">
      <w:pPr>
        <w:jc w:val="center"/>
        <w:rPr>
          <w:b/>
          <w:sz w:val="28"/>
          <w:szCs w:val="28"/>
          <w:lang w:val="uk-UA"/>
        </w:rPr>
      </w:pPr>
      <w:r w:rsidRPr="00472C8B">
        <w:rPr>
          <w:b/>
          <w:sz w:val="28"/>
          <w:szCs w:val="28"/>
          <w:lang w:val="uk-UA"/>
        </w:rPr>
        <w:t xml:space="preserve">2017-2018 навчального року </w:t>
      </w:r>
    </w:p>
    <w:p w:rsidR="00D624D8" w:rsidRPr="00472C8B" w:rsidRDefault="00D624D8" w:rsidP="0097405B">
      <w:pPr>
        <w:tabs>
          <w:tab w:val="left" w:pos="709"/>
        </w:tabs>
        <w:jc w:val="center"/>
        <w:rPr>
          <w:sz w:val="28"/>
          <w:szCs w:val="28"/>
          <w:lang w:val="uk-UA"/>
        </w:rPr>
      </w:pPr>
    </w:p>
    <w:p w:rsidR="00D624D8" w:rsidRPr="00472C8B" w:rsidRDefault="00D624D8" w:rsidP="00DB0DCB">
      <w:pPr>
        <w:ind w:firstLine="73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оперативному управлінні відділу освіти перебуває 13 загальноосвітніх навчальних закладів. Заклади освіти опалюються 13 котельнями, 8 з яких мають власні газові топочні, 4 централізованих, 1 вугільна.  </w:t>
      </w:r>
    </w:p>
    <w:p w:rsidR="00D624D8" w:rsidRPr="00472C8B" w:rsidRDefault="00D624D8" w:rsidP="00DB0DCB">
      <w:pPr>
        <w:ind w:firstLine="737"/>
        <w:jc w:val="both"/>
        <w:rPr>
          <w:sz w:val="28"/>
          <w:szCs w:val="28"/>
          <w:lang w:val="uk-UA"/>
        </w:rPr>
      </w:pPr>
      <w:r w:rsidRPr="00472C8B">
        <w:rPr>
          <w:sz w:val="28"/>
          <w:szCs w:val="28"/>
          <w:lang w:val="uk-UA"/>
        </w:rPr>
        <w:t>Були підписані акти готовності теплового господарства в Павлоградському відділенні інспекції Держенергонагляду у Дніпропетровській облас</w:t>
      </w:r>
      <w:r>
        <w:rPr>
          <w:sz w:val="28"/>
          <w:szCs w:val="28"/>
          <w:lang w:val="uk-UA"/>
        </w:rPr>
        <w:t>ті по відомчим котельням та топо</w:t>
      </w:r>
      <w:r w:rsidRPr="00472C8B">
        <w:rPr>
          <w:sz w:val="28"/>
          <w:szCs w:val="28"/>
          <w:lang w:val="uk-UA"/>
        </w:rPr>
        <w:t xml:space="preserve">чним в кількості 14 штук.  </w:t>
      </w:r>
    </w:p>
    <w:p w:rsidR="00D624D8" w:rsidRPr="00472C8B" w:rsidRDefault="00D624D8" w:rsidP="00DB0DCB">
      <w:pPr>
        <w:ind w:firstLine="737"/>
        <w:jc w:val="both"/>
        <w:rPr>
          <w:sz w:val="28"/>
          <w:szCs w:val="28"/>
          <w:lang w:val="uk-UA"/>
        </w:rPr>
      </w:pPr>
      <w:r w:rsidRPr="00472C8B">
        <w:rPr>
          <w:sz w:val="28"/>
          <w:szCs w:val="28"/>
          <w:lang w:val="uk-UA"/>
        </w:rPr>
        <w:t>Здійснена ревізія системи опалення, електромережі, виготовлені акти на заміри ізоляції та заземлення. Всі контрольно-вимірювальні прилади яким в цьому році потрібна повірка були здані на повірку та пройшли її.</w:t>
      </w:r>
    </w:p>
    <w:p w:rsidR="00D624D8" w:rsidRPr="00472C8B" w:rsidRDefault="00D624D8" w:rsidP="00DB0DCB">
      <w:pPr>
        <w:ind w:firstLine="73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котельнях та топо</w:t>
      </w:r>
      <w:r w:rsidRPr="00472C8B">
        <w:rPr>
          <w:sz w:val="28"/>
          <w:szCs w:val="28"/>
          <w:lang w:val="uk-UA"/>
        </w:rPr>
        <w:t xml:space="preserve">чних навчальних закладів зроблені косметичні ремонти. </w:t>
      </w:r>
    </w:p>
    <w:p w:rsidR="00D624D8" w:rsidRPr="00472C8B" w:rsidRDefault="00D624D8" w:rsidP="00DB0DCB">
      <w:pPr>
        <w:ind w:firstLine="737"/>
        <w:jc w:val="both"/>
        <w:rPr>
          <w:sz w:val="28"/>
          <w:szCs w:val="28"/>
          <w:lang w:val="uk-UA"/>
        </w:rPr>
      </w:pPr>
      <w:r w:rsidRPr="00472C8B">
        <w:rPr>
          <w:sz w:val="28"/>
          <w:szCs w:val="28"/>
          <w:lang w:val="uk-UA"/>
        </w:rPr>
        <w:t xml:space="preserve">За бюджетні кошти перед опалювальним сезоном було </w:t>
      </w:r>
      <w:r>
        <w:rPr>
          <w:sz w:val="28"/>
          <w:szCs w:val="28"/>
          <w:lang w:val="uk-UA"/>
        </w:rPr>
        <w:t>утеплено зовнішні  мережі теплопостачання</w:t>
      </w:r>
      <w:bookmarkStart w:id="0" w:name="_GoBack"/>
      <w:bookmarkEnd w:id="0"/>
      <w:r>
        <w:rPr>
          <w:sz w:val="28"/>
          <w:szCs w:val="28"/>
          <w:lang w:val="uk-UA"/>
        </w:rPr>
        <w:t xml:space="preserve"> по філії Чаплинської СЗОШ на 23,0 тис. грн., Письменській СЗШ на 25,0 тис. грн</w:t>
      </w:r>
      <w:r w:rsidRPr="00472C8B">
        <w:rPr>
          <w:sz w:val="28"/>
          <w:szCs w:val="28"/>
          <w:lang w:val="uk-UA"/>
        </w:rPr>
        <w:t xml:space="preserve">.    </w:t>
      </w:r>
    </w:p>
    <w:p w:rsidR="00D624D8" w:rsidRPr="00472C8B" w:rsidRDefault="00D624D8" w:rsidP="00DB0DCB">
      <w:pPr>
        <w:pStyle w:val="1"/>
        <w:shd w:val="clear" w:color="auto" w:fill="auto"/>
        <w:spacing w:line="240" w:lineRule="auto"/>
        <w:ind w:firstLine="689"/>
        <w:jc w:val="both"/>
        <w:rPr>
          <w:rFonts w:ascii="Times New Roman" w:hAnsi="Times New Roman"/>
          <w:sz w:val="28"/>
          <w:szCs w:val="28"/>
        </w:rPr>
      </w:pPr>
      <w:r w:rsidRPr="00472C8B">
        <w:rPr>
          <w:rFonts w:ascii="Times New Roman" w:hAnsi="Times New Roman"/>
          <w:sz w:val="28"/>
          <w:szCs w:val="28"/>
        </w:rPr>
        <w:t>Підготовка до опалювального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72C8B">
        <w:rPr>
          <w:rFonts w:ascii="Times New Roman" w:hAnsi="Times New Roman"/>
          <w:sz w:val="28"/>
          <w:szCs w:val="28"/>
        </w:rPr>
        <w:t>періоду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72C8B">
        <w:rPr>
          <w:rFonts w:ascii="Times New Roman" w:hAnsi="Times New Roman"/>
          <w:sz w:val="28"/>
          <w:szCs w:val="28"/>
        </w:rPr>
        <w:t>розпочалася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72C8B">
        <w:rPr>
          <w:rFonts w:ascii="Times New Roman" w:hAnsi="Times New Roman"/>
          <w:sz w:val="28"/>
          <w:szCs w:val="28"/>
        </w:rPr>
        <w:t>ще в квітні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72C8B">
        <w:rPr>
          <w:rFonts w:ascii="Times New Roman" w:hAnsi="Times New Roman"/>
          <w:sz w:val="28"/>
          <w:szCs w:val="28"/>
        </w:rPr>
        <w:t>місяці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472C8B">
        <w:rPr>
          <w:rFonts w:ascii="Times New Roman" w:hAnsi="Times New Roman"/>
          <w:sz w:val="28"/>
          <w:szCs w:val="28"/>
        </w:rPr>
        <w:t xml:space="preserve"> року, після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72C8B">
        <w:rPr>
          <w:rFonts w:ascii="Times New Roman" w:hAnsi="Times New Roman"/>
          <w:sz w:val="28"/>
          <w:szCs w:val="28"/>
        </w:rPr>
        <w:t>закінчення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72C8B">
        <w:rPr>
          <w:rFonts w:ascii="Times New Roman" w:hAnsi="Times New Roman"/>
          <w:sz w:val="28"/>
          <w:szCs w:val="28"/>
          <w:lang w:val="uk-UA"/>
        </w:rPr>
        <w:t>опалювального сезону</w:t>
      </w:r>
      <w:r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  <w:lang w:val="uk-UA"/>
        </w:rPr>
        <w:t>6</w:t>
      </w:r>
      <w:r>
        <w:rPr>
          <w:rFonts w:ascii="Times New Roman" w:hAnsi="Times New Roman"/>
          <w:sz w:val="28"/>
          <w:szCs w:val="28"/>
        </w:rPr>
        <w:t>/201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472C8B">
        <w:rPr>
          <w:rFonts w:ascii="Times New Roman" w:hAnsi="Times New Roman"/>
          <w:sz w:val="28"/>
          <w:szCs w:val="28"/>
        </w:rPr>
        <w:t xml:space="preserve"> року:</w:t>
      </w:r>
    </w:p>
    <w:p w:rsidR="00D624D8" w:rsidRPr="00472C8B" w:rsidRDefault="00D624D8" w:rsidP="00DB0DCB">
      <w:pPr>
        <w:pStyle w:val="1"/>
        <w:shd w:val="clear" w:color="auto" w:fill="auto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C8B">
        <w:rPr>
          <w:rFonts w:ascii="Times New Roman" w:hAnsi="Times New Roman"/>
          <w:sz w:val="28"/>
          <w:szCs w:val="28"/>
        </w:rPr>
        <w:t>складено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72C8B">
        <w:rPr>
          <w:rFonts w:ascii="Times New Roman" w:hAnsi="Times New Roman"/>
          <w:sz w:val="28"/>
          <w:szCs w:val="28"/>
        </w:rPr>
        <w:t>графіки щодо промивки та гідравлічних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72C8B">
        <w:rPr>
          <w:rFonts w:ascii="Times New Roman" w:hAnsi="Times New Roman"/>
          <w:sz w:val="28"/>
          <w:szCs w:val="28"/>
        </w:rPr>
        <w:t>випробуван</w:t>
      </w:r>
      <w:r>
        <w:rPr>
          <w:rFonts w:ascii="Times New Roman" w:hAnsi="Times New Roman"/>
          <w:sz w:val="28"/>
          <w:szCs w:val="28"/>
        </w:rPr>
        <w:t>ь систем опалення (до 01.05.201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472C8B">
        <w:rPr>
          <w:rFonts w:ascii="Times New Roman" w:hAnsi="Times New Roman"/>
          <w:sz w:val="28"/>
          <w:szCs w:val="28"/>
        </w:rPr>
        <w:t xml:space="preserve"> року);</w:t>
      </w:r>
    </w:p>
    <w:p w:rsidR="00D624D8" w:rsidRPr="00472C8B" w:rsidRDefault="00D624D8" w:rsidP="00DB0DCB">
      <w:pPr>
        <w:pStyle w:val="1"/>
        <w:shd w:val="clear" w:color="auto" w:fill="auto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C8B">
        <w:rPr>
          <w:rFonts w:ascii="Times New Roman" w:hAnsi="Times New Roman"/>
          <w:sz w:val="28"/>
          <w:szCs w:val="28"/>
        </w:rPr>
        <w:t>акти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72C8B">
        <w:rPr>
          <w:rFonts w:ascii="Times New Roman" w:hAnsi="Times New Roman"/>
          <w:sz w:val="28"/>
          <w:szCs w:val="28"/>
        </w:rPr>
        <w:t>промивання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72C8B">
        <w:rPr>
          <w:rFonts w:ascii="Times New Roman" w:hAnsi="Times New Roman"/>
          <w:sz w:val="28"/>
          <w:szCs w:val="28"/>
        </w:rPr>
        <w:t>устаткування та трубопроводів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72C8B">
        <w:rPr>
          <w:rFonts w:ascii="Times New Roman" w:hAnsi="Times New Roman"/>
          <w:sz w:val="28"/>
          <w:szCs w:val="28"/>
        </w:rPr>
        <w:t>теплових мереж, центральних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72C8B">
        <w:rPr>
          <w:rFonts w:ascii="Times New Roman" w:hAnsi="Times New Roman"/>
          <w:sz w:val="28"/>
          <w:szCs w:val="28"/>
        </w:rPr>
        <w:t>теплових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72C8B">
        <w:rPr>
          <w:rFonts w:ascii="Times New Roman" w:hAnsi="Times New Roman"/>
          <w:sz w:val="28"/>
          <w:szCs w:val="28"/>
        </w:rPr>
        <w:t>пунктів систе</w:t>
      </w:r>
      <w:r>
        <w:rPr>
          <w:rFonts w:ascii="Times New Roman" w:hAnsi="Times New Roman"/>
          <w:sz w:val="28"/>
          <w:szCs w:val="28"/>
        </w:rPr>
        <w:t>м теплопостачання (до 01.05.201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472C8B">
        <w:rPr>
          <w:rFonts w:ascii="Times New Roman" w:hAnsi="Times New Roman"/>
          <w:sz w:val="28"/>
          <w:szCs w:val="28"/>
        </w:rPr>
        <w:t xml:space="preserve"> року);</w:t>
      </w:r>
    </w:p>
    <w:p w:rsidR="00D624D8" w:rsidRPr="00472C8B" w:rsidRDefault="00D624D8" w:rsidP="00DB0DCB">
      <w:pPr>
        <w:pStyle w:val="1"/>
        <w:shd w:val="clear" w:color="auto" w:fill="auto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72C8B">
        <w:rPr>
          <w:rFonts w:ascii="Times New Roman" w:hAnsi="Times New Roman"/>
          <w:sz w:val="28"/>
          <w:szCs w:val="28"/>
        </w:rPr>
        <w:t>розпочалися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72C8B">
        <w:rPr>
          <w:rFonts w:ascii="Times New Roman" w:hAnsi="Times New Roman"/>
          <w:sz w:val="28"/>
          <w:szCs w:val="28"/>
        </w:rPr>
        <w:t>ремонтні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72C8B">
        <w:rPr>
          <w:rFonts w:ascii="Times New Roman" w:hAnsi="Times New Roman"/>
          <w:sz w:val="28"/>
          <w:szCs w:val="28"/>
        </w:rPr>
        <w:t>роботи на теплових установках та мережах;</w:t>
      </w:r>
    </w:p>
    <w:p w:rsidR="00D624D8" w:rsidRPr="001E24EF" w:rsidRDefault="00D624D8" w:rsidP="00DB0DCB">
      <w:pPr>
        <w:pStyle w:val="1"/>
        <w:shd w:val="clear" w:color="auto" w:fill="auto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E24EF">
        <w:rPr>
          <w:rFonts w:ascii="Times New Roman" w:hAnsi="Times New Roman"/>
          <w:sz w:val="28"/>
          <w:szCs w:val="28"/>
          <w:lang w:val="uk-UA"/>
        </w:rPr>
        <w:t xml:space="preserve">проведено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1E24EF">
        <w:rPr>
          <w:rFonts w:ascii="Times New Roman" w:hAnsi="Times New Roman"/>
          <w:sz w:val="28"/>
          <w:szCs w:val="28"/>
          <w:lang w:val="uk-UA"/>
        </w:rPr>
        <w:t>ісля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24EF">
        <w:rPr>
          <w:rFonts w:ascii="Times New Roman" w:hAnsi="Times New Roman"/>
          <w:sz w:val="28"/>
          <w:szCs w:val="28"/>
          <w:lang w:val="uk-UA"/>
        </w:rPr>
        <w:t>закінчення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24EF">
        <w:rPr>
          <w:rFonts w:ascii="Times New Roman" w:hAnsi="Times New Roman"/>
          <w:sz w:val="28"/>
          <w:szCs w:val="28"/>
          <w:lang w:val="uk-UA"/>
        </w:rPr>
        <w:t>весняного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24EF">
        <w:rPr>
          <w:rFonts w:ascii="Times New Roman" w:hAnsi="Times New Roman"/>
          <w:sz w:val="28"/>
          <w:szCs w:val="28"/>
          <w:lang w:val="uk-UA"/>
        </w:rPr>
        <w:t>опалювального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24EF">
        <w:rPr>
          <w:rFonts w:ascii="Times New Roman" w:hAnsi="Times New Roman"/>
          <w:sz w:val="28"/>
          <w:szCs w:val="28"/>
          <w:lang w:val="uk-UA"/>
        </w:rPr>
        <w:t>періоду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24EF">
        <w:rPr>
          <w:rFonts w:ascii="Times New Roman" w:hAnsi="Times New Roman"/>
          <w:sz w:val="28"/>
          <w:szCs w:val="28"/>
          <w:lang w:val="uk-UA"/>
        </w:rPr>
        <w:t>обстеження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24EF">
        <w:rPr>
          <w:rFonts w:ascii="Times New Roman" w:hAnsi="Times New Roman"/>
          <w:sz w:val="28"/>
          <w:szCs w:val="28"/>
          <w:lang w:val="uk-UA"/>
        </w:rPr>
        <w:t>технічного стану будівель і споруд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24EF">
        <w:rPr>
          <w:rFonts w:ascii="Times New Roman" w:hAnsi="Times New Roman"/>
          <w:sz w:val="28"/>
          <w:szCs w:val="28"/>
          <w:lang w:val="uk-UA"/>
        </w:rPr>
        <w:t>закладів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24EF">
        <w:rPr>
          <w:rFonts w:ascii="Times New Roman" w:hAnsi="Times New Roman"/>
          <w:sz w:val="28"/>
          <w:szCs w:val="28"/>
          <w:lang w:val="uk-UA"/>
        </w:rPr>
        <w:t>осві</w:t>
      </w:r>
      <w:r w:rsidRPr="00472C8B">
        <w:rPr>
          <w:rFonts w:ascii="Times New Roman" w:hAnsi="Times New Roman"/>
          <w:sz w:val="28"/>
          <w:szCs w:val="28"/>
          <w:lang w:val="uk-UA"/>
        </w:rPr>
        <w:t>т</w:t>
      </w:r>
      <w:r w:rsidRPr="001E24EF">
        <w:rPr>
          <w:rFonts w:ascii="Times New Roman" w:hAnsi="Times New Roman"/>
          <w:sz w:val="28"/>
          <w:szCs w:val="28"/>
          <w:lang w:val="uk-UA"/>
        </w:rPr>
        <w:t>и.</w:t>
      </w:r>
    </w:p>
    <w:p w:rsidR="00D624D8" w:rsidRPr="00472C8B" w:rsidRDefault="00D624D8" w:rsidP="00DB0DCB">
      <w:pPr>
        <w:pStyle w:val="1"/>
        <w:shd w:val="clear" w:color="auto" w:fill="auto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472C8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3 загальноосвітніх навчальних закладах</w:t>
      </w:r>
      <w:r w:rsidRPr="00472C8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72C8B">
        <w:rPr>
          <w:rFonts w:ascii="Times New Roman" w:hAnsi="Times New Roman"/>
          <w:sz w:val="28"/>
          <w:szCs w:val="28"/>
        </w:rPr>
        <w:t>ДЮСШ, був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72C8B">
        <w:rPr>
          <w:rFonts w:ascii="Times New Roman" w:hAnsi="Times New Roman"/>
          <w:sz w:val="28"/>
          <w:szCs w:val="28"/>
        </w:rPr>
        <w:t>розроблений «План основних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72C8B">
        <w:rPr>
          <w:rFonts w:ascii="Times New Roman" w:hAnsi="Times New Roman"/>
          <w:sz w:val="28"/>
          <w:szCs w:val="28"/>
        </w:rPr>
        <w:t>заходів по підготовці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72C8B">
        <w:rPr>
          <w:rFonts w:ascii="Times New Roman" w:hAnsi="Times New Roman"/>
          <w:sz w:val="28"/>
          <w:szCs w:val="28"/>
        </w:rPr>
        <w:t>навчальних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72C8B">
        <w:rPr>
          <w:rFonts w:ascii="Times New Roman" w:hAnsi="Times New Roman"/>
          <w:sz w:val="28"/>
          <w:szCs w:val="28"/>
        </w:rPr>
        <w:t>закладів Васил</w:t>
      </w:r>
      <w:r>
        <w:rPr>
          <w:rFonts w:ascii="Times New Roman" w:hAnsi="Times New Roman"/>
          <w:sz w:val="28"/>
          <w:szCs w:val="28"/>
        </w:rPr>
        <w:t>ьківського району до нового 201</w:t>
      </w:r>
      <w:r>
        <w:rPr>
          <w:rFonts w:ascii="Times New Roman" w:hAnsi="Times New Roman"/>
          <w:sz w:val="28"/>
          <w:szCs w:val="28"/>
          <w:lang w:val="uk-UA"/>
        </w:rPr>
        <w:t>7</w:t>
      </w:r>
      <w:r>
        <w:rPr>
          <w:rFonts w:ascii="Times New Roman" w:hAnsi="Times New Roman"/>
          <w:sz w:val="28"/>
          <w:szCs w:val="28"/>
        </w:rPr>
        <w:t>/201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472C8B">
        <w:rPr>
          <w:rFonts w:ascii="Times New Roman" w:hAnsi="Times New Roman"/>
          <w:sz w:val="28"/>
          <w:szCs w:val="28"/>
        </w:rPr>
        <w:t xml:space="preserve"> навчального року» та «План заході</w:t>
      </w:r>
      <w:r>
        <w:rPr>
          <w:rFonts w:ascii="Times New Roman" w:hAnsi="Times New Roman"/>
          <w:sz w:val="28"/>
          <w:szCs w:val="28"/>
        </w:rPr>
        <w:t>в по підготовці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котелень та топо</w:t>
      </w:r>
      <w:r>
        <w:rPr>
          <w:rFonts w:ascii="Times New Roman" w:hAnsi="Times New Roman"/>
          <w:sz w:val="28"/>
          <w:szCs w:val="28"/>
          <w:lang w:val="uk-UA"/>
        </w:rPr>
        <w:t>чн</w:t>
      </w:r>
      <w:r w:rsidRPr="00472C8B">
        <w:rPr>
          <w:rFonts w:ascii="Times New Roman" w:hAnsi="Times New Roman"/>
          <w:sz w:val="28"/>
          <w:szCs w:val="28"/>
        </w:rPr>
        <w:t xml:space="preserve">их до </w:t>
      </w:r>
      <w:r>
        <w:rPr>
          <w:rFonts w:ascii="Times New Roman" w:hAnsi="Times New Roman"/>
          <w:sz w:val="28"/>
          <w:szCs w:val="28"/>
        </w:rPr>
        <w:t>нового опалювального сезону 201</w:t>
      </w:r>
      <w:r>
        <w:rPr>
          <w:rFonts w:ascii="Times New Roman" w:hAnsi="Times New Roman"/>
          <w:sz w:val="28"/>
          <w:szCs w:val="28"/>
          <w:lang w:val="uk-UA"/>
        </w:rPr>
        <w:t>7</w:t>
      </w:r>
      <w:r>
        <w:rPr>
          <w:rFonts w:ascii="Times New Roman" w:hAnsi="Times New Roman"/>
          <w:sz w:val="28"/>
          <w:szCs w:val="28"/>
        </w:rPr>
        <w:t>/201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472C8B">
        <w:rPr>
          <w:rFonts w:ascii="Times New Roman" w:hAnsi="Times New Roman"/>
          <w:sz w:val="28"/>
          <w:szCs w:val="28"/>
        </w:rPr>
        <w:t xml:space="preserve"> року».</w:t>
      </w:r>
    </w:p>
    <w:p w:rsidR="00D624D8" w:rsidRDefault="00D624D8" w:rsidP="002B1EC1">
      <w:pPr>
        <w:ind w:firstLine="708"/>
        <w:jc w:val="both"/>
        <w:rPr>
          <w:sz w:val="28"/>
          <w:szCs w:val="28"/>
          <w:lang w:val="uk-UA"/>
        </w:rPr>
      </w:pPr>
      <w:r w:rsidRPr="00472C8B">
        <w:rPr>
          <w:sz w:val="28"/>
          <w:szCs w:val="28"/>
        </w:rPr>
        <w:t>Проведено поточні</w:t>
      </w:r>
      <w:r>
        <w:rPr>
          <w:sz w:val="28"/>
          <w:szCs w:val="28"/>
          <w:lang w:val="uk-UA"/>
        </w:rPr>
        <w:t xml:space="preserve"> </w:t>
      </w:r>
      <w:r w:rsidRPr="00472C8B">
        <w:rPr>
          <w:sz w:val="28"/>
          <w:szCs w:val="28"/>
        </w:rPr>
        <w:t>ремо</w:t>
      </w:r>
      <w:r>
        <w:rPr>
          <w:sz w:val="28"/>
          <w:szCs w:val="28"/>
        </w:rPr>
        <w:t>нти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котелень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газопостачання в </w:t>
      </w:r>
      <w:r>
        <w:rPr>
          <w:sz w:val="28"/>
          <w:szCs w:val="28"/>
          <w:lang w:val="uk-UA"/>
        </w:rPr>
        <w:t xml:space="preserve">8 </w:t>
      </w:r>
      <w:r w:rsidRPr="00472C8B">
        <w:rPr>
          <w:sz w:val="28"/>
          <w:szCs w:val="28"/>
        </w:rPr>
        <w:t>навчальних закладах, проведені</w:t>
      </w:r>
      <w:r>
        <w:rPr>
          <w:sz w:val="28"/>
          <w:szCs w:val="28"/>
          <w:lang w:val="uk-UA"/>
        </w:rPr>
        <w:t xml:space="preserve"> </w:t>
      </w:r>
      <w:r w:rsidRPr="00472C8B">
        <w:rPr>
          <w:sz w:val="28"/>
          <w:szCs w:val="28"/>
        </w:rPr>
        <w:t>поточні</w:t>
      </w:r>
      <w:r>
        <w:rPr>
          <w:sz w:val="28"/>
          <w:szCs w:val="28"/>
          <w:lang w:val="uk-UA"/>
        </w:rPr>
        <w:t xml:space="preserve"> </w:t>
      </w:r>
      <w:r w:rsidRPr="00472C8B">
        <w:rPr>
          <w:sz w:val="28"/>
          <w:szCs w:val="28"/>
        </w:rPr>
        <w:t>ремонти</w:t>
      </w:r>
      <w:r>
        <w:rPr>
          <w:sz w:val="28"/>
          <w:szCs w:val="28"/>
          <w:lang w:val="uk-UA"/>
        </w:rPr>
        <w:t xml:space="preserve"> </w:t>
      </w:r>
      <w:r w:rsidRPr="00472C8B">
        <w:rPr>
          <w:sz w:val="28"/>
          <w:szCs w:val="28"/>
        </w:rPr>
        <w:t>навчальних</w:t>
      </w:r>
      <w:r>
        <w:rPr>
          <w:sz w:val="28"/>
          <w:szCs w:val="28"/>
          <w:lang w:val="uk-UA"/>
        </w:rPr>
        <w:t xml:space="preserve"> </w:t>
      </w:r>
      <w:r w:rsidRPr="00472C8B">
        <w:rPr>
          <w:sz w:val="28"/>
          <w:szCs w:val="28"/>
        </w:rPr>
        <w:t>кімнат, коридорів, спортивних</w:t>
      </w:r>
      <w:r>
        <w:rPr>
          <w:sz w:val="28"/>
          <w:szCs w:val="28"/>
          <w:lang w:val="uk-UA"/>
        </w:rPr>
        <w:t xml:space="preserve"> </w:t>
      </w:r>
      <w:r w:rsidRPr="00472C8B">
        <w:rPr>
          <w:sz w:val="28"/>
          <w:szCs w:val="28"/>
        </w:rPr>
        <w:t>залів, внутрішніх та надвірних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туалетів</w:t>
      </w:r>
      <w:r>
        <w:rPr>
          <w:sz w:val="28"/>
          <w:szCs w:val="28"/>
          <w:lang w:val="uk-UA"/>
        </w:rPr>
        <w:t>.</w:t>
      </w:r>
    </w:p>
    <w:p w:rsidR="00D624D8" w:rsidRDefault="00D624D8" w:rsidP="002B1EC1">
      <w:pPr>
        <w:ind w:firstLine="708"/>
        <w:jc w:val="both"/>
        <w:rPr>
          <w:sz w:val="28"/>
          <w:szCs w:val="28"/>
          <w:lang w:val="uk-UA"/>
        </w:rPr>
      </w:pPr>
      <w:r w:rsidRPr="00472C8B">
        <w:rPr>
          <w:sz w:val="28"/>
          <w:szCs w:val="28"/>
          <w:lang w:val="uk-UA"/>
        </w:rPr>
        <w:t xml:space="preserve">Проведено </w:t>
      </w:r>
      <w:r w:rsidRPr="00472C8B">
        <w:rPr>
          <w:sz w:val="28"/>
          <w:szCs w:val="28"/>
        </w:rPr>
        <w:t>ревізі</w:t>
      </w:r>
      <w:r w:rsidRPr="00472C8B">
        <w:rPr>
          <w:sz w:val="28"/>
          <w:szCs w:val="28"/>
          <w:lang w:val="uk-UA"/>
        </w:rPr>
        <w:t>ю</w:t>
      </w:r>
      <w:r w:rsidRPr="00472C8B">
        <w:rPr>
          <w:sz w:val="28"/>
          <w:szCs w:val="28"/>
        </w:rPr>
        <w:t xml:space="preserve"> систем опалення, електромереж, виготовлені</w:t>
      </w:r>
      <w:r>
        <w:rPr>
          <w:sz w:val="28"/>
          <w:szCs w:val="28"/>
          <w:lang w:val="uk-UA"/>
        </w:rPr>
        <w:t xml:space="preserve"> </w:t>
      </w:r>
      <w:r w:rsidRPr="00472C8B">
        <w:rPr>
          <w:sz w:val="28"/>
          <w:szCs w:val="28"/>
        </w:rPr>
        <w:t>акти на заміри</w:t>
      </w:r>
      <w:r>
        <w:rPr>
          <w:sz w:val="28"/>
          <w:szCs w:val="28"/>
          <w:lang w:val="uk-UA"/>
        </w:rPr>
        <w:t xml:space="preserve"> </w:t>
      </w:r>
      <w:r w:rsidRPr="00472C8B">
        <w:rPr>
          <w:sz w:val="28"/>
          <w:szCs w:val="28"/>
        </w:rPr>
        <w:t>ізоляції та заземлення. Всі</w:t>
      </w:r>
      <w:r>
        <w:rPr>
          <w:sz w:val="28"/>
          <w:szCs w:val="28"/>
          <w:lang w:val="uk-UA"/>
        </w:rPr>
        <w:t xml:space="preserve"> </w:t>
      </w:r>
      <w:r w:rsidRPr="00472C8B">
        <w:rPr>
          <w:sz w:val="28"/>
          <w:szCs w:val="28"/>
        </w:rPr>
        <w:t>контрольно – вимірювальні</w:t>
      </w:r>
      <w:r>
        <w:rPr>
          <w:sz w:val="28"/>
          <w:szCs w:val="28"/>
          <w:lang w:val="uk-UA"/>
        </w:rPr>
        <w:t xml:space="preserve"> </w:t>
      </w:r>
      <w:r w:rsidRPr="00472C8B">
        <w:rPr>
          <w:sz w:val="28"/>
          <w:szCs w:val="28"/>
        </w:rPr>
        <w:t>п</w:t>
      </w:r>
      <w:r>
        <w:rPr>
          <w:sz w:val="28"/>
          <w:szCs w:val="28"/>
        </w:rPr>
        <w:t>рилади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пройшли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державну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повірку</w:t>
      </w:r>
      <w:r>
        <w:rPr>
          <w:sz w:val="28"/>
          <w:szCs w:val="28"/>
          <w:lang w:val="uk-UA"/>
        </w:rPr>
        <w:t>.</w:t>
      </w:r>
    </w:p>
    <w:p w:rsidR="00D624D8" w:rsidRDefault="00D624D8" w:rsidP="002B1EC1">
      <w:pPr>
        <w:ind w:firstLine="708"/>
        <w:jc w:val="both"/>
        <w:rPr>
          <w:sz w:val="28"/>
          <w:szCs w:val="28"/>
          <w:lang w:val="uk-UA"/>
        </w:rPr>
      </w:pPr>
    </w:p>
    <w:p w:rsidR="00D624D8" w:rsidRDefault="00D624D8" w:rsidP="00284EB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D624D8" w:rsidRDefault="00D624D8" w:rsidP="002B1EC1">
      <w:pPr>
        <w:ind w:firstLine="708"/>
        <w:jc w:val="both"/>
        <w:rPr>
          <w:sz w:val="28"/>
          <w:szCs w:val="28"/>
          <w:lang w:val="uk-UA"/>
        </w:rPr>
      </w:pPr>
    </w:p>
    <w:p w:rsidR="00D624D8" w:rsidRPr="00472C8B" w:rsidRDefault="00D624D8" w:rsidP="002B1E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Вогнегасники навчальних закладів району перезаряджені в м. Павлоград на суму 3,314 тис. грн., придбано 130 </w:t>
      </w:r>
      <w:r>
        <w:rPr>
          <w:sz w:val="28"/>
          <w:szCs w:val="28"/>
        </w:rPr>
        <w:t>вогнегасник</w:t>
      </w:r>
      <w:r>
        <w:rPr>
          <w:sz w:val="28"/>
          <w:szCs w:val="28"/>
          <w:lang w:val="uk-UA"/>
        </w:rPr>
        <w:t>ів</w:t>
      </w:r>
      <w:r>
        <w:rPr>
          <w:sz w:val="28"/>
          <w:szCs w:val="28"/>
        </w:rPr>
        <w:t xml:space="preserve"> на суму </w:t>
      </w:r>
      <w:r>
        <w:rPr>
          <w:sz w:val="28"/>
          <w:szCs w:val="28"/>
          <w:lang w:val="uk-UA"/>
        </w:rPr>
        <w:t>44,5</w:t>
      </w:r>
      <w:r w:rsidRPr="00472C8B">
        <w:rPr>
          <w:sz w:val="28"/>
          <w:szCs w:val="28"/>
        </w:rPr>
        <w:t xml:space="preserve"> тис. грн. </w:t>
      </w:r>
    </w:p>
    <w:p w:rsidR="00D624D8" w:rsidRPr="00472C8B" w:rsidRDefault="00D624D8" w:rsidP="00DB0DCB">
      <w:pPr>
        <w:ind w:firstLine="720"/>
        <w:jc w:val="both"/>
        <w:rPr>
          <w:sz w:val="28"/>
          <w:szCs w:val="28"/>
        </w:rPr>
      </w:pPr>
      <w:r w:rsidRPr="00472C8B">
        <w:rPr>
          <w:sz w:val="28"/>
          <w:szCs w:val="28"/>
        </w:rPr>
        <w:t>На с</w:t>
      </w:r>
      <w:r>
        <w:rPr>
          <w:sz w:val="28"/>
          <w:szCs w:val="28"/>
        </w:rPr>
        <w:t>уму 5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0 </w:t>
      </w:r>
      <w:r w:rsidRPr="00472C8B">
        <w:rPr>
          <w:sz w:val="28"/>
          <w:szCs w:val="28"/>
        </w:rPr>
        <w:t xml:space="preserve">тис. грн. </w:t>
      </w:r>
      <w:r w:rsidRPr="00472C8B">
        <w:rPr>
          <w:sz w:val="28"/>
          <w:szCs w:val="28"/>
          <w:lang w:val="uk-UA"/>
        </w:rPr>
        <w:t>з</w:t>
      </w:r>
      <w:r w:rsidRPr="00472C8B">
        <w:rPr>
          <w:sz w:val="28"/>
          <w:szCs w:val="28"/>
        </w:rPr>
        <w:t>роблені</w:t>
      </w:r>
      <w:r>
        <w:rPr>
          <w:sz w:val="28"/>
          <w:szCs w:val="28"/>
          <w:lang w:val="uk-UA"/>
        </w:rPr>
        <w:t xml:space="preserve"> </w:t>
      </w:r>
      <w:r w:rsidRPr="00472C8B">
        <w:rPr>
          <w:sz w:val="28"/>
          <w:szCs w:val="28"/>
        </w:rPr>
        <w:t>роботи</w:t>
      </w:r>
      <w:r>
        <w:rPr>
          <w:sz w:val="28"/>
          <w:szCs w:val="28"/>
          <w:lang w:val="uk-UA"/>
        </w:rPr>
        <w:t xml:space="preserve"> </w:t>
      </w:r>
      <w:r w:rsidRPr="00472C8B">
        <w:rPr>
          <w:sz w:val="28"/>
          <w:szCs w:val="28"/>
        </w:rPr>
        <w:t>з зняття, встановлення, та повірку</w:t>
      </w:r>
      <w:r>
        <w:rPr>
          <w:sz w:val="28"/>
          <w:szCs w:val="28"/>
          <w:lang w:val="uk-UA"/>
        </w:rPr>
        <w:t xml:space="preserve"> </w:t>
      </w:r>
      <w:r w:rsidRPr="00472C8B">
        <w:rPr>
          <w:sz w:val="28"/>
          <w:szCs w:val="28"/>
        </w:rPr>
        <w:t>приладів</w:t>
      </w:r>
      <w:r>
        <w:rPr>
          <w:sz w:val="28"/>
          <w:szCs w:val="28"/>
          <w:lang w:val="uk-UA"/>
        </w:rPr>
        <w:t xml:space="preserve"> </w:t>
      </w:r>
      <w:r w:rsidRPr="00472C8B">
        <w:rPr>
          <w:sz w:val="28"/>
          <w:szCs w:val="28"/>
        </w:rPr>
        <w:t>газопостачан</w:t>
      </w:r>
      <w:r>
        <w:rPr>
          <w:sz w:val="28"/>
          <w:szCs w:val="28"/>
        </w:rPr>
        <w:t>ня</w:t>
      </w:r>
      <w:r w:rsidRPr="00472C8B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П</w:t>
      </w:r>
      <w:r w:rsidRPr="00472C8B">
        <w:rPr>
          <w:sz w:val="28"/>
          <w:szCs w:val="28"/>
        </w:rPr>
        <w:t>ройшли</w:t>
      </w:r>
      <w:r>
        <w:rPr>
          <w:sz w:val="28"/>
          <w:szCs w:val="28"/>
          <w:lang w:val="uk-UA"/>
        </w:rPr>
        <w:t xml:space="preserve"> </w:t>
      </w:r>
      <w:r w:rsidRPr="00472C8B">
        <w:rPr>
          <w:sz w:val="28"/>
          <w:szCs w:val="28"/>
        </w:rPr>
        <w:t>повірку</w:t>
      </w:r>
      <w:r>
        <w:rPr>
          <w:sz w:val="28"/>
          <w:szCs w:val="28"/>
          <w:lang w:val="uk-UA"/>
        </w:rPr>
        <w:t xml:space="preserve"> с</w:t>
      </w:r>
      <w:r w:rsidRPr="00472C8B">
        <w:rPr>
          <w:sz w:val="28"/>
          <w:szCs w:val="28"/>
        </w:rPr>
        <w:t>игналізатори газу</w:t>
      </w:r>
      <w:r>
        <w:rPr>
          <w:sz w:val="28"/>
          <w:szCs w:val="28"/>
          <w:lang w:val="uk-UA"/>
        </w:rPr>
        <w:t xml:space="preserve"> та манометри </w:t>
      </w:r>
      <w:r>
        <w:rPr>
          <w:sz w:val="28"/>
          <w:szCs w:val="28"/>
        </w:rPr>
        <w:t xml:space="preserve"> на суму </w:t>
      </w:r>
      <w:r>
        <w:rPr>
          <w:sz w:val="28"/>
          <w:szCs w:val="28"/>
          <w:lang w:val="uk-UA"/>
        </w:rPr>
        <w:t>5,9</w:t>
      </w:r>
      <w:r w:rsidRPr="00472C8B">
        <w:rPr>
          <w:sz w:val="28"/>
          <w:szCs w:val="28"/>
        </w:rPr>
        <w:t xml:space="preserve"> тис. грн. Зроблені</w:t>
      </w:r>
      <w:r>
        <w:rPr>
          <w:sz w:val="28"/>
          <w:szCs w:val="28"/>
          <w:lang w:val="uk-UA"/>
        </w:rPr>
        <w:t xml:space="preserve"> </w:t>
      </w:r>
      <w:r w:rsidRPr="00472C8B">
        <w:rPr>
          <w:sz w:val="28"/>
          <w:szCs w:val="28"/>
        </w:rPr>
        <w:t>акти на технічний</w:t>
      </w:r>
      <w:r>
        <w:rPr>
          <w:sz w:val="28"/>
          <w:szCs w:val="28"/>
          <w:lang w:val="uk-UA"/>
        </w:rPr>
        <w:t xml:space="preserve"> </w:t>
      </w:r>
      <w:r w:rsidRPr="00472C8B">
        <w:rPr>
          <w:sz w:val="28"/>
          <w:szCs w:val="28"/>
        </w:rPr>
        <w:t>огляд</w:t>
      </w:r>
      <w:r>
        <w:rPr>
          <w:sz w:val="28"/>
          <w:szCs w:val="28"/>
          <w:lang w:val="uk-UA"/>
        </w:rPr>
        <w:t xml:space="preserve"> </w:t>
      </w:r>
      <w:r w:rsidRPr="00472C8B">
        <w:rPr>
          <w:sz w:val="28"/>
          <w:szCs w:val="28"/>
        </w:rPr>
        <w:t>димоходів та вентиляційних</w:t>
      </w:r>
      <w:r>
        <w:rPr>
          <w:sz w:val="28"/>
          <w:szCs w:val="28"/>
          <w:lang w:val="uk-UA"/>
        </w:rPr>
        <w:t xml:space="preserve"> </w:t>
      </w:r>
      <w:r w:rsidRPr="00472C8B">
        <w:rPr>
          <w:sz w:val="28"/>
          <w:szCs w:val="28"/>
        </w:rPr>
        <w:t>каналів та надання</w:t>
      </w:r>
      <w:r>
        <w:rPr>
          <w:sz w:val="28"/>
          <w:szCs w:val="28"/>
          <w:lang w:val="uk-UA"/>
        </w:rPr>
        <w:t xml:space="preserve"> </w:t>
      </w:r>
      <w:r w:rsidRPr="00472C8B">
        <w:rPr>
          <w:sz w:val="28"/>
          <w:szCs w:val="28"/>
        </w:rPr>
        <w:t>дозволу на їх</w:t>
      </w:r>
      <w:r>
        <w:rPr>
          <w:sz w:val="28"/>
          <w:szCs w:val="28"/>
          <w:lang w:val="uk-UA"/>
        </w:rPr>
        <w:t xml:space="preserve"> </w:t>
      </w:r>
      <w:r w:rsidRPr="00472C8B">
        <w:rPr>
          <w:sz w:val="28"/>
          <w:szCs w:val="28"/>
        </w:rPr>
        <w:t>використання з ПП «СК»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Артеміда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Покровська на суму </w:t>
      </w:r>
      <w:r>
        <w:rPr>
          <w:sz w:val="28"/>
          <w:szCs w:val="28"/>
          <w:lang w:val="uk-UA"/>
        </w:rPr>
        <w:t>3,0</w:t>
      </w:r>
      <w:r w:rsidRPr="00472C8B">
        <w:rPr>
          <w:sz w:val="28"/>
          <w:szCs w:val="28"/>
        </w:rPr>
        <w:t xml:space="preserve"> тис. грн.  </w:t>
      </w:r>
    </w:p>
    <w:p w:rsidR="00D624D8" w:rsidRPr="00472C8B" w:rsidRDefault="00D624D8" w:rsidP="00DB0DCB">
      <w:pPr>
        <w:ind w:firstLine="709"/>
        <w:jc w:val="both"/>
        <w:rPr>
          <w:sz w:val="28"/>
          <w:szCs w:val="28"/>
        </w:rPr>
      </w:pPr>
      <w:r w:rsidRPr="00472C8B">
        <w:rPr>
          <w:sz w:val="28"/>
          <w:szCs w:val="28"/>
        </w:rPr>
        <w:t>По Павлівській СЗШ виготовлено проект на суму 20,0 тис.</w:t>
      </w:r>
      <w:r>
        <w:rPr>
          <w:sz w:val="28"/>
          <w:szCs w:val="28"/>
          <w:lang w:val="uk-UA"/>
        </w:rPr>
        <w:t xml:space="preserve"> </w:t>
      </w:r>
      <w:r w:rsidRPr="00472C8B">
        <w:rPr>
          <w:sz w:val="28"/>
          <w:szCs w:val="28"/>
        </w:rPr>
        <w:t>грн.,  придбано</w:t>
      </w:r>
      <w:r>
        <w:rPr>
          <w:sz w:val="28"/>
          <w:szCs w:val="28"/>
          <w:lang w:val="uk-UA"/>
        </w:rPr>
        <w:t xml:space="preserve"> </w:t>
      </w:r>
      <w:r w:rsidRPr="00472C8B">
        <w:rPr>
          <w:sz w:val="28"/>
          <w:szCs w:val="28"/>
        </w:rPr>
        <w:t>лічильник</w:t>
      </w:r>
      <w:r>
        <w:rPr>
          <w:sz w:val="28"/>
          <w:szCs w:val="28"/>
        </w:rPr>
        <w:t xml:space="preserve"> газу</w:t>
      </w:r>
      <w:r>
        <w:rPr>
          <w:sz w:val="28"/>
          <w:szCs w:val="28"/>
          <w:lang w:val="uk-UA"/>
        </w:rPr>
        <w:t xml:space="preserve"> на суму</w:t>
      </w:r>
      <w:r>
        <w:rPr>
          <w:sz w:val="28"/>
          <w:szCs w:val="28"/>
        </w:rPr>
        <w:t xml:space="preserve"> 22,5</w:t>
      </w:r>
      <w:r>
        <w:rPr>
          <w:sz w:val="28"/>
          <w:szCs w:val="28"/>
          <w:lang w:val="uk-UA"/>
        </w:rPr>
        <w:t xml:space="preserve"> тис.</w:t>
      </w:r>
      <w:r>
        <w:rPr>
          <w:sz w:val="28"/>
          <w:szCs w:val="28"/>
        </w:rPr>
        <w:t xml:space="preserve"> грн., проведен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</w:rPr>
        <w:t xml:space="preserve"> роб</w:t>
      </w:r>
      <w:r>
        <w:rPr>
          <w:sz w:val="28"/>
          <w:szCs w:val="28"/>
          <w:lang w:val="uk-UA"/>
        </w:rPr>
        <w:t>о</w:t>
      </w:r>
      <w:r w:rsidRPr="00472C8B">
        <w:rPr>
          <w:sz w:val="28"/>
          <w:szCs w:val="28"/>
        </w:rPr>
        <w:t>т</w:t>
      </w:r>
      <w:r>
        <w:rPr>
          <w:sz w:val="28"/>
          <w:szCs w:val="28"/>
          <w:lang w:val="uk-UA"/>
        </w:rPr>
        <w:t>и</w:t>
      </w:r>
      <w:r w:rsidRPr="00472C8B">
        <w:rPr>
          <w:sz w:val="28"/>
          <w:szCs w:val="28"/>
        </w:rPr>
        <w:t xml:space="preserve"> по встановл</w:t>
      </w:r>
      <w:r>
        <w:rPr>
          <w:sz w:val="28"/>
          <w:szCs w:val="28"/>
        </w:rPr>
        <w:t>енню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лічильника</w:t>
      </w:r>
      <w:r>
        <w:rPr>
          <w:sz w:val="28"/>
          <w:szCs w:val="28"/>
          <w:lang w:val="uk-UA"/>
        </w:rPr>
        <w:t xml:space="preserve"> на суму 78,0 тис.</w:t>
      </w:r>
      <w:r w:rsidRPr="00472C8B">
        <w:rPr>
          <w:sz w:val="28"/>
          <w:szCs w:val="28"/>
        </w:rPr>
        <w:t xml:space="preserve"> грн.</w:t>
      </w:r>
    </w:p>
    <w:p w:rsidR="00D624D8" w:rsidRDefault="00D624D8" w:rsidP="00DB0DC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Дебальцівському НВК та Письменській СЗШ </w:t>
      </w:r>
      <w:r>
        <w:rPr>
          <w:sz w:val="28"/>
          <w:szCs w:val="28"/>
        </w:rPr>
        <w:t>замін</w:t>
      </w:r>
      <w:r>
        <w:rPr>
          <w:sz w:val="28"/>
          <w:szCs w:val="28"/>
          <w:lang w:val="uk-UA"/>
        </w:rPr>
        <w:t>ено</w:t>
      </w:r>
      <w:r>
        <w:rPr>
          <w:sz w:val="28"/>
          <w:szCs w:val="28"/>
        </w:rPr>
        <w:t xml:space="preserve"> насос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в 201</w:t>
      </w:r>
      <w:r>
        <w:rPr>
          <w:sz w:val="28"/>
          <w:szCs w:val="28"/>
          <w:lang w:val="uk-UA"/>
        </w:rPr>
        <w:t xml:space="preserve">7-2018 </w:t>
      </w:r>
      <w:r>
        <w:rPr>
          <w:sz w:val="28"/>
          <w:szCs w:val="28"/>
        </w:rPr>
        <w:t xml:space="preserve">році на суму </w:t>
      </w:r>
      <w:r>
        <w:rPr>
          <w:sz w:val="28"/>
          <w:szCs w:val="28"/>
          <w:lang w:val="uk-UA"/>
        </w:rPr>
        <w:t>30</w:t>
      </w:r>
      <w:r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0 </w:t>
      </w:r>
      <w:r w:rsidRPr="00472C8B">
        <w:rPr>
          <w:sz w:val="28"/>
          <w:szCs w:val="28"/>
        </w:rPr>
        <w:t>тис.</w:t>
      </w:r>
      <w:r>
        <w:rPr>
          <w:sz w:val="28"/>
          <w:szCs w:val="28"/>
          <w:lang w:val="uk-UA"/>
        </w:rPr>
        <w:t xml:space="preserve"> </w:t>
      </w:r>
      <w:r w:rsidRPr="00472C8B">
        <w:rPr>
          <w:sz w:val="28"/>
          <w:szCs w:val="28"/>
        </w:rPr>
        <w:t>грн</w:t>
      </w:r>
      <w:r>
        <w:rPr>
          <w:sz w:val="28"/>
          <w:szCs w:val="28"/>
        </w:rPr>
        <w:t xml:space="preserve">. </w:t>
      </w:r>
    </w:p>
    <w:p w:rsidR="00D624D8" w:rsidRPr="00BD6657" w:rsidRDefault="00D624D8" w:rsidP="00DB0DC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Добровільского НВК придбано газовий лічильник на суму               6,0 тис. грн.</w:t>
      </w:r>
    </w:p>
    <w:p w:rsidR="00D624D8" w:rsidRDefault="00D624D8" w:rsidP="00DB0DCB">
      <w:pPr>
        <w:ind w:firstLine="709"/>
        <w:jc w:val="both"/>
        <w:rPr>
          <w:sz w:val="28"/>
          <w:szCs w:val="28"/>
          <w:lang w:val="uk-UA"/>
        </w:rPr>
      </w:pPr>
      <w:r w:rsidRPr="001E24EF">
        <w:rPr>
          <w:sz w:val="28"/>
          <w:szCs w:val="28"/>
          <w:lang w:val="uk-UA"/>
        </w:rPr>
        <w:t>В 201</w:t>
      </w:r>
      <w:r>
        <w:rPr>
          <w:sz w:val="28"/>
          <w:szCs w:val="28"/>
          <w:lang w:val="uk-UA"/>
        </w:rPr>
        <w:t xml:space="preserve">7 </w:t>
      </w:r>
      <w:r w:rsidRPr="001E24EF">
        <w:rPr>
          <w:sz w:val="28"/>
          <w:szCs w:val="28"/>
          <w:lang w:val="uk-UA"/>
        </w:rPr>
        <w:t>році</w:t>
      </w:r>
      <w:r>
        <w:rPr>
          <w:sz w:val="28"/>
          <w:szCs w:val="28"/>
          <w:lang w:val="uk-UA"/>
        </w:rPr>
        <w:t xml:space="preserve"> </w:t>
      </w:r>
      <w:r w:rsidRPr="001E24EF">
        <w:rPr>
          <w:sz w:val="28"/>
          <w:szCs w:val="28"/>
          <w:lang w:val="uk-UA"/>
        </w:rPr>
        <w:t>придбано</w:t>
      </w:r>
      <w:r>
        <w:rPr>
          <w:sz w:val="28"/>
          <w:szCs w:val="28"/>
          <w:lang w:val="uk-UA"/>
        </w:rPr>
        <w:t xml:space="preserve"> 84 </w:t>
      </w:r>
      <w:r w:rsidRPr="001E24EF">
        <w:rPr>
          <w:sz w:val="28"/>
          <w:szCs w:val="28"/>
          <w:lang w:val="uk-UA"/>
        </w:rPr>
        <w:t>тон</w:t>
      </w:r>
      <w:r>
        <w:rPr>
          <w:sz w:val="28"/>
          <w:szCs w:val="28"/>
          <w:lang w:val="uk-UA"/>
        </w:rPr>
        <w:t>и</w:t>
      </w:r>
      <w:r w:rsidRPr="001E24EF">
        <w:rPr>
          <w:sz w:val="28"/>
          <w:szCs w:val="28"/>
          <w:lang w:val="uk-UA"/>
        </w:rPr>
        <w:t xml:space="preserve"> вугілля. </w:t>
      </w:r>
    </w:p>
    <w:p w:rsidR="00D624D8" w:rsidRDefault="00D624D8" w:rsidP="00DB0DCB">
      <w:pPr>
        <w:ind w:firstLine="709"/>
        <w:jc w:val="both"/>
        <w:rPr>
          <w:sz w:val="28"/>
          <w:szCs w:val="28"/>
          <w:lang w:val="uk-UA"/>
        </w:rPr>
      </w:pPr>
      <w:r w:rsidRPr="0097405B">
        <w:rPr>
          <w:sz w:val="28"/>
          <w:szCs w:val="28"/>
          <w:lang w:val="uk-UA"/>
        </w:rPr>
        <w:t xml:space="preserve">Проведена робота згідно технічних вимог ДП «Васильківкатеплоенерго» по </w:t>
      </w:r>
      <w:r>
        <w:rPr>
          <w:sz w:val="28"/>
          <w:szCs w:val="28"/>
          <w:lang w:val="uk-UA"/>
        </w:rPr>
        <w:t>4</w:t>
      </w:r>
      <w:r w:rsidRPr="0097405B">
        <w:rPr>
          <w:sz w:val="28"/>
          <w:szCs w:val="28"/>
          <w:lang w:val="uk-UA"/>
        </w:rPr>
        <w:t xml:space="preserve"> школах (Чаплинська СЗШ,</w:t>
      </w:r>
      <w:r>
        <w:rPr>
          <w:sz w:val="28"/>
          <w:szCs w:val="28"/>
          <w:lang w:val="uk-UA"/>
        </w:rPr>
        <w:t xml:space="preserve"> Шевченківський НВК, Миколаївська СЗШ, Дубовиківська СЗШ</w:t>
      </w:r>
      <w:r w:rsidRPr="0097405B">
        <w:rPr>
          <w:sz w:val="28"/>
          <w:szCs w:val="28"/>
          <w:lang w:val="uk-UA"/>
        </w:rPr>
        <w:t>) по введенню в експлуатацію теплових лічильників</w:t>
      </w:r>
      <w:r>
        <w:rPr>
          <w:sz w:val="28"/>
          <w:szCs w:val="28"/>
          <w:lang w:val="uk-UA"/>
        </w:rPr>
        <w:t xml:space="preserve">. </w:t>
      </w:r>
      <w:r w:rsidRPr="001E24EF">
        <w:rPr>
          <w:sz w:val="28"/>
          <w:szCs w:val="28"/>
          <w:lang w:val="uk-UA"/>
        </w:rPr>
        <w:t>Також</w:t>
      </w:r>
      <w:r>
        <w:rPr>
          <w:sz w:val="28"/>
          <w:szCs w:val="28"/>
          <w:lang w:val="uk-UA"/>
        </w:rPr>
        <w:t xml:space="preserve"> </w:t>
      </w:r>
      <w:r w:rsidRPr="001E24EF">
        <w:rPr>
          <w:sz w:val="28"/>
          <w:szCs w:val="28"/>
          <w:lang w:val="uk-UA"/>
        </w:rPr>
        <w:t>проведені</w:t>
      </w:r>
      <w:r>
        <w:rPr>
          <w:sz w:val="28"/>
          <w:szCs w:val="28"/>
          <w:lang w:val="uk-UA"/>
        </w:rPr>
        <w:t xml:space="preserve"> </w:t>
      </w:r>
      <w:r w:rsidRPr="001E24EF">
        <w:rPr>
          <w:sz w:val="28"/>
          <w:szCs w:val="28"/>
          <w:lang w:val="uk-UA"/>
        </w:rPr>
        <w:t>роботи</w:t>
      </w:r>
      <w:r>
        <w:rPr>
          <w:sz w:val="28"/>
          <w:szCs w:val="28"/>
          <w:lang w:val="uk-UA"/>
        </w:rPr>
        <w:t xml:space="preserve"> по філії Чаплинської СЗОШ на суму 23 тис. грн., Письменській СЗШ на 25 тис. грн. </w:t>
      </w:r>
      <w:r w:rsidRPr="001E24EF">
        <w:rPr>
          <w:sz w:val="28"/>
          <w:szCs w:val="28"/>
          <w:lang w:val="uk-UA"/>
        </w:rPr>
        <w:t xml:space="preserve">по ремонту опалення на суму 70,0 тис. грн. </w:t>
      </w:r>
    </w:p>
    <w:p w:rsidR="00D624D8" w:rsidRDefault="00D624D8" w:rsidP="00DB0DCB">
      <w:pPr>
        <w:ind w:firstLine="709"/>
        <w:jc w:val="both"/>
        <w:rPr>
          <w:sz w:val="28"/>
          <w:szCs w:val="28"/>
          <w:lang w:val="uk-UA"/>
        </w:rPr>
      </w:pPr>
      <w:r w:rsidRPr="00472C8B">
        <w:rPr>
          <w:sz w:val="28"/>
          <w:szCs w:val="28"/>
        </w:rPr>
        <w:t>Заборгованості по спожитим</w:t>
      </w:r>
      <w:r>
        <w:rPr>
          <w:sz w:val="28"/>
          <w:szCs w:val="28"/>
          <w:lang w:val="uk-UA"/>
        </w:rPr>
        <w:t xml:space="preserve"> </w:t>
      </w:r>
      <w:r w:rsidRPr="00472C8B">
        <w:rPr>
          <w:sz w:val="28"/>
          <w:szCs w:val="28"/>
        </w:rPr>
        <w:t>енергоносіям</w:t>
      </w:r>
      <w:r>
        <w:rPr>
          <w:sz w:val="28"/>
          <w:szCs w:val="28"/>
          <w:lang w:val="uk-UA"/>
        </w:rPr>
        <w:t xml:space="preserve"> </w:t>
      </w:r>
      <w:r w:rsidRPr="00472C8B">
        <w:rPr>
          <w:sz w:val="28"/>
          <w:szCs w:val="28"/>
        </w:rPr>
        <w:t>протягом</w:t>
      </w:r>
      <w:r>
        <w:rPr>
          <w:sz w:val="28"/>
          <w:szCs w:val="28"/>
          <w:lang w:val="uk-UA"/>
        </w:rPr>
        <w:t xml:space="preserve"> </w:t>
      </w:r>
      <w:r w:rsidRPr="00472C8B">
        <w:rPr>
          <w:sz w:val="28"/>
          <w:szCs w:val="28"/>
        </w:rPr>
        <w:t>опалювального</w:t>
      </w:r>
      <w:r>
        <w:rPr>
          <w:sz w:val="28"/>
          <w:szCs w:val="28"/>
          <w:lang w:val="uk-UA"/>
        </w:rPr>
        <w:t xml:space="preserve"> </w:t>
      </w:r>
      <w:r w:rsidRPr="00472C8B">
        <w:rPr>
          <w:sz w:val="28"/>
          <w:szCs w:val="28"/>
        </w:rPr>
        <w:t>періоду</w:t>
      </w:r>
      <w:r>
        <w:rPr>
          <w:sz w:val="28"/>
          <w:szCs w:val="28"/>
          <w:lang w:val="uk-UA"/>
        </w:rPr>
        <w:t xml:space="preserve"> </w:t>
      </w:r>
      <w:r w:rsidRPr="00472C8B">
        <w:rPr>
          <w:sz w:val="28"/>
          <w:szCs w:val="28"/>
        </w:rPr>
        <w:t>із</w:t>
      </w:r>
      <w:r>
        <w:rPr>
          <w:sz w:val="28"/>
          <w:szCs w:val="28"/>
          <w:lang w:val="uk-UA"/>
        </w:rPr>
        <w:t xml:space="preserve"> </w:t>
      </w:r>
      <w:r w:rsidRPr="00472C8B">
        <w:rPr>
          <w:sz w:val="28"/>
          <w:szCs w:val="28"/>
        </w:rPr>
        <w:t>зазначенням боргу на початок та кінець</w:t>
      </w:r>
      <w:r>
        <w:rPr>
          <w:sz w:val="28"/>
          <w:szCs w:val="28"/>
          <w:lang w:val="uk-UA"/>
        </w:rPr>
        <w:t xml:space="preserve"> </w:t>
      </w:r>
      <w:r w:rsidRPr="00472C8B">
        <w:rPr>
          <w:sz w:val="28"/>
          <w:szCs w:val="28"/>
        </w:rPr>
        <w:t>опалювального</w:t>
      </w:r>
      <w:r>
        <w:rPr>
          <w:sz w:val="28"/>
          <w:szCs w:val="28"/>
          <w:lang w:val="uk-UA"/>
        </w:rPr>
        <w:t xml:space="preserve"> </w:t>
      </w:r>
      <w:r w:rsidRPr="00472C8B">
        <w:rPr>
          <w:sz w:val="28"/>
          <w:szCs w:val="28"/>
        </w:rPr>
        <w:t xml:space="preserve">періоду не було. </w:t>
      </w:r>
    </w:p>
    <w:p w:rsidR="00D624D8" w:rsidRDefault="00D624D8" w:rsidP="00E373B0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E373B0">
        <w:rPr>
          <w:color w:val="000000"/>
          <w:sz w:val="28"/>
          <w:szCs w:val="28"/>
        </w:rPr>
        <w:t>Переатестаці</w:t>
      </w:r>
      <w:r w:rsidRPr="00E373B0">
        <w:rPr>
          <w:color w:val="000000"/>
          <w:sz w:val="28"/>
          <w:szCs w:val="28"/>
          <w:lang w:val="uk-UA"/>
        </w:rPr>
        <w:t>ю</w:t>
      </w:r>
      <w:r>
        <w:rPr>
          <w:color w:val="000000"/>
          <w:sz w:val="28"/>
          <w:szCs w:val="28"/>
          <w:lang w:val="uk-UA"/>
        </w:rPr>
        <w:t xml:space="preserve"> </w:t>
      </w:r>
      <w:r w:rsidRPr="00E373B0">
        <w:rPr>
          <w:color w:val="000000"/>
          <w:sz w:val="28"/>
          <w:szCs w:val="28"/>
        </w:rPr>
        <w:t>операторів</w:t>
      </w:r>
      <w:r>
        <w:rPr>
          <w:color w:val="000000"/>
          <w:sz w:val="28"/>
          <w:szCs w:val="28"/>
          <w:lang w:val="uk-UA"/>
        </w:rPr>
        <w:t xml:space="preserve"> </w:t>
      </w:r>
      <w:r w:rsidRPr="00E373B0">
        <w:rPr>
          <w:color w:val="000000"/>
          <w:sz w:val="28"/>
          <w:szCs w:val="28"/>
        </w:rPr>
        <w:t>газових</w:t>
      </w:r>
      <w:r>
        <w:rPr>
          <w:color w:val="000000"/>
          <w:sz w:val="28"/>
          <w:szCs w:val="28"/>
          <w:lang w:val="uk-UA"/>
        </w:rPr>
        <w:t xml:space="preserve"> </w:t>
      </w:r>
      <w:r w:rsidRPr="00E373B0">
        <w:rPr>
          <w:color w:val="000000"/>
          <w:sz w:val="28"/>
          <w:szCs w:val="28"/>
        </w:rPr>
        <w:t>котелень та відповідальних за газове</w:t>
      </w:r>
      <w:r>
        <w:rPr>
          <w:color w:val="000000"/>
          <w:sz w:val="28"/>
          <w:szCs w:val="28"/>
          <w:lang w:val="uk-UA"/>
        </w:rPr>
        <w:t xml:space="preserve"> </w:t>
      </w:r>
      <w:r w:rsidRPr="00E373B0">
        <w:rPr>
          <w:color w:val="000000"/>
          <w:sz w:val="28"/>
          <w:szCs w:val="28"/>
        </w:rPr>
        <w:t>господарство</w:t>
      </w:r>
      <w:r>
        <w:rPr>
          <w:color w:val="000000"/>
          <w:sz w:val="28"/>
          <w:szCs w:val="28"/>
          <w:lang w:val="uk-UA"/>
        </w:rPr>
        <w:t xml:space="preserve"> </w:t>
      </w:r>
      <w:r w:rsidRPr="00E373B0">
        <w:rPr>
          <w:color w:val="000000"/>
          <w:sz w:val="28"/>
          <w:szCs w:val="28"/>
        </w:rPr>
        <w:t>було завершено до 20.09.201</w:t>
      </w:r>
      <w:r w:rsidRPr="00E373B0">
        <w:rPr>
          <w:color w:val="000000"/>
          <w:sz w:val="28"/>
          <w:szCs w:val="28"/>
          <w:lang w:val="uk-UA"/>
        </w:rPr>
        <w:t>7</w:t>
      </w:r>
      <w:r w:rsidRPr="00E373B0">
        <w:rPr>
          <w:color w:val="000000"/>
          <w:sz w:val="28"/>
          <w:szCs w:val="28"/>
        </w:rPr>
        <w:t xml:space="preserve"> року.</w:t>
      </w:r>
    </w:p>
    <w:p w:rsidR="00D624D8" w:rsidRPr="00E373B0" w:rsidRDefault="00D624D8" w:rsidP="00E373B0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E373B0">
        <w:rPr>
          <w:color w:val="000000"/>
          <w:sz w:val="28"/>
          <w:szCs w:val="28"/>
        </w:rPr>
        <w:t>Акти та паспорти</w:t>
      </w:r>
      <w:r>
        <w:rPr>
          <w:color w:val="000000"/>
          <w:sz w:val="28"/>
          <w:szCs w:val="28"/>
          <w:lang w:val="uk-UA"/>
        </w:rPr>
        <w:t xml:space="preserve"> </w:t>
      </w:r>
      <w:r w:rsidRPr="00E373B0">
        <w:rPr>
          <w:color w:val="000000"/>
          <w:sz w:val="28"/>
          <w:szCs w:val="28"/>
        </w:rPr>
        <w:t>готовності</w:t>
      </w:r>
      <w:r>
        <w:rPr>
          <w:color w:val="000000"/>
          <w:sz w:val="28"/>
          <w:szCs w:val="28"/>
          <w:lang w:val="uk-UA"/>
        </w:rPr>
        <w:t xml:space="preserve"> </w:t>
      </w:r>
      <w:r w:rsidRPr="00E373B0">
        <w:rPr>
          <w:color w:val="000000"/>
          <w:sz w:val="28"/>
          <w:szCs w:val="28"/>
        </w:rPr>
        <w:t xml:space="preserve">об’єктів до експлуатації в </w:t>
      </w:r>
      <w:r>
        <w:rPr>
          <w:color w:val="000000"/>
          <w:sz w:val="28"/>
          <w:szCs w:val="28"/>
          <w:lang w:val="uk-UA"/>
        </w:rPr>
        <w:t xml:space="preserve">                         </w:t>
      </w:r>
      <w:r w:rsidRPr="00E373B0">
        <w:rPr>
          <w:color w:val="000000"/>
          <w:sz w:val="28"/>
          <w:szCs w:val="28"/>
        </w:rPr>
        <w:t>2017-2018 навчальному</w:t>
      </w:r>
      <w:r>
        <w:rPr>
          <w:color w:val="000000"/>
          <w:sz w:val="28"/>
          <w:szCs w:val="28"/>
          <w:lang w:val="uk-UA"/>
        </w:rPr>
        <w:t xml:space="preserve"> </w:t>
      </w:r>
      <w:r w:rsidRPr="00E373B0">
        <w:rPr>
          <w:color w:val="000000"/>
          <w:sz w:val="28"/>
          <w:szCs w:val="28"/>
        </w:rPr>
        <w:t>році</w:t>
      </w:r>
      <w:r>
        <w:rPr>
          <w:color w:val="000000"/>
          <w:sz w:val="28"/>
          <w:szCs w:val="28"/>
          <w:lang w:val="uk-UA"/>
        </w:rPr>
        <w:t xml:space="preserve"> </w:t>
      </w:r>
      <w:r w:rsidRPr="00E373B0">
        <w:rPr>
          <w:color w:val="000000"/>
          <w:sz w:val="28"/>
          <w:szCs w:val="28"/>
        </w:rPr>
        <w:t>наявні</w:t>
      </w:r>
      <w:r>
        <w:rPr>
          <w:color w:val="000000"/>
          <w:sz w:val="28"/>
          <w:szCs w:val="28"/>
          <w:lang w:val="uk-UA"/>
        </w:rPr>
        <w:t xml:space="preserve"> </w:t>
      </w:r>
      <w:r w:rsidRPr="00E373B0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  <w:lang w:val="uk-UA"/>
        </w:rPr>
        <w:t xml:space="preserve"> </w:t>
      </w:r>
      <w:r w:rsidRPr="00E373B0">
        <w:rPr>
          <w:color w:val="000000"/>
          <w:sz w:val="28"/>
          <w:szCs w:val="28"/>
        </w:rPr>
        <w:t>усіх закладах освіти району.</w:t>
      </w:r>
    </w:p>
    <w:p w:rsidR="00D624D8" w:rsidRPr="00472C8B" w:rsidRDefault="00D624D8" w:rsidP="00DB0DCB">
      <w:pPr>
        <w:ind w:firstLine="709"/>
        <w:jc w:val="both"/>
        <w:rPr>
          <w:sz w:val="28"/>
          <w:szCs w:val="28"/>
        </w:rPr>
      </w:pPr>
      <w:r w:rsidRPr="00472C8B">
        <w:rPr>
          <w:sz w:val="28"/>
          <w:szCs w:val="28"/>
        </w:rPr>
        <w:t>Опалю</w:t>
      </w:r>
      <w:r>
        <w:rPr>
          <w:sz w:val="28"/>
          <w:szCs w:val="28"/>
        </w:rPr>
        <w:t>вальний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період 201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>/201</w:t>
      </w:r>
      <w:r>
        <w:rPr>
          <w:sz w:val="28"/>
          <w:szCs w:val="28"/>
          <w:lang w:val="uk-UA"/>
        </w:rPr>
        <w:t>8</w:t>
      </w:r>
      <w:r w:rsidRPr="00472C8B">
        <w:rPr>
          <w:sz w:val="28"/>
          <w:szCs w:val="28"/>
        </w:rPr>
        <w:t xml:space="preserve"> року пройшов в плановому режимі.</w:t>
      </w:r>
    </w:p>
    <w:p w:rsidR="00D624D8" w:rsidRPr="00472C8B" w:rsidRDefault="00D624D8" w:rsidP="00DB0DCB">
      <w:pPr>
        <w:jc w:val="both"/>
        <w:rPr>
          <w:sz w:val="28"/>
          <w:szCs w:val="28"/>
        </w:rPr>
      </w:pPr>
    </w:p>
    <w:p w:rsidR="00D624D8" w:rsidRDefault="00D624D8" w:rsidP="00DB0DCB">
      <w:pPr>
        <w:jc w:val="both"/>
        <w:rPr>
          <w:sz w:val="28"/>
          <w:szCs w:val="28"/>
          <w:lang w:val="uk-UA"/>
        </w:rPr>
      </w:pPr>
    </w:p>
    <w:p w:rsidR="00D624D8" w:rsidRDefault="00D624D8" w:rsidP="00DB0D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Керівник апарату</w:t>
      </w:r>
    </w:p>
    <w:p w:rsidR="00D624D8" w:rsidRPr="00944EED" w:rsidRDefault="00D624D8" w:rsidP="00DB0D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райдержадміністрації                                                                     Н.В.СКУЛЬСЬКА</w:t>
      </w:r>
    </w:p>
    <w:p w:rsidR="00D624D8" w:rsidRDefault="00D624D8" w:rsidP="00DB0DCB">
      <w:pPr>
        <w:suppressAutoHyphens/>
        <w:jc w:val="both"/>
        <w:rPr>
          <w:sz w:val="28"/>
          <w:szCs w:val="28"/>
          <w:lang w:val="uk-UA"/>
        </w:rPr>
      </w:pPr>
    </w:p>
    <w:p w:rsidR="00D624D8" w:rsidRDefault="00D624D8" w:rsidP="00DB0DCB">
      <w:pPr>
        <w:suppressAutoHyphens/>
        <w:jc w:val="both"/>
        <w:rPr>
          <w:sz w:val="28"/>
          <w:szCs w:val="28"/>
          <w:lang w:val="uk-UA"/>
        </w:rPr>
      </w:pPr>
    </w:p>
    <w:p w:rsidR="00D624D8" w:rsidRPr="00472C8B" w:rsidRDefault="00D624D8" w:rsidP="00DB0DCB">
      <w:pPr>
        <w:suppressAutoHyphens/>
        <w:jc w:val="both"/>
        <w:rPr>
          <w:sz w:val="28"/>
          <w:szCs w:val="28"/>
          <w:lang w:val="uk-UA"/>
        </w:rPr>
      </w:pPr>
      <w:r w:rsidRPr="00472C8B">
        <w:rPr>
          <w:sz w:val="28"/>
          <w:szCs w:val="28"/>
          <w:lang w:val="uk-UA"/>
        </w:rPr>
        <w:t xml:space="preserve">Начальник відділу </w:t>
      </w:r>
    </w:p>
    <w:p w:rsidR="00D624D8" w:rsidRPr="00472C8B" w:rsidRDefault="00D624D8" w:rsidP="00DB0DCB">
      <w:pPr>
        <w:suppressAutoHyphens/>
        <w:jc w:val="both"/>
        <w:rPr>
          <w:sz w:val="28"/>
          <w:szCs w:val="28"/>
          <w:lang w:val="uk-UA"/>
        </w:rPr>
      </w:pPr>
      <w:r w:rsidRPr="00472C8B">
        <w:rPr>
          <w:sz w:val="28"/>
          <w:szCs w:val="28"/>
          <w:lang w:val="uk-UA"/>
        </w:rPr>
        <w:t>освіти, молоді та спорту</w:t>
      </w:r>
    </w:p>
    <w:p w:rsidR="00D624D8" w:rsidRPr="00472C8B" w:rsidRDefault="00D624D8" w:rsidP="00DB0DCB">
      <w:pPr>
        <w:suppressAutoHyphens/>
        <w:jc w:val="both"/>
        <w:rPr>
          <w:sz w:val="28"/>
          <w:szCs w:val="28"/>
          <w:lang w:val="uk-UA"/>
        </w:rPr>
      </w:pPr>
      <w:r w:rsidRPr="00472C8B">
        <w:rPr>
          <w:sz w:val="28"/>
          <w:szCs w:val="28"/>
          <w:lang w:val="uk-UA"/>
        </w:rPr>
        <w:t xml:space="preserve">райдержадміністрації                                 </w:t>
      </w:r>
      <w:r>
        <w:rPr>
          <w:sz w:val="28"/>
          <w:szCs w:val="28"/>
          <w:lang w:val="uk-UA"/>
        </w:rPr>
        <w:t xml:space="preserve">    </w:t>
      </w:r>
      <w:r w:rsidRPr="00472C8B">
        <w:rPr>
          <w:sz w:val="28"/>
          <w:szCs w:val="28"/>
          <w:lang w:val="uk-UA"/>
        </w:rPr>
        <w:t xml:space="preserve">                                В.М.МАЦІЮК</w:t>
      </w:r>
    </w:p>
    <w:sectPr w:rsidR="00D624D8" w:rsidRPr="00472C8B" w:rsidSect="001E24EF">
      <w:headerReference w:type="even" r:id="rId8"/>
      <w:pgSz w:w="11909" w:h="16834" w:code="9"/>
      <w:pgMar w:top="1134" w:right="567" w:bottom="1418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24D8" w:rsidRDefault="00D624D8">
      <w:r>
        <w:separator/>
      </w:r>
    </w:p>
  </w:endnote>
  <w:endnote w:type="continuationSeparator" w:id="1">
    <w:p w:rsidR="00D624D8" w:rsidRDefault="00D624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24D8" w:rsidRDefault="00D624D8">
      <w:r>
        <w:separator/>
      </w:r>
    </w:p>
  </w:footnote>
  <w:footnote w:type="continuationSeparator" w:id="1">
    <w:p w:rsidR="00D624D8" w:rsidRDefault="00D624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4D8" w:rsidRDefault="00D624D8" w:rsidP="002E011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624D8" w:rsidRDefault="00D624D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0DCB"/>
    <w:rsid w:val="0000009D"/>
    <w:rsid w:val="00000F3C"/>
    <w:rsid w:val="000013D6"/>
    <w:rsid w:val="0000148E"/>
    <w:rsid w:val="0000151E"/>
    <w:rsid w:val="000016CB"/>
    <w:rsid w:val="00001969"/>
    <w:rsid w:val="000024BC"/>
    <w:rsid w:val="000025C0"/>
    <w:rsid w:val="00002B59"/>
    <w:rsid w:val="00002FD8"/>
    <w:rsid w:val="000038DD"/>
    <w:rsid w:val="00006C64"/>
    <w:rsid w:val="000076A8"/>
    <w:rsid w:val="00007946"/>
    <w:rsid w:val="00007EAF"/>
    <w:rsid w:val="000100C6"/>
    <w:rsid w:val="000101BB"/>
    <w:rsid w:val="00010C1A"/>
    <w:rsid w:val="00010D15"/>
    <w:rsid w:val="0001183F"/>
    <w:rsid w:val="00012050"/>
    <w:rsid w:val="000124D8"/>
    <w:rsid w:val="00012D19"/>
    <w:rsid w:val="00013476"/>
    <w:rsid w:val="00013653"/>
    <w:rsid w:val="00013678"/>
    <w:rsid w:val="00013F3C"/>
    <w:rsid w:val="000142C6"/>
    <w:rsid w:val="0001452E"/>
    <w:rsid w:val="00014629"/>
    <w:rsid w:val="000147A0"/>
    <w:rsid w:val="000147A8"/>
    <w:rsid w:val="00014D75"/>
    <w:rsid w:val="00014E20"/>
    <w:rsid w:val="0001546D"/>
    <w:rsid w:val="00015E69"/>
    <w:rsid w:val="000165D1"/>
    <w:rsid w:val="00016C5C"/>
    <w:rsid w:val="00016EC2"/>
    <w:rsid w:val="00016FEF"/>
    <w:rsid w:val="000176D0"/>
    <w:rsid w:val="0001772C"/>
    <w:rsid w:val="00017A45"/>
    <w:rsid w:val="00017E29"/>
    <w:rsid w:val="000201D1"/>
    <w:rsid w:val="000203C6"/>
    <w:rsid w:val="00020880"/>
    <w:rsid w:val="00020DB9"/>
    <w:rsid w:val="00020DEE"/>
    <w:rsid w:val="0002114B"/>
    <w:rsid w:val="0002178D"/>
    <w:rsid w:val="000217CF"/>
    <w:rsid w:val="00021B7B"/>
    <w:rsid w:val="00021E81"/>
    <w:rsid w:val="000221BD"/>
    <w:rsid w:val="00022930"/>
    <w:rsid w:val="00022A46"/>
    <w:rsid w:val="00022D6D"/>
    <w:rsid w:val="00022E09"/>
    <w:rsid w:val="00023026"/>
    <w:rsid w:val="00023F50"/>
    <w:rsid w:val="00026C63"/>
    <w:rsid w:val="00027735"/>
    <w:rsid w:val="00027DE1"/>
    <w:rsid w:val="00027FB6"/>
    <w:rsid w:val="000309DF"/>
    <w:rsid w:val="00031DA5"/>
    <w:rsid w:val="00031F1B"/>
    <w:rsid w:val="00031F3E"/>
    <w:rsid w:val="00031FBF"/>
    <w:rsid w:val="000322B0"/>
    <w:rsid w:val="0003230F"/>
    <w:rsid w:val="000325F7"/>
    <w:rsid w:val="00032B33"/>
    <w:rsid w:val="00033631"/>
    <w:rsid w:val="000336B5"/>
    <w:rsid w:val="00033A6F"/>
    <w:rsid w:val="00034460"/>
    <w:rsid w:val="00034684"/>
    <w:rsid w:val="00034A4B"/>
    <w:rsid w:val="00034CAE"/>
    <w:rsid w:val="000353DE"/>
    <w:rsid w:val="0003583E"/>
    <w:rsid w:val="000360F1"/>
    <w:rsid w:val="00036362"/>
    <w:rsid w:val="000366B8"/>
    <w:rsid w:val="000366F5"/>
    <w:rsid w:val="00036BA9"/>
    <w:rsid w:val="00036C99"/>
    <w:rsid w:val="00036FD0"/>
    <w:rsid w:val="00040DF9"/>
    <w:rsid w:val="0004150E"/>
    <w:rsid w:val="000415C1"/>
    <w:rsid w:val="0004184C"/>
    <w:rsid w:val="00041F96"/>
    <w:rsid w:val="000423BC"/>
    <w:rsid w:val="000424EA"/>
    <w:rsid w:val="0004288C"/>
    <w:rsid w:val="000435E7"/>
    <w:rsid w:val="00043689"/>
    <w:rsid w:val="000437EF"/>
    <w:rsid w:val="00043B08"/>
    <w:rsid w:val="00044AAC"/>
    <w:rsid w:val="00044ACD"/>
    <w:rsid w:val="00044BE7"/>
    <w:rsid w:val="00044DF4"/>
    <w:rsid w:val="00045369"/>
    <w:rsid w:val="00045D0E"/>
    <w:rsid w:val="00045F04"/>
    <w:rsid w:val="00047582"/>
    <w:rsid w:val="00047DE9"/>
    <w:rsid w:val="00047FCD"/>
    <w:rsid w:val="0005006E"/>
    <w:rsid w:val="0005027B"/>
    <w:rsid w:val="000507F0"/>
    <w:rsid w:val="0005084F"/>
    <w:rsid w:val="00051B78"/>
    <w:rsid w:val="00052445"/>
    <w:rsid w:val="00052E6B"/>
    <w:rsid w:val="000538A7"/>
    <w:rsid w:val="000539A6"/>
    <w:rsid w:val="00054530"/>
    <w:rsid w:val="00054763"/>
    <w:rsid w:val="0005535A"/>
    <w:rsid w:val="0005546D"/>
    <w:rsid w:val="0005613F"/>
    <w:rsid w:val="000567C8"/>
    <w:rsid w:val="00056A5B"/>
    <w:rsid w:val="00060197"/>
    <w:rsid w:val="000608D2"/>
    <w:rsid w:val="000609DF"/>
    <w:rsid w:val="00060B7C"/>
    <w:rsid w:val="00060D8F"/>
    <w:rsid w:val="0006219E"/>
    <w:rsid w:val="00062D5A"/>
    <w:rsid w:val="000632CE"/>
    <w:rsid w:val="000633E0"/>
    <w:rsid w:val="0006397A"/>
    <w:rsid w:val="00063B49"/>
    <w:rsid w:val="0006421B"/>
    <w:rsid w:val="00064A24"/>
    <w:rsid w:val="000655E0"/>
    <w:rsid w:val="00065F20"/>
    <w:rsid w:val="000660E1"/>
    <w:rsid w:val="00066408"/>
    <w:rsid w:val="0006648E"/>
    <w:rsid w:val="000669D0"/>
    <w:rsid w:val="00066B44"/>
    <w:rsid w:val="00067044"/>
    <w:rsid w:val="00067471"/>
    <w:rsid w:val="00067986"/>
    <w:rsid w:val="00067DE7"/>
    <w:rsid w:val="00070098"/>
    <w:rsid w:val="000709F7"/>
    <w:rsid w:val="00070E26"/>
    <w:rsid w:val="0007125A"/>
    <w:rsid w:val="00071C3A"/>
    <w:rsid w:val="000720D8"/>
    <w:rsid w:val="00072132"/>
    <w:rsid w:val="0007226E"/>
    <w:rsid w:val="000722BE"/>
    <w:rsid w:val="00072460"/>
    <w:rsid w:val="000738DC"/>
    <w:rsid w:val="00073AD9"/>
    <w:rsid w:val="00073E9F"/>
    <w:rsid w:val="00073F0E"/>
    <w:rsid w:val="000741AD"/>
    <w:rsid w:val="00074E42"/>
    <w:rsid w:val="00074FC2"/>
    <w:rsid w:val="000750AF"/>
    <w:rsid w:val="00075540"/>
    <w:rsid w:val="00075B07"/>
    <w:rsid w:val="000763E8"/>
    <w:rsid w:val="0007687A"/>
    <w:rsid w:val="00076AF0"/>
    <w:rsid w:val="00076CF8"/>
    <w:rsid w:val="00076E80"/>
    <w:rsid w:val="00077550"/>
    <w:rsid w:val="00077B44"/>
    <w:rsid w:val="00077B52"/>
    <w:rsid w:val="00077D5A"/>
    <w:rsid w:val="0008024D"/>
    <w:rsid w:val="000802AC"/>
    <w:rsid w:val="00080424"/>
    <w:rsid w:val="00080C59"/>
    <w:rsid w:val="00081540"/>
    <w:rsid w:val="00081602"/>
    <w:rsid w:val="000820B9"/>
    <w:rsid w:val="00082919"/>
    <w:rsid w:val="00083471"/>
    <w:rsid w:val="000838B6"/>
    <w:rsid w:val="00083ED2"/>
    <w:rsid w:val="00084496"/>
    <w:rsid w:val="00084655"/>
    <w:rsid w:val="00084742"/>
    <w:rsid w:val="0008553C"/>
    <w:rsid w:val="000857D1"/>
    <w:rsid w:val="00086017"/>
    <w:rsid w:val="000863FD"/>
    <w:rsid w:val="0008645F"/>
    <w:rsid w:val="00086501"/>
    <w:rsid w:val="000866B4"/>
    <w:rsid w:val="000866F3"/>
    <w:rsid w:val="00086DD8"/>
    <w:rsid w:val="00086E75"/>
    <w:rsid w:val="00086FCB"/>
    <w:rsid w:val="00087709"/>
    <w:rsid w:val="00087824"/>
    <w:rsid w:val="00087A4C"/>
    <w:rsid w:val="000900E3"/>
    <w:rsid w:val="00090553"/>
    <w:rsid w:val="00090C42"/>
    <w:rsid w:val="000913B7"/>
    <w:rsid w:val="00091C61"/>
    <w:rsid w:val="000926A8"/>
    <w:rsid w:val="00092779"/>
    <w:rsid w:val="0009277C"/>
    <w:rsid w:val="00093C94"/>
    <w:rsid w:val="00093E5C"/>
    <w:rsid w:val="00094009"/>
    <w:rsid w:val="000948BE"/>
    <w:rsid w:val="00094D99"/>
    <w:rsid w:val="00094E91"/>
    <w:rsid w:val="00095F69"/>
    <w:rsid w:val="000963C7"/>
    <w:rsid w:val="000964B0"/>
    <w:rsid w:val="00096A33"/>
    <w:rsid w:val="00096A64"/>
    <w:rsid w:val="00096F29"/>
    <w:rsid w:val="00097710"/>
    <w:rsid w:val="000A0B53"/>
    <w:rsid w:val="000A0B9C"/>
    <w:rsid w:val="000A0FA3"/>
    <w:rsid w:val="000A1AD6"/>
    <w:rsid w:val="000A23E4"/>
    <w:rsid w:val="000A2B0F"/>
    <w:rsid w:val="000A3801"/>
    <w:rsid w:val="000A428B"/>
    <w:rsid w:val="000A4CC4"/>
    <w:rsid w:val="000A5B5B"/>
    <w:rsid w:val="000A66E1"/>
    <w:rsid w:val="000A6742"/>
    <w:rsid w:val="000A6C9C"/>
    <w:rsid w:val="000A7324"/>
    <w:rsid w:val="000A7BA2"/>
    <w:rsid w:val="000A7F45"/>
    <w:rsid w:val="000A7F9B"/>
    <w:rsid w:val="000B26D9"/>
    <w:rsid w:val="000B2815"/>
    <w:rsid w:val="000B29A9"/>
    <w:rsid w:val="000B2C71"/>
    <w:rsid w:val="000B3959"/>
    <w:rsid w:val="000B3B4A"/>
    <w:rsid w:val="000B3BFA"/>
    <w:rsid w:val="000B4026"/>
    <w:rsid w:val="000B42B1"/>
    <w:rsid w:val="000B430B"/>
    <w:rsid w:val="000B4AFD"/>
    <w:rsid w:val="000B4D3B"/>
    <w:rsid w:val="000B501E"/>
    <w:rsid w:val="000B5800"/>
    <w:rsid w:val="000B6BC9"/>
    <w:rsid w:val="000B6D5C"/>
    <w:rsid w:val="000B7388"/>
    <w:rsid w:val="000B7723"/>
    <w:rsid w:val="000B7A16"/>
    <w:rsid w:val="000C0079"/>
    <w:rsid w:val="000C103C"/>
    <w:rsid w:val="000C2033"/>
    <w:rsid w:val="000C27B8"/>
    <w:rsid w:val="000C2EB5"/>
    <w:rsid w:val="000C3C70"/>
    <w:rsid w:val="000C4335"/>
    <w:rsid w:val="000C474B"/>
    <w:rsid w:val="000C4759"/>
    <w:rsid w:val="000C52A3"/>
    <w:rsid w:val="000C568C"/>
    <w:rsid w:val="000C5DE8"/>
    <w:rsid w:val="000C6DE9"/>
    <w:rsid w:val="000C78E0"/>
    <w:rsid w:val="000C7988"/>
    <w:rsid w:val="000C7F8F"/>
    <w:rsid w:val="000D0B5C"/>
    <w:rsid w:val="000D1241"/>
    <w:rsid w:val="000D17A3"/>
    <w:rsid w:val="000D18DB"/>
    <w:rsid w:val="000D22FC"/>
    <w:rsid w:val="000D2346"/>
    <w:rsid w:val="000D27E0"/>
    <w:rsid w:val="000D284A"/>
    <w:rsid w:val="000D30F7"/>
    <w:rsid w:val="000D32EE"/>
    <w:rsid w:val="000D343F"/>
    <w:rsid w:val="000D399A"/>
    <w:rsid w:val="000D3A14"/>
    <w:rsid w:val="000D4B10"/>
    <w:rsid w:val="000D514F"/>
    <w:rsid w:val="000D57E7"/>
    <w:rsid w:val="000D6877"/>
    <w:rsid w:val="000D6DFF"/>
    <w:rsid w:val="000D760E"/>
    <w:rsid w:val="000D7832"/>
    <w:rsid w:val="000D7C63"/>
    <w:rsid w:val="000D7E0B"/>
    <w:rsid w:val="000E067F"/>
    <w:rsid w:val="000E075F"/>
    <w:rsid w:val="000E0941"/>
    <w:rsid w:val="000E098C"/>
    <w:rsid w:val="000E1094"/>
    <w:rsid w:val="000E1155"/>
    <w:rsid w:val="000E2AB9"/>
    <w:rsid w:val="000E305F"/>
    <w:rsid w:val="000E3A56"/>
    <w:rsid w:val="000E3BA3"/>
    <w:rsid w:val="000E3D19"/>
    <w:rsid w:val="000E3EEE"/>
    <w:rsid w:val="000E4962"/>
    <w:rsid w:val="000E4BAB"/>
    <w:rsid w:val="000E4D2F"/>
    <w:rsid w:val="000E54A0"/>
    <w:rsid w:val="000E5806"/>
    <w:rsid w:val="000E59D7"/>
    <w:rsid w:val="000E5A7D"/>
    <w:rsid w:val="000E5DDE"/>
    <w:rsid w:val="000E61F9"/>
    <w:rsid w:val="000E6432"/>
    <w:rsid w:val="000E6B0B"/>
    <w:rsid w:val="000E75D2"/>
    <w:rsid w:val="000E7E46"/>
    <w:rsid w:val="000F093C"/>
    <w:rsid w:val="000F0E6E"/>
    <w:rsid w:val="000F0E87"/>
    <w:rsid w:val="000F125A"/>
    <w:rsid w:val="000F146E"/>
    <w:rsid w:val="000F1D47"/>
    <w:rsid w:val="000F324F"/>
    <w:rsid w:val="000F3842"/>
    <w:rsid w:val="000F4895"/>
    <w:rsid w:val="000F5AA5"/>
    <w:rsid w:val="000F5CD2"/>
    <w:rsid w:val="000F6863"/>
    <w:rsid w:val="000F6874"/>
    <w:rsid w:val="000F6965"/>
    <w:rsid w:val="000F73A3"/>
    <w:rsid w:val="0010042E"/>
    <w:rsid w:val="00101062"/>
    <w:rsid w:val="0010149F"/>
    <w:rsid w:val="00101552"/>
    <w:rsid w:val="00101E83"/>
    <w:rsid w:val="00102223"/>
    <w:rsid w:val="00102668"/>
    <w:rsid w:val="001026C8"/>
    <w:rsid w:val="00102891"/>
    <w:rsid w:val="001043A3"/>
    <w:rsid w:val="00104771"/>
    <w:rsid w:val="001054C6"/>
    <w:rsid w:val="00105584"/>
    <w:rsid w:val="00105EA0"/>
    <w:rsid w:val="001061F1"/>
    <w:rsid w:val="00106261"/>
    <w:rsid w:val="001064E1"/>
    <w:rsid w:val="00106854"/>
    <w:rsid w:val="00106EE2"/>
    <w:rsid w:val="00107186"/>
    <w:rsid w:val="001105CA"/>
    <w:rsid w:val="00110648"/>
    <w:rsid w:val="00112B26"/>
    <w:rsid w:val="00113E42"/>
    <w:rsid w:val="001142A5"/>
    <w:rsid w:val="0011449E"/>
    <w:rsid w:val="001144D3"/>
    <w:rsid w:val="00114CEF"/>
    <w:rsid w:val="001153A4"/>
    <w:rsid w:val="001155A6"/>
    <w:rsid w:val="0011598A"/>
    <w:rsid w:val="00115F72"/>
    <w:rsid w:val="001162B0"/>
    <w:rsid w:val="00116989"/>
    <w:rsid w:val="00116E12"/>
    <w:rsid w:val="001171E6"/>
    <w:rsid w:val="00117600"/>
    <w:rsid w:val="0012037C"/>
    <w:rsid w:val="00120A08"/>
    <w:rsid w:val="00120D1F"/>
    <w:rsid w:val="001213ED"/>
    <w:rsid w:val="001219D3"/>
    <w:rsid w:val="00121F82"/>
    <w:rsid w:val="0012272D"/>
    <w:rsid w:val="00122FB1"/>
    <w:rsid w:val="001235A3"/>
    <w:rsid w:val="001237C7"/>
    <w:rsid w:val="00124370"/>
    <w:rsid w:val="00124644"/>
    <w:rsid w:val="00124B72"/>
    <w:rsid w:val="00124C7A"/>
    <w:rsid w:val="00125AF7"/>
    <w:rsid w:val="00126121"/>
    <w:rsid w:val="00126BCF"/>
    <w:rsid w:val="00126C6A"/>
    <w:rsid w:val="001274FB"/>
    <w:rsid w:val="00127834"/>
    <w:rsid w:val="00130728"/>
    <w:rsid w:val="001310D9"/>
    <w:rsid w:val="0013169F"/>
    <w:rsid w:val="00131B02"/>
    <w:rsid w:val="0013234C"/>
    <w:rsid w:val="00132A23"/>
    <w:rsid w:val="00132CA2"/>
    <w:rsid w:val="00133090"/>
    <w:rsid w:val="00133758"/>
    <w:rsid w:val="00133AF4"/>
    <w:rsid w:val="00133DF5"/>
    <w:rsid w:val="0013513A"/>
    <w:rsid w:val="001359FD"/>
    <w:rsid w:val="00136B0A"/>
    <w:rsid w:val="00137425"/>
    <w:rsid w:val="00137AE8"/>
    <w:rsid w:val="00137E95"/>
    <w:rsid w:val="001409CA"/>
    <w:rsid w:val="00140BC0"/>
    <w:rsid w:val="00140F40"/>
    <w:rsid w:val="001418C8"/>
    <w:rsid w:val="0014198F"/>
    <w:rsid w:val="00141D6D"/>
    <w:rsid w:val="001420E9"/>
    <w:rsid w:val="00142163"/>
    <w:rsid w:val="00142398"/>
    <w:rsid w:val="001425CC"/>
    <w:rsid w:val="00142D61"/>
    <w:rsid w:val="001440F4"/>
    <w:rsid w:val="00144302"/>
    <w:rsid w:val="00145228"/>
    <w:rsid w:val="001453D6"/>
    <w:rsid w:val="00145482"/>
    <w:rsid w:val="00145511"/>
    <w:rsid w:val="00145D93"/>
    <w:rsid w:val="00145E1E"/>
    <w:rsid w:val="00146131"/>
    <w:rsid w:val="0014638E"/>
    <w:rsid w:val="0014720E"/>
    <w:rsid w:val="0014740C"/>
    <w:rsid w:val="00147711"/>
    <w:rsid w:val="0014790E"/>
    <w:rsid w:val="001504D9"/>
    <w:rsid w:val="00150C37"/>
    <w:rsid w:val="00150FE0"/>
    <w:rsid w:val="00151470"/>
    <w:rsid w:val="0015153F"/>
    <w:rsid w:val="001515FE"/>
    <w:rsid w:val="00151666"/>
    <w:rsid w:val="0015167C"/>
    <w:rsid w:val="001517BD"/>
    <w:rsid w:val="001518AD"/>
    <w:rsid w:val="001537EB"/>
    <w:rsid w:val="001540B4"/>
    <w:rsid w:val="00154429"/>
    <w:rsid w:val="0015449E"/>
    <w:rsid w:val="00154A2E"/>
    <w:rsid w:val="00155090"/>
    <w:rsid w:val="001551D6"/>
    <w:rsid w:val="00155D7F"/>
    <w:rsid w:val="00155D88"/>
    <w:rsid w:val="00155FD6"/>
    <w:rsid w:val="001571B4"/>
    <w:rsid w:val="0015773C"/>
    <w:rsid w:val="0015776D"/>
    <w:rsid w:val="00160A91"/>
    <w:rsid w:val="001623E8"/>
    <w:rsid w:val="00162F11"/>
    <w:rsid w:val="0016322A"/>
    <w:rsid w:val="0016345F"/>
    <w:rsid w:val="0016366B"/>
    <w:rsid w:val="00163A83"/>
    <w:rsid w:val="00164844"/>
    <w:rsid w:val="0016545F"/>
    <w:rsid w:val="0016595B"/>
    <w:rsid w:val="00165CD0"/>
    <w:rsid w:val="00166277"/>
    <w:rsid w:val="0016639E"/>
    <w:rsid w:val="001663CB"/>
    <w:rsid w:val="00166603"/>
    <w:rsid w:val="00166E26"/>
    <w:rsid w:val="0016710C"/>
    <w:rsid w:val="0016752C"/>
    <w:rsid w:val="00167605"/>
    <w:rsid w:val="00170423"/>
    <w:rsid w:val="0017042B"/>
    <w:rsid w:val="00170443"/>
    <w:rsid w:val="00170EA1"/>
    <w:rsid w:val="001710A3"/>
    <w:rsid w:val="001712EE"/>
    <w:rsid w:val="00171313"/>
    <w:rsid w:val="00171933"/>
    <w:rsid w:val="001728AE"/>
    <w:rsid w:val="00172A20"/>
    <w:rsid w:val="001732D1"/>
    <w:rsid w:val="001738BB"/>
    <w:rsid w:val="00173A98"/>
    <w:rsid w:val="00173A9A"/>
    <w:rsid w:val="00173DCE"/>
    <w:rsid w:val="00174236"/>
    <w:rsid w:val="00174486"/>
    <w:rsid w:val="001747CA"/>
    <w:rsid w:val="00174E35"/>
    <w:rsid w:val="001755DB"/>
    <w:rsid w:val="00175696"/>
    <w:rsid w:val="00175B3B"/>
    <w:rsid w:val="00175F06"/>
    <w:rsid w:val="00176507"/>
    <w:rsid w:val="001770B8"/>
    <w:rsid w:val="001773D8"/>
    <w:rsid w:val="00177809"/>
    <w:rsid w:val="001778A1"/>
    <w:rsid w:val="00177C50"/>
    <w:rsid w:val="001800C6"/>
    <w:rsid w:val="0018020E"/>
    <w:rsid w:val="001811F8"/>
    <w:rsid w:val="00181602"/>
    <w:rsid w:val="001818E4"/>
    <w:rsid w:val="0018244C"/>
    <w:rsid w:val="00182B68"/>
    <w:rsid w:val="00182BAF"/>
    <w:rsid w:val="0018338F"/>
    <w:rsid w:val="001837D3"/>
    <w:rsid w:val="00183E1B"/>
    <w:rsid w:val="00184A90"/>
    <w:rsid w:val="00184CCE"/>
    <w:rsid w:val="001851CA"/>
    <w:rsid w:val="00185BA8"/>
    <w:rsid w:val="00186429"/>
    <w:rsid w:val="00186D72"/>
    <w:rsid w:val="00186FE6"/>
    <w:rsid w:val="001872C2"/>
    <w:rsid w:val="00187412"/>
    <w:rsid w:val="00187A49"/>
    <w:rsid w:val="001900B2"/>
    <w:rsid w:val="001904ED"/>
    <w:rsid w:val="00190879"/>
    <w:rsid w:val="00190C37"/>
    <w:rsid w:val="00190E5B"/>
    <w:rsid w:val="00190E67"/>
    <w:rsid w:val="0019160B"/>
    <w:rsid w:val="0019174F"/>
    <w:rsid w:val="0019192D"/>
    <w:rsid w:val="00191D77"/>
    <w:rsid w:val="001920F2"/>
    <w:rsid w:val="001933B4"/>
    <w:rsid w:val="00193E70"/>
    <w:rsid w:val="00194101"/>
    <w:rsid w:val="00194262"/>
    <w:rsid w:val="00194789"/>
    <w:rsid w:val="001947E9"/>
    <w:rsid w:val="001949AE"/>
    <w:rsid w:val="00194F9A"/>
    <w:rsid w:val="001953D7"/>
    <w:rsid w:val="001958E6"/>
    <w:rsid w:val="00195EE3"/>
    <w:rsid w:val="001968C7"/>
    <w:rsid w:val="00197175"/>
    <w:rsid w:val="00197580"/>
    <w:rsid w:val="0019767D"/>
    <w:rsid w:val="001A02C2"/>
    <w:rsid w:val="001A03C3"/>
    <w:rsid w:val="001A0F03"/>
    <w:rsid w:val="001A2F16"/>
    <w:rsid w:val="001A39DC"/>
    <w:rsid w:val="001A48D3"/>
    <w:rsid w:val="001A514D"/>
    <w:rsid w:val="001A6162"/>
    <w:rsid w:val="001A61AB"/>
    <w:rsid w:val="001A62E0"/>
    <w:rsid w:val="001A67F6"/>
    <w:rsid w:val="001A6AE2"/>
    <w:rsid w:val="001A7547"/>
    <w:rsid w:val="001A7594"/>
    <w:rsid w:val="001A7625"/>
    <w:rsid w:val="001A784E"/>
    <w:rsid w:val="001A7E66"/>
    <w:rsid w:val="001B0802"/>
    <w:rsid w:val="001B264F"/>
    <w:rsid w:val="001B3251"/>
    <w:rsid w:val="001B3277"/>
    <w:rsid w:val="001B36E5"/>
    <w:rsid w:val="001B3AB4"/>
    <w:rsid w:val="001B4232"/>
    <w:rsid w:val="001B48AD"/>
    <w:rsid w:val="001B4E03"/>
    <w:rsid w:val="001B54B0"/>
    <w:rsid w:val="001B5825"/>
    <w:rsid w:val="001B58E0"/>
    <w:rsid w:val="001B59AA"/>
    <w:rsid w:val="001B5C15"/>
    <w:rsid w:val="001B6295"/>
    <w:rsid w:val="001B64F3"/>
    <w:rsid w:val="001B6DEB"/>
    <w:rsid w:val="001B72E8"/>
    <w:rsid w:val="001B7C17"/>
    <w:rsid w:val="001C04C6"/>
    <w:rsid w:val="001C16EE"/>
    <w:rsid w:val="001C2B7C"/>
    <w:rsid w:val="001C2D7E"/>
    <w:rsid w:val="001C2F44"/>
    <w:rsid w:val="001C358F"/>
    <w:rsid w:val="001C3AFB"/>
    <w:rsid w:val="001C426A"/>
    <w:rsid w:val="001C42C7"/>
    <w:rsid w:val="001C43A7"/>
    <w:rsid w:val="001C4584"/>
    <w:rsid w:val="001C4834"/>
    <w:rsid w:val="001C4AC4"/>
    <w:rsid w:val="001C4D9A"/>
    <w:rsid w:val="001C52C9"/>
    <w:rsid w:val="001C6D57"/>
    <w:rsid w:val="001C6E6C"/>
    <w:rsid w:val="001C73FA"/>
    <w:rsid w:val="001D0057"/>
    <w:rsid w:val="001D07C9"/>
    <w:rsid w:val="001D17AA"/>
    <w:rsid w:val="001D2552"/>
    <w:rsid w:val="001D260C"/>
    <w:rsid w:val="001D31E9"/>
    <w:rsid w:val="001D32F8"/>
    <w:rsid w:val="001D3457"/>
    <w:rsid w:val="001D4086"/>
    <w:rsid w:val="001D43B9"/>
    <w:rsid w:val="001D4BB5"/>
    <w:rsid w:val="001D57C9"/>
    <w:rsid w:val="001D595F"/>
    <w:rsid w:val="001D6875"/>
    <w:rsid w:val="001D6FD6"/>
    <w:rsid w:val="001E0D41"/>
    <w:rsid w:val="001E1542"/>
    <w:rsid w:val="001E1781"/>
    <w:rsid w:val="001E24EF"/>
    <w:rsid w:val="001E299F"/>
    <w:rsid w:val="001E29D9"/>
    <w:rsid w:val="001E2EB1"/>
    <w:rsid w:val="001E2FE0"/>
    <w:rsid w:val="001E3C67"/>
    <w:rsid w:val="001E3F9A"/>
    <w:rsid w:val="001E4829"/>
    <w:rsid w:val="001E4961"/>
    <w:rsid w:val="001E49F6"/>
    <w:rsid w:val="001E5F17"/>
    <w:rsid w:val="001E7005"/>
    <w:rsid w:val="001E73C9"/>
    <w:rsid w:val="001E7B5E"/>
    <w:rsid w:val="001E7BF8"/>
    <w:rsid w:val="001F0187"/>
    <w:rsid w:val="001F06C2"/>
    <w:rsid w:val="001F08AF"/>
    <w:rsid w:val="001F0B8B"/>
    <w:rsid w:val="001F103D"/>
    <w:rsid w:val="001F128D"/>
    <w:rsid w:val="001F1621"/>
    <w:rsid w:val="001F22E6"/>
    <w:rsid w:val="001F2679"/>
    <w:rsid w:val="001F2B20"/>
    <w:rsid w:val="001F3AD6"/>
    <w:rsid w:val="001F41D4"/>
    <w:rsid w:val="001F4F75"/>
    <w:rsid w:val="001F57C2"/>
    <w:rsid w:val="001F620F"/>
    <w:rsid w:val="001F62F4"/>
    <w:rsid w:val="001F6A02"/>
    <w:rsid w:val="001F6AA0"/>
    <w:rsid w:val="001F7301"/>
    <w:rsid w:val="001F7545"/>
    <w:rsid w:val="001F7EF8"/>
    <w:rsid w:val="002001CD"/>
    <w:rsid w:val="002003B2"/>
    <w:rsid w:val="00200811"/>
    <w:rsid w:val="00200D3E"/>
    <w:rsid w:val="00200D75"/>
    <w:rsid w:val="00201412"/>
    <w:rsid w:val="00201AB3"/>
    <w:rsid w:val="00202970"/>
    <w:rsid w:val="00202B35"/>
    <w:rsid w:val="002032D8"/>
    <w:rsid w:val="00203B4C"/>
    <w:rsid w:val="00204801"/>
    <w:rsid w:val="002049F0"/>
    <w:rsid w:val="00204A2A"/>
    <w:rsid w:val="00205746"/>
    <w:rsid w:val="00205B49"/>
    <w:rsid w:val="00205D22"/>
    <w:rsid w:val="00206291"/>
    <w:rsid w:val="0020696C"/>
    <w:rsid w:val="002069F2"/>
    <w:rsid w:val="00206E80"/>
    <w:rsid w:val="0021143E"/>
    <w:rsid w:val="0021162A"/>
    <w:rsid w:val="00211C10"/>
    <w:rsid w:val="00211CB6"/>
    <w:rsid w:val="0021202F"/>
    <w:rsid w:val="00212654"/>
    <w:rsid w:val="00213398"/>
    <w:rsid w:val="0021396F"/>
    <w:rsid w:val="00213D73"/>
    <w:rsid w:val="00213DA7"/>
    <w:rsid w:val="00213FEE"/>
    <w:rsid w:val="002147C6"/>
    <w:rsid w:val="002152BA"/>
    <w:rsid w:val="00215688"/>
    <w:rsid w:val="00215C2A"/>
    <w:rsid w:val="00215ED6"/>
    <w:rsid w:val="00216A43"/>
    <w:rsid w:val="00216B55"/>
    <w:rsid w:val="0021738A"/>
    <w:rsid w:val="002175BB"/>
    <w:rsid w:val="002178AC"/>
    <w:rsid w:val="00217E26"/>
    <w:rsid w:val="0022005C"/>
    <w:rsid w:val="00220447"/>
    <w:rsid w:val="0022101C"/>
    <w:rsid w:val="002210AE"/>
    <w:rsid w:val="00221699"/>
    <w:rsid w:val="00221ADC"/>
    <w:rsid w:val="00221D5E"/>
    <w:rsid w:val="00221E74"/>
    <w:rsid w:val="00221FE3"/>
    <w:rsid w:val="00222275"/>
    <w:rsid w:val="0022277F"/>
    <w:rsid w:val="00222BC3"/>
    <w:rsid w:val="00222BF6"/>
    <w:rsid w:val="002230B2"/>
    <w:rsid w:val="002239B4"/>
    <w:rsid w:val="00223F8F"/>
    <w:rsid w:val="00224565"/>
    <w:rsid w:val="00226932"/>
    <w:rsid w:val="0022708E"/>
    <w:rsid w:val="00227278"/>
    <w:rsid w:val="00227449"/>
    <w:rsid w:val="0022786D"/>
    <w:rsid w:val="00227E10"/>
    <w:rsid w:val="00230974"/>
    <w:rsid w:val="00230A1D"/>
    <w:rsid w:val="00230D50"/>
    <w:rsid w:val="002310B5"/>
    <w:rsid w:val="002313E5"/>
    <w:rsid w:val="002318B1"/>
    <w:rsid w:val="00231C08"/>
    <w:rsid w:val="00231C63"/>
    <w:rsid w:val="0023202F"/>
    <w:rsid w:val="002324BF"/>
    <w:rsid w:val="002334DB"/>
    <w:rsid w:val="00233B64"/>
    <w:rsid w:val="00234506"/>
    <w:rsid w:val="0023528C"/>
    <w:rsid w:val="002356F4"/>
    <w:rsid w:val="00235D5F"/>
    <w:rsid w:val="00236278"/>
    <w:rsid w:val="00236A5F"/>
    <w:rsid w:val="00236BDC"/>
    <w:rsid w:val="00236EEF"/>
    <w:rsid w:val="00237136"/>
    <w:rsid w:val="00237742"/>
    <w:rsid w:val="00237D9B"/>
    <w:rsid w:val="00237EE3"/>
    <w:rsid w:val="00240038"/>
    <w:rsid w:val="002409B2"/>
    <w:rsid w:val="00240DA8"/>
    <w:rsid w:val="00240FF3"/>
    <w:rsid w:val="0024191F"/>
    <w:rsid w:val="002438A1"/>
    <w:rsid w:val="00243FFE"/>
    <w:rsid w:val="00244125"/>
    <w:rsid w:val="002448C6"/>
    <w:rsid w:val="00244E4E"/>
    <w:rsid w:val="00245F50"/>
    <w:rsid w:val="00246A7B"/>
    <w:rsid w:val="0024716C"/>
    <w:rsid w:val="0024771E"/>
    <w:rsid w:val="002479CA"/>
    <w:rsid w:val="00247B25"/>
    <w:rsid w:val="00247EEF"/>
    <w:rsid w:val="002503C3"/>
    <w:rsid w:val="00250827"/>
    <w:rsid w:val="00250A85"/>
    <w:rsid w:val="00250B4D"/>
    <w:rsid w:val="002512C1"/>
    <w:rsid w:val="0025189A"/>
    <w:rsid w:val="00252EF5"/>
    <w:rsid w:val="0025329D"/>
    <w:rsid w:val="00253954"/>
    <w:rsid w:val="00254018"/>
    <w:rsid w:val="002542E7"/>
    <w:rsid w:val="0025498F"/>
    <w:rsid w:val="00254D30"/>
    <w:rsid w:val="00254E0E"/>
    <w:rsid w:val="002550DC"/>
    <w:rsid w:val="00255892"/>
    <w:rsid w:val="00255B00"/>
    <w:rsid w:val="00255B42"/>
    <w:rsid w:val="00255DD9"/>
    <w:rsid w:val="00256715"/>
    <w:rsid w:val="0025676B"/>
    <w:rsid w:val="00256869"/>
    <w:rsid w:val="00256C24"/>
    <w:rsid w:val="00260732"/>
    <w:rsid w:val="00260D92"/>
    <w:rsid w:val="002611E2"/>
    <w:rsid w:val="002621C9"/>
    <w:rsid w:val="002622F2"/>
    <w:rsid w:val="002628CD"/>
    <w:rsid w:val="0026373B"/>
    <w:rsid w:val="00263DFA"/>
    <w:rsid w:val="002645A7"/>
    <w:rsid w:val="00265440"/>
    <w:rsid w:val="0026596C"/>
    <w:rsid w:val="00265C95"/>
    <w:rsid w:val="0026633E"/>
    <w:rsid w:val="002665FC"/>
    <w:rsid w:val="00266FA8"/>
    <w:rsid w:val="00266FFA"/>
    <w:rsid w:val="002679F4"/>
    <w:rsid w:val="00267D4A"/>
    <w:rsid w:val="00267DBF"/>
    <w:rsid w:val="00270A55"/>
    <w:rsid w:val="002718BD"/>
    <w:rsid w:val="00271CAB"/>
    <w:rsid w:val="00272226"/>
    <w:rsid w:val="0027247E"/>
    <w:rsid w:val="00272B23"/>
    <w:rsid w:val="002733B2"/>
    <w:rsid w:val="00274415"/>
    <w:rsid w:val="00274749"/>
    <w:rsid w:val="002748A6"/>
    <w:rsid w:val="00274EC9"/>
    <w:rsid w:val="00274FF6"/>
    <w:rsid w:val="00275089"/>
    <w:rsid w:val="002752D8"/>
    <w:rsid w:val="0027553F"/>
    <w:rsid w:val="00275A75"/>
    <w:rsid w:val="00276324"/>
    <w:rsid w:val="002767F7"/>
    <w:rsid w:val="002767FC"/>
    <w:rsid w:val="00277DD2"/>
    <w:rsid w:val="002801D0"/>
    <w:rsid w:val="0028026F"/>
    <w:rsid w:val="0028071A"/>
    <w:rsid w:val="00280BC1"/>
    <w:rsid w:val="00280D61"/>
    <w:rsid w:val="00281320"/>
    <w:rsid w:val="002819AB"/>
    <w:rsid w:val="00281F93"/>
    <w:rsid w:val="00281FDF"/>
    <w:rsid w:val="00282738"/>
    <w:rsid w:val="00282AE1"/>
    <w:rsid w:val="00282EED"/>
    <w:rsid w:val="00283494"/>
    <w:rsid w:val="002835B6"/>
    <w:rsid w:val="00284473"/>
    <w:rsid w:val="002846D5"/>
    <w:rsid w:val="00284EB0"/>
    <w:rsid w:val="00285172"/>
    <w:rsid w:val="0028639C"/>
    <w:rsid w:val="00286AFB"/>
    <w:rsid w:val="00286B60"/>
    <w:rsid w:val="00286EBE"/>
    <w:rsid w:val="0028799D"/>
    <w:rsid w:val="002879E7"/>
    <w:rsid w:val="0029005C"/>
    <w:rsid w:val="0029039B"/>
    <w:rsid w:val="002905A5"/>
    <w:rsid w:val="0029129D"/>
    <w:rsid w:val="0029166C"/>
    <w:rsid w:val="00291903"/>
    <w:rsid w:val="002926FC"/>
    <w:rsid w:val="00292A32"/>
    <w:rsid w:val="00292E31"/>
    <w:rsid w:val="00293204"/>
    <w:rsid w:val="0029385A"/>
    <w:rsid w:val="002942B9"/>
    <w:rsid w:val="00294C91"/>
    <w:rsid w:val="00294CE6"/>
    <w:rsid w:val="0029535E"/>
    <w:rsid w:val="0029542A"/>
    <w:rsid w:val="0029569E"/>
    <w:rsid w:val="00295759"/>
    <w:rsid w:val="00296486"/>
    <w:rsid w:val="00296AF5"/>
    <w:rsid w:val="002970AB"/>
    <w:rsid w:val="002974BE"/>
    <w:rsid w:val="0029752C"/>
    <w:rsid w:val="0029756A"/>
    <w:rsid w:val="0029779D"/>
    <w:rsid w:val="002A0B91"/>
    <w:rsid w:val="002A0EC7"/>
    <w:rsid w:val="002A1174"/>
    <w:rsid w:val="002A12B3"/>
    <w:rsid w:val="002A1D91"/>
    <w:rsid w:val="002A203A"/>
    <w:rsid w:val="002A233F"/>
    <w:rsid w:val="002A293E"/>
    <w:rsid w:val="002A2BC4"/>
    <w:rsid w:val="002A388D"/>
    <w:rsid w:val="002A3BE7"/>
    <w:rsid w:val="002A3FDB"/>
    <w:rsid w:val="002A4C78"/>
    <w:rsid w:val="002A5B15"/>
    <w:rsid w:val="002A5E0C"/>
    <w:rsid w:val="002A5EA1"/>
    <w:rsid w:val="002A5FC3"/>
    <w:rsid w:val="002A60C7"/>
    <w:rsid w:val="002A64C4"/>
    <w:rsid w:val="002A6ADD"/>
    <w:rsid w:val="002A70BD"/>
    <w:rsid w:val="002A74DD"/>
    <w:rsid w:val="002A785A"/>
    <w:rsid w:val="002A7880"/>
    <w:rsid w:val="002A7DA3"/>
    <w:rsid w:val="002B0396"/>
    <w:rsid w:val="002B0E93"/>
    <w:rsid w:val="002B1459"/>
    <w:rsid w:val="002B1AB0"/>
    <w:rsid w:val="002B1EC1"/>
    <w:rsid w:val="002B369C"/>
    <w:rsid w:val="002B3AE1"/>
    <w:rsid w:val="002B3BD5"/>
    <w:rsid w:val="002B3D90"/>
    <w:rsid w:val="002B3F65"/>
    <w:rsid w:val="002B4371"/>
    <w:rsid w:val="002B48B6"/>
    <w:rsid w:val="002B4D2D"/>
    <w:rsid w:val="002B56AC"/>
    <w:rsid w:val="002B5CEF"/>
    <w:rsid w:val="002B5F97"/>
    <w:rsid w:val="002B5FDD"/>
    <w:rsid w:val="002B6326"/>
    <w:rsid w:val="002B693A"/>
    <w:rsid w:val="002B6967"/>
    <w:rsid w:val="002B69BD"/>
    <w:rsid w:val="002B6DF5"/>
    <w:rsid w:val="002B7296"/>
    <w:rsid w:val="002B77AA"/>
    <w:rsid w:val="002B79E9"/>
    <w:rsid w:val="002C0D95"/>
    <w:rsid w:val="002C0E16"/>
    <w:rsid w:val="002C10B6"/>
    <w:rsid w:val="002C243B"/>
    <w:rsid w:val="002C2AA9"/>
    <w:rsid w:val="002C2F4C"/>
    <w:rsid w:val="002C313E"/>
    <w:rsid w:val="002C3392"/>
    <w:rsid w:val="002C357A"/>
    <w:rsid w:val="002C46B7"/>
    <w:rsid w:val="002C48B6"/>
    <w:rsid w:val="002C4EDE"/>
    <w:rsid w:val="002C53F3"/>
    <w:rsid w:val="002C564F"/>
    <w:rsid w:val="002C6127"/>
    <w:rsid w:val="002C676C"/>
    <w:rsid w:val="002C6A47"/>
    <w:rsid w:val="002C6D95"/>
    <w:rsid w:val="002C6F17"/>
    <w:rsid w:val="002C737C"/>
    <w:rsid w:val="002C76B0"/>
    <w:rsid w:val="002C7AB3"/>
    <w:rsid w:val="002C7B30"/>
    <w:rsid w:val="002C7D10"/>
    <w:rsid w:val="002D0E12"/>
    <w:rsid w:val="002D0F64"/>
    <w:rsid w:val="002D10C8"/>
    <w:rsid w:val="002D1407"/>
    <w:rsid w:val="002D1451"/>
    <w:rsid w:val="002D1B23"/>
    <w:rsid w:val="002D1CB1"/>
    <w:rsid w:val="002D1EFE"/>
    <w:rsid w:val="002D1F23"/>
    <w:rsid w:val="002D222D"/>
    <w:rsid w:val="002D2DD9"/>
    <w:rsid w:val="002D344C"/>
    <w:rsid w:val="002D36A9"/>
    <w:rsid w:val="002D44AC"/>
    <w:rsid w:val="002D467F"/>
    <w:rsid w:val="002D4E13"/>
    <w:rsid w:val="002D6C35"/>
    <w:rsid w:val="002D702F"/>
    <w:rsid w:val="002D76E8"/>
    <w:rsid w:val="002E0053"/>
    <w:rsid w:val="002E011F"/>
    <w:rsid w:val="002E0124"/>
    <w:rsid w:val="002E0756"/>
    <w:rsid w:val="002E0A15"/>
    <w:rsid w:val="002E17E5"/>
    <w:rsid w:val="002E1E6F"/>
    <w:rsid w:val="002E23A2"/>
    <w:rsid w:val="002E2C16"/>
    <w:rsid w:val="002E2DE5"/>
    <w:rsid w:val="002E2EDA"/>
    <w:rsid w:val="002E3368"/>
    <w:rsid w:val="002E33AD"/>
    <w:rsid w:val="002E3710"/>
    <w:rsid w:val="002E3743"/>
    <w:rsid w:val="002E3879"/>
    <w:rsid w:val="002E5A39"/>
    <w:rsid w:val="002E5BC0"/>
    <w:rsid w:val="002E5E1C"/>
    <w:rsid w:val="002E622B"/>
    <w:rsid w:val="002E661F"/>
    <w:rsid w:val="002E7042"/>
    <w:rsid w:val="002E776A"/>
    <w:rsid w:val="002E7F8F"/>
    <w:rsid w:val="002E7FBF"/>
    <w:rsid w:val="002F0392"/>
    <w:rsid w:val="002F08EB"/>
    <w:rsid w:val="002F1143"/>
    <w:rsid w:val="002F11FE"/>
    <w:rsid w:val="002F153E"/>
    <w:rsid w:val="002F2E40"/>
    <w:rsid w:val="002F3579"/>
    <w:rsid w:val="002F4041"/>
    <w:rsid w:val="002F4409"/>
    <w:rsid w:val="002F4A4F"/>
    <w:rsid w:val="002F5651"/>
    <w:rsid w:val="002F568D"/>
    <w:rsid w:val="002F5E9D"/>
    <w:rsid w:val="002F6BCE"/>
    <w:rsid w:val="002F6D88"/>
    <w:rsid w:val="002F6EB2"/>
    <w:rsid w:val="002F7186"/>
    <w:rsid w:val="002F75BD"/>
    <w:rsid w:val="002F76AD"/>
    <w:rsid w:val="002F7BBA"/>
    <w:rsid w:val="00300AB5"/>
    <w:rsid w:val="00300F48"/>
    <w:rsid w:val="00301C2C"/>
    <w:rsid w:val="0030208B"/>
    <w:rsid w:val="00302C2E"/>
    <w:rsid w:val="00305E4A"/>
    <w:rsid w:val="003060DF"/>
    <w:rsid w:val="00306993"/>
    <w:rsid w:val="00306FA3"/>
    <w:rsid w:val="00307A10"/>
    <w:rsid w:val="00310D26"/>
    <w:rsid w:val="00310E46"/>
    <w:rsid w:val="003114D4"/>
    <w:rsid w:val="00311929"/>
    <w:rsid w:val="00311DCF"/>
    <w:rsid w:val="0031258A"/>
    <w:rsid w:val="003126EB"/>
    <w:rsid w:val="003135A0"/>
    <w:rsid w:val="003140BE"/>
    <w:rsid w:val="003146C2"/>
    <w:rsid w:val="00315A68"/>
    <w:rsid w:val="00315D72"/>
    <w:rsid w:val="00315E7A"/>
    <w:rsid w:val="003169EC"/>
    <w:rsid w:val="00317615"/>
    <w:rsid w:val="0031767A"/>
    <w:rsid w:val="0031777F"/>
    <w:rsid w:val="003208D9"/>
    <w:rsid w:val="0032125E"/>
    <w:rsid w:val="00321441"/>
    <w:rsid w:val="00321794"/>
    <w:rsid w:val="00321898"/>
    <w:rsid w:val="00321EAE"/>
    <w:rsid w:val="00322773"/>
    <w:rsid w:val="003228D9"/>
    <w:rsid w:val="00322AD1"/>
    <w:rsid w:val="00322BC1"/>
    <w:rsid w:val="00323AE6"/>
    <w:rsid w:val="003242F5"/>
    <w:rsid w:val="00324864"/>
    <w:rsid w:val="0032513C"/>
    <w:rsid w:val="0032710C"/>
    <w:rsid w:val="0032717B"/>
    <w:rsid w:val="003272E9"/>
    <w:rsid w:val="00327396"/>
    <w:rsid w:val="00327B60"/>
    <w:rsid w:val="00327BDD"/>
    <w:rsid w:val="00330E94"/>
    <w:rsid w:val="0033166F"/>
    <w:rsid w:val="00331B70"/>
    <w:rsid w:val="0033234C"/>
    <w:rsid w:val="0033249C"/>
    <w:rsid w:val="003333F7"/>
    <w:rsid w:val="00333495"/>
    <w:rsid w:val="003339CE"/>
    <w:rsid w:val="00333D75"/>
    <w:rsid w:val="00334062"/>
    <w:rsid w:val="003345D0"/>
    <w:rsid w:val="00334BEE"/>
    <w:rsid w:val="0033578F"/>
    <w:rsid w:val="0033596C"/>
    <w:rsid w:val="00335A83"/>
    <w:rsid w:val="00335B94"/>
    <w:rsid w:val="00335E0C"/>
    <w:rsid w:val="00335F86"/>
    <w:rsid w:val="00336622"/>
    <w:rsid w:val="00336CEB"/>
    <w:rsid w:val="00337427"/>
    <w:rsid w:val="00337C44"/>
    <w:rsid w:val="00337EAC"/>
    <w:rsid w:val="0034085E"/>
    <w:rsid w:val="00340DD9"/>
    <w:rsid w:val="00341713"/>
    <w:rsid w:val="00341E18"/>
    <w:rsid w:val="00342139"/>
    <w:rsid w:val="00343358"/>
    <w:rsid w:val="00344063"/>
    <w:rsid w:val="00344687"/>
    <w:rsid w:val="00344CB8"/>
    <w:rsid w:val="00345E21"/>
    <w:rsid w:val="00346540"/>
    <w:rsid w:val="0034696B"/>
    <w:rsid w:val="003472BD"/>
    <w:rsid w:val="00347595"/>
    <w:rsid w:val="00347C41"/>
    <w:rsid w:val="0035005B"/>
    <w:rsid w:val="00350669"/>
    <w:rsid w:val="0035129B"/>
    <w:rsid w:val="0035223A"/>
    <w:rsid w:val="0035234E"/>
    <w:rsid w:val="00352B80"/>
    <w:rsid w:val="00352F61"/>
    <w:rsid w:val="00353099"/>
    <w:rsid w:val="00353109"/>
    <w:rsid w:val="00353AA6"/>
    <w:rsid w:val="00353D1C"/>
    <w:rsid w:val="00353D84"/>
    <w:rsid w:val="00354648"/>
    <w:rsid w:val="00354D96"/>
    <w:rsid w:val="00354E43"/>
    <w:rsid w:val="003551DF"/>
    <w:rsid w:val="00355267"/>
    <w:rsid w:val="00355793"/>
    <w:rsid w:val="00356217"/>
    <w:rsid w:val="00356493"/>
    <w:rsid w:val="00356567"/>
    <w:rsid w:val="003566E5"/>
    <w:rsid w:val="00356746"/>
    <w:rsid w:val="0035795A"/>
    <w:rsid w:val="00360109"/>
    <w:rsid w:val="00360A82"/>
    <w:rsid w:val="00360D16"/>
    <w:rsid w:val="00360F20"/>
    <w:rsid w:val="00361C01"/>
    <w:rsid w:val="00361C9D"/>
    <w:rsid w:val="00362BBA"/>
    <w:rsid w:val="00362D63"/>
    <w:rsid w:val="00363045"/>
    <w:rsid w:val="00363322"/>
    <w:rsid w:val="00363454"/>
    <w:rsid w:val="0036372A"/>
    <w:rsid w:val="00363960"/>
    <w:rsid w:val="00363AD9"/>
    <w:rsid w:val="00364346"/>
    <w:rsid w:val="003648EF"/>
    <w:rsid w:val="00364B51"/>
    <w:rsid w:val="00364EC8"/>
    <w:rsid w:val="0036525E"/>
    <w:rsid w:val="0036555D"/>
    <w:rsid w:val="00365951"/>
    <w:rsid w:val="00366184"/>
    <w:rsid w:val="00366413"/>
    <w:rsid w:val="00370AD2"/>
    <w:rsid w:val="0037101F"/>
    <w:rsid w:val="003716FB"/>
    <w:rsid w:val="003719A2"/>
    <w:rsid w:val="0037216D"/>
    <w:rsid w:val="003728BE"/>
    <w:rsid w:val="003728F3"/>
    <w:rsid w:val="003733B1"/>
    <w:rsid w:val="00373565"/>
    <w:rsid w:val="0037387D"/>
    <w:rsid w:val="00373BA3"/>
    <w:rsid w:val="00373E11"/>
    <w:rsid w:val="0037503E"/>
    <w:rsid w:val="003755D9"/>
    <w:rsid w:val="003758AE"/>
    <w:rsid w:val="00375C3B"/>
    <w:rsid w:val="00375F59"/>
    <w:rsid w:val="003762F4"/>
    <w:rsid w:val="00376516"/>
    <w:rsid w:val="0037694B"/>
    <w:rsid w:val="00376C54"/>
    <w:rsid w:val="00377D9D"/>
    <w:rsid w:val="00377DE7"/>
    <w:rsid w:val="0038025E"/>
    <w:rsid w:val="00380748"/>
    <w:rsid w:val="00380AAA"/>
    <w:rsid w:val="00380BCB"/>
    <w:rsid w:val="00380D77"/>
    <w:rsid w:val="00380E05"/>
    <w:rsid w:val="00380ECE"/>
    <w:rsid w:val="0038107C"/>
    <w:rsid w:val="00382327"/>
    <w:rsid w:val="003828CF"/>
    <w:rsid w:val="00383664"/>
    <w:rsid w:val="00383E38"/>
    <w:rsid w:val="00383EDC"/>
    <w:rsid w:val="00384266"/>
    <w:rsid w:val="0038438F"/>
    <w:rsid w:val="00384933"/>
    <w:rsid w:val="00384F65"/>
    <w:rsid w:val="003852E6"/>
    <w:rsid w:val="0038537F"/>
    <w:rsid w:val="00385824"/>
    <w:rsid w:val="003861E2"/>
    <w:rsid w:val="003875FD"/>
    <w:rsid w:val="00387BD6"/>
    <w:rsid w:val="00387EAA"/>
    <w:rsid w:val="003902F3"/>
    <w:rsid w:val="003906F0"/>
    <w:rsid w:val="00391098"/>
    <w:rsid w:val="00392162"/>
    <w:rsid w:val="00392678"/>
    <w:rsid w:val="00392AAD"/>
    <w:rsid w:val="00392CEA"/>
    <w:rsid w:val="00393C05"/>
    <w:rsid w:val="003941D0"/>
    <w:rsid w:val="0039466E"/>
    <w:rsid w:val="003948D3"/>
    <w:rsid w:val="003950C9"/>
    <w:rsid w:val="003963DB"/>
    <w:rsid w:val="0039645E"/>
    <w:rsid w:val="00397118"/>
    <w:rsid w:val="00397A86"/>
    <w:rsid w:val="00397D33"/>
    <w:rsid w:val="003A1E72"/>
    <w:rsid w:val="003A20EC"/>
    <w:rsid w:val="003A251D"/>
    <w:rsid w:val="003A31E3"/>
    <w:rsid w:val="003A3819"/>
    <w:rsid w:val="003A38E3"/>
    <w:rsid w:val="003A425C"/>
    <w:rsid w:val="003A4507"/>
    <w:rsid w:val="003A504D"/>
    <w:rsid w:val="003A5572"/>
    <w:rsid w:val="003A57C7"/>
    <w:rsid w:val="003A5BAA"/>
    <w:rsid w:val="003A5E42"/>
    <w:rsid w:val="003A5ED2"/>
    <w:rsid w:val="003A6025"/>
    <w:rsid w:val="003A6161"/>
    <w:rsid w:val="003A65BA"/>
    <w:rsid w:val="003A67B6"/>
    <w:rsid w:val="003A67D8"/>
    <w:rsid w:val="003A6A38"/>
    <w:rsid w:val="003B0004"/>
    <w:rsid w:val="003B07AC"/>
    <w:rsid w:val="003B0BFA"/>
    <w:rsid w:val="003B147D"/>
    <w:rsid w:val="003B18E3"/>
    <w:rsid w:val="003B1947"/>
    <w:rsid w:val="003B1E04"/>
    <w:rsid w:val="003B2063"/>
    <w:rsid w:val="003B24B5"/>
    <w:rsid w:val="003B24C3"/>
    <w:rsid w:val="003B2B18"/>
    <w:rsid w:val="003B3806"/>
    <w:rsid w:val="003B3A29"/>
    <w:rsid w:val="003B40EB"/>
    <w:rsid w:val="003B42DC"/>
    <w:rsid w:val="003B438C"/>
    <w:rsid w:val="003B6D2B"/>
    <w:rsid w:val="003B788C"/>
    <w:rsid w:val="003B7F87"/>
    <w:rsid w:val="003C0673"/>
    <w:rsid w:val="003C09E0"/>
    <w:rsid w:val="003C0D6D"/>
    <w:rsid w:val="003C0F53"/>
    <w:rsid w:val="003C103F"/>
    <w:rsid w:val="003C25E1"/>
    <w:rsid w:val="003C29BA"/>
    <w:rsid w:val="003C2BB1"/>
    <w:rsid w:val="003C2C2D"/>
    <w:rsid w:val="003C306A"/>
    <w:rsid w:val="003C3131"/>
    <w:rsid w:val="003C31D9"/>
    <w:rsid w:val="003C3A5D"/>
    <w:rsid w:val="003C3D9A"/>
    <w:rsid w:val="003C43E6"/>
    <w:rsid w:val="003C4EA1"/>
    <w:rsid w:val="003C55B8"/>
    <w:rsid w:val="003C6043"/>
    <w:rsid w:val="003C61DD"/>
    <w:rsid w:val="003C7567"/>
    <w:rsid w:val="003C7733"/>
    <w:rsid w:val="003D0DB7"/>
    <w:rsid w:val="003D11E6"/>
    <w:rsid w:val="003D1739"/>
    <w:rsid w:val="003D21B9"/>
    <w:rsid w:val="003D2750"/>
    <w:rsid w:val="003D2FF0"/>
    <w:rsid w:val="003D3704"/>
    <w:rsid w:val="003D3F4F"/>
    <w:rsid w:val="003D3FCC"/>
    <w:rsid w:val="003D40F5"/>
    <w:rsid w:val="003D4C46"/>
    <w:rsid w:val="003D5B9A"/>
    <w:rsid w:val="003D6574"/>
    <w:rsid w:val="003D6FDE"/>
    <w:rsid w:val="003D721A"/>
    <w:rsid w:val="003D72E2"/>
    <w:rsid w:val="003D7340"/>
    <w:rsid w:val="003D7A8D"/>
    <w:rsid w:val="003E0ECA"/>
    <w:rsid w:val="003E111E"/>
    <w:rsid w:val="003E16F8"/>
    <w:rsid w:val="003E17B6"/>
    <w:rsid w:val="003E1E2E"/>
    <w:rsid w:val="003E1E48"/>
    <w:rsid w:val="003E2376"/>
    <w:rsid w:val="003E247A"/>
    <w:rsid w:val="003E24C0"/>
    <w:rsid w:val="003E305A"/>
    <w:rsid w:val="003E333C"/>
    <w:rsid w:val="003E3723"/>
    <w:rsid w:val="003E3992"/>
    <w:rsid w:val="003E3BF0"/>
    <w:rsid w:val="003E3D11"/>
    <w:rsid w:val="003E4B74"/>
    <w:rsid w:val="003E54B0"/>
    <w:rsid w:val="003E5541"/>
    <w:rsid w:val="003E5F54"/>
    <w:rsid w:val="003E6DAE"/>
    <w:rsid w:val="003E6EE6"/>
    <w:rsid w:val="003E71F0"/>
    <w:rsid w:val="003E74C2"/>
    <w:rsid w:val="003E766F"/>
    <w:rsid w:val="003E7E42"/>
    <w:rsid w:val="003F01C1"/>
    <w:rsid w:val="003F0337"/>
    <w:rsid w:val="003F10DE"/>
    <w:rsid w:val="003F1C95"/>
    <w:rsid w:val="003F1FF4"/>
    <w:rsid w:val="003F272B"/>
    <w:rsid w:val="003F2DAB"/>
    <w:rsid w:val="003F3914"/>
    <w:rsid w:val="003F3AC5"/>
    <w:rsid w:val="003F3DBE"/>
    <w:rsid w:val="003F4686"/>
    <w:rsid w:val="003F46F6"/>
    <w:rsid w:val="003F499B"/>
    <w:rsid w:val="003F501E"/>
    <w:rsid w:val="003F54F0"/>
    <w:rsid w:val="003F58AE"/>
    <w:rsid w:val="003F5FCA"/>
    <w:rsid w:val="003F6CC4"/>
    <w:rsid w:val="003F7332"/>
    <w:rsid w:val="003F77C6"/>
    <w:rsid w:val="003F7EEA"/>
    <w:rsid w:val="00400745"/>
    <w:rsid w:val="00400970"/>
    <w:rsid w:val="00401C9E"/>
    <w:rsid w:val="00401D43"/>
    <w:rsid w:val="00401DAF"/>
    <w:rsid w:val="00401E0E"/>
    <w:rsid w:val="0040227D"/>
    <w:rsid w:val="00402577"/>
    <w:rsid w:val="004025A8"/>
    <w:rsid w:val="00402CFE"/>
    <w:rsid w:val="00402E3F"/>
    <w:rsid w:val="00403560"/>
    <w:rsid w:val="00403E2C"/>
    <w:rsid w:val="00404637"/>
    <w:rsid w:val="0040570C"/>
    <w:rsid w:val="00405858"/>
    <w:rsid w:val="0040732F"/>
    <w:rsid w:val="00407A50"/>
    <w:rsid w:val="00407A5D"/>
    <w:rsid w:val="0041043C"/>
    <w:rsid w:val="00410C23"/>
    <w:rsid w:val="00410D0E"/>
    <w:rsid w:val="0041230D"/>
    <w:rsid w:val="00412B3D"/>
    <w:rsid w:val="00412C20"/>
    <w:rsid w:val="00412E68"/>
    <w:rsid w:val="0041342B"/>
    <w:rsid w:val="004137AF"/>
    <w:rsid w:val="00413CCE"/>
    <w:rsid w:val="0041420A"/>
    <w:rsid w:val="00414215"/>
    <w:rsid w:val="0041475D"/>
    <w:rsid w:val="004149EF"/>
    <w:rsid w:val="00414C98"/>
    <w:rsid w:val="004154F3"/>
    <w:rsid w:val="004155D8"/>
    <w:rsid w:val="00415E04"/>
    <w:rsid w:val="00415FDC"/>
    <w:rsid w:val="004162CE"/>
    <w:rsid w:val="00416553"/>
    <w:rsid w:val="00416721"/>
    <w:rsid w:val="004167B8"/>
    <w:rsid w:val="00416928"/>
    <w:rsid w:val="00416A2C"/>
    <w:rsid w:val="00416A47"/>
    <w:rsid w:val="004178A9"/>
    <w:rsid w:val="00417A42"/>
    <w:rsid w:val="00420D80"/>
    <w:rsid w:val="0042290A"/>
    <w:rsid w:val="00423C30"/>
    <w:rsid w:val="00423E56"/>
    <w:rsid w:val="00424E2C"/>
    <w:rsid w:val="00425379"/>
    <w:rsid w:val="00425970"/>
    <w:rsid w:val="00425CE7"/>
    <w:rsid w:val="00426B02"/>
    <w:rsid w:val="0042759F"/>
    <w:rsid w:val="00427B42"/>
    <w:rsid w:val="00427EE8"/>
    <w:rsid w:val="004304AB"/>
    <w:rsid w:val="004305C4"/>
    <w:rsid w:val="00430980"/>
    <w:rsid w:val="00430A43"/>
    <w:rsid w:val="00430AE4"/>
    <w:rsid w:val="004319D7"/>
    <w:rsid w:val="0043272E"/>
    <w:rsid w:val="00432DCE"/>
    <w:rsid w:val="0043409F"/>
    <w:rsid w:val="0043438E"/>
    <w:rsid w:val="0043584A"/>
    <w:rsid w:val="00436065"/>
    <w:rsid w:val="004370C5"/>
    <w:rsid w:val="00437431"/>
    <w:rsid w:val="00437839"/>
    <w:rsid w:val="00437C99"/>
    <w:rsid w:val="00440903"/>
    <w:rsid w:val="004413EA"/>
    <w:rsid w:val="004415BC"/>
    <w:rsid w:val="00441786"/>
    <w:rsid w:val="00441B59"/>
    <w:rsid w:val="004424AF"/>
    <w:rsid w:val="004425E3"/>
    <w:rsid w:val="0044295F"/>
    <w:rsid w:val="00442CD7"/>
    <w:rsid w:val="004437D1"/>
    <w:rsid w:val="00443C42"/>
    <w:rsid w:val="00443CB6"/>
    <w:rsid w:val="004445E9"/>
    <w:rsid w:val="004445EE"/>
    <w:rsid w:val="00444691"/>
    <w:rsid w:val="004449D1"/>
    <w:rsid w:val="00444C1D"/>
    <w:rsid w:val="0044509E"/>
    <w:rsid w:val="00445A9E"/>
    <w:rsid w:val="004462DA"/>
    <w:rsid w:val="004465F3"/>
    <w:rsid w:val="0044780C"/>
    <w:rsid w:val="00447FAB"/>
    <w:rsid w:val="00450057"/>
    <w:rsid w:val="00450274"/>
    <w:rsid w:val="00450C53"/>
    <w:rsid w:val="004518F1"/>
    <w:rsid w:val="00451BE4"/>
    <w:rsid w:val="00451FD8"/>
    <w:rsid w:val="004520B8"/>
    <w:rsid w:val="004525FE"/>
    <w:rsid w:val="004527BB"/>
    <w:rsid w:val="00452991"/>
    <w:rsid w:val="00452D80"/>
    <w:rsid w:val="004536D5"/>
    <w:rsid w:val="00454BA8"/>
    <w:rsid w:val="0045543D"/>
    <w:rsid w:val="00455505"/>
    <w:rsid w:val="0045558F"/>
    <w:rsid w:val="004557AE"/>
    <w:rsid w:val="00457047"/>
    <w:rsid w:val="0046073F"/>
    <w:rsid w:val="00460FA6"/>
    <w:rsid w:val="0046123E"/>
    <w:rsid w:val="0046173C"/>
    <w:rsid w:val="00461C62"/>
    <w:rsid w:val="004629DE"/>
    <w:rsid w:val="004631DD"/>
    <w:rsid w:val="004635BB"/>
    <w:rsid w:val="00463C37"/>
    <w:rsid w:val="00464083"/>
    <w:rsid w:val="00464475"/>
    <w:rsid w:val="00464521"/>
    <w:rsid w:val="00464F04"/>
    <w:rsid w:val="00465023"/>
    <w:rsid w:val="00465290"/>
    <w:rsid w:val="00465627"/>
    <w:rsid w:val="0046615B"/>
    <w:rsid w:val="004662DF"/>
    <w:rsid w:val="0046725A"/>
    <w:rsid w:val="004677BF"/>
    <w:rsid w:val="00467A45"/>
    <w:rsid w:val="0047006D"/>
    <w:rsid w:val="00470919"/>
    <w:rsid w:val="00470C2C"/>
    <w:rsid w:val="00470C57"/>
    <w:rsid w:val="0047121D"/>
    <w:rsid w:val="0047168C"/>
    <w:rsid w:val="00471FDE"/>
    <w:rsid w:val="004723B2"/>
    <w:rsid w:val="00472667"/>
    <w:rsid w:val="004727AE"/>
    <w:rsid w:val="00472C8B"/>
    <w:rsid w:val="00472F1D"/>
    <w:rsid w:val="004749E8"/>
    <w:rsid w:val="00474C95"/>
    <w:rsid w:val="00475089"/>
    <w:rsid w:val="0047527D"/>
    <w:rsid w:val="004762AF"/>
    <w:rsid w:val="004766CF"/>
    <w:rsid w:val="00476D9B"/>
    <w:rsid w:val="004775EC"/>
    <w:rsid w:val="00480232"/>
    <w:rsid w:val="0048077A"/>
    <w:rsid w:val="0048269C"/>
    <w:rsid w:val="00483DF5"/>
    <w:rsid w:val="00483E27"/>
    <w:rsid w:val="00483E98"/>
    <w:rsid w:val="0048444C"/>
    <w:rsid w:val="00484856"/>
    <w:rsid w:val="00484DA5"/>
    <w:rsid w:val="004858E1"/>
    <w:rsid w:val="004859A9"/>
    <w:rsid w:val="00486256"/>
    <w:rsid w:val="004869A1"/>
    <w:rsid w:val="004869FC"/>
    <w:rsid w:val="004874B6"/>
    <w:rsid w:val="00487C61"/>
    <w:rsid w:val="00487E53"/>
    <w:rsid w:val="00487FBD"/>
    <w:rsid w:val="004904A9"/>
    <w:rsid w:val="004904AC"/>
    <w:rsid w:val="0049054E"/>
    <w:rsid w:val="004909BD"/>
    <w:rsid w:val="00490AE1"/>
    <w:rsid w:val="004913FD"/>
    <w:rsid w:val="004917F8"/>
    <w:rsid w:val="004923FE"/>
    <w:rsid w:val="004929FD"/>
    <w:rsid w:val="0049338C"/>
    <w:rsid w:val="00493646"/>
    <w:rsid w:val="0049391C"/>
    <w:rsid w:val="004939CB"/>
    <w:rsid w:val="00493FA4"/>
    <w:rsid w:val="004943E5"/>
    <w:rsid w:val="00494A26"/>
    <w:rsid w:val="00495820"/>
    <w:rsid w:val="00495CC5"/>
    <w:rsid w:val="00495E48"/>
    <w:rsid w:val="00495F1B"/>
    <w:rsid w:val="00497231"/>
    <w:rsid w:val="00497755"/>
    <w:rsid w:val="00497E82"/>
    <w:rsid w:val="004A02B3"/>
    <w:rsid w:val="004A103C"/>
    <w:rsid w:val="004A1607"/>
    <w:rsid w:val="004A1976"/>
    <w:rsid w:val="004A1AD0"/>
    <w:rsid w:val="004A2078"/>
    <w:rsid w:val="004A2F6F"/>
    <w:rsid w:val="004A3412"/>
    <w:rsid w:val="004A35BC"/>
    <w:rsid w:val="004A37B9"/>
    <w:rsid w:val="004A426E"/>
    <w:rsid w:val="004A42A5"/>
    <w:rsid w:val="004A4D3B"/>
    <w:rsid w:val="004A6E73"/>
    <w:rsid w:val="004A7439"/>
    <w:rsid w:val="004A7946"/>
    <w:rsid w:val="004A7B55"/>
    <w:rsid w:val="004A7C32"/>
    <w:rsid w:val="004B0598"/>
    <w:rsid w:val="004B0840"/>
    <w:rsid w:val="004B0B92"/>
    <w:rsid w:val="004B0D42"/>
    <w:rsid w:val="004B1084"/>
    <w:rsid w:val="004B25A7"/>
    <w:rsid w:val="004B26B2"/>
    <w:rsid w:val="004B2C41"/>
    <w:rsid w:val="004B306D"/>
    <w:rsid w:val="004B33AD"/>
    <w:rsid w:val="004B36BA"/>
    <w:rsid w:val="004B3980"/>
    <w:rsid w:val="004B3E83"/>
    <w:rsid w:val="004B41C7"/>
    <w:rsid w:val="004B46B4"/>
    <w:rsid w:val="004B49A4"/>
    <w:rsid w:val="004B4A7C"/>
    <w:rsid w:val="004B4F56"/>
    <w:rsid w:val="004B516F"/>
    <w:rsid w:val="004B566C"/>
    <w:rsid w:val="004B570D"/>
    <w:rsid w:val="004B58C5"/>
    <w:rsid w:val="004B5B8D"/>
    <w:rsid w:val="004B73A1"/>
    <w:rsid w:val="004B7F4A"/>
    <w:rsid w:val="004B7F68"/>
    <w:rsid w:val="004C02BA"/>
    <w:rsid w:val="004C0D4A"/>
    <w:rsid w:val="004C0F6C"/>
    <w:rsid w:val="004C162F"/>
    <w:rsid w:val="004C201F"/>
    <w:rsid w:val="004C215F"/>
    <w:rsid w:val="004C2254"/>
    <w:rsid w:val="004C288B"/>
    <w:rsid w:val="004C2BAF"/>
    <w:rsid w:val="004C314A"/>
    <w:rsid w:val="004C4029"/>
    <w:rsid w:val="004C55C2"/>
    <w:rsid w:val="004C5738"/>
    <w:rsid w:val="004C57AA"/>
    <w:rsid w:val="004C5E1C"/>
    <w:rsid w:val="004C65C9"/>
    <w:rsid w:val="004C6867"/>
    <w:rsid w:val="004C6CCC"/>
    <w:rsid w:val="004C6F45"/>
    <w:rsid w:val="004C735C"/>
    <w:rsid w:val="004D0001"/>
    <w:rsid w:val="004D0227"/>
    <w:rsid w:val="004D05BA"/>
    <w:rsid w:val="004D08C7"/>
    <w:rsid w:val="004D0E0C"/>
    <w:rsid w:val="004D1652"/>
    <w:rsid w:val="004D1C1F"/>
    <w:rsid w:val="004D2AE0"/>
    <w:rsid w:val="004D2F5E"/>
    <w:rsid w:val="004D386E"/>
    <w:rsid w:val="004D3A22"/>
    <w:rsid w:val="004D3D71"/>
    <w:rsid w:val="004D451F"/>
    <w:rsid w:val="004D4547"/>
    <w:rsid w:val="004D53BC"/>
    <w:rsid w:val="004D5834"/>
    <w:rsid w:val="004D63A8"/>
    <w:rsid w:val="004D664D"/>
    <w:rsid w:val="004D678C"/>
    <w:rsid w:val="004D69AB"/>
    <w:rsid w:val="004D6C07"/>
    <w:rsid w:val="004D6D2B"/>
    <w:rsid w:val="004D70CE"/>
    <w:rsid w:val="004D7A34"/>
    <w:rsid w:val="004D7CD0"/>
    <w:rsid w:val="004D7CE6"/>
    <w:rsid w:val="004D7E49"/>
    <w:rsid w:val="004E09BB"/>
    <w:rsid w:val="004E0E25"/>
    <w:rsid w:val="004E1141"/>
    <w:rsid w:val="004E14C9"/>
    <w:rsid w:val="004E22C7"/>
    <w:rsid w:val="004E2813"/>
    <w:rsid w:val="004E3053"/>
    <w:rsid w:val="004E3A94"/>
    <w:rsid w:val="004E3DD1"/>
    <w:rsid w:val="004E402C"/>
    <w:rsid w:val="004E4A3C"/>
    <w:rsid w:val="004E513D"/>
    <w:rsid w:val="004E58ED"/>
    <w:rsid w:val="004E5C3C"/>
    <w:rsid w:val="004E673D"/>
    <w:rsid w:val="004E681A"/>
    <w:rsid w:val="004E6AB7"/>
    <w:rsid w:val="004E6FE4"/>
    <w:rsid w:val="004F0A70"/>
    <w:rsid w:val="004F0B09"/>
    <w:rsid w:val="004F0FE9"/>
    <w:rsid w:val="004F10B4"/>
    <w:rsid w:val="004F1881"/>
    <w:rsid w:val="004F18BB"/>
    <w:rsid w:val="004F35F3"/>
    <w:rsid w:val="004F3878"/>
    <w:rsid w:val="004F447D"/>
    <w:rsid w:val="004F4877"/>
    <w:rsid w:val="004F4883"/>
    <w:rsid w:val="004F5560"/>
    <w:rsid w:val="004F5734"/>
    <w:rsid w:val="004F6238"/>
    <w:rsid w:val="004F6512"/>
    <w:rsid w:val="004F687F"/>
    <w:rsid w:val="004F68C2"/>
    <w:rsid w:val="004F68FF"/>
    <w:rsid w:val="004F69FC"/>
    <w:rsid w:val="004F72D4"/>
    <w:rsid w:val="004F7C4A"/>
    <w:rsid w:val="005005AA"/>
    <w:rsid w:val="00500C82"/>
    <w:rsid w:val="005019ED"/>
    <w:rsid w:val="00502FED"/>
    <w:rsid w:val="0050324A"/>
    <w:rsid w:val="00503997"/>
    <w:rsid w:val="005040E9"/>
    <w:rsid w:val="0050439A"/>
    <w:rsid w:val="00504A9C"/>
    <w:rsid w:val="005050B0"/>
    <w:rsid w:val="005050B3"/>
    <w:rsid w:val="005057D6"/>
    <w:rsid w:val="00505D67"/>
    <w:rsid w:val="00506005"/>
    <w:rsid w:val="005063CE"/>
    <w:rsid w:val="00506B32"/>
    <w:rsid w:val="00506C5B"/>
    <w:rsid w:val="00506C7F"/>
    <w:rsid w:val="00507443"/>
    <w:rsid w:val="005076A4"/>
    <w:rsid w:val="00507862"/>
    <w:rsid w:val="00507915"/>
    <w:rsid w:val="00507B8E"/>
    <w:rsid w:val="00507EDB"/>
    <w:rsid w:val="005103A3"/>
    <w:rsid w:val="0051042C"/>
    <w:rsid w:val="005105D0"/>
    <w:rsid w:val="00511038"/>
    <w:rsid w:val="005112F6"/>
    <w:rsid w:val="005113EF"/>
    <w:rsid w:val="00511866"/>
    <w:rsid w:val="00511F3C"/>
    <w:rsid w:val="00511F70"/>
    <w:rsid w:val="00512013"/>
    <w:rsid w:val="00513B60"/>
    <w:rsid w:val="00513F6F"/>
    <w:rsid w:val="0051401B"/>
    <w:rsid w:val="0051418B"/>
    <w:rsid w:val="005147AD"/>
    <w:rsid w:val="00515499"/>
    <w:rsid w:val="0051585E"/>
    <w:rsid w:val="00515D77"/>
    <w:rsid w:val="005160B0"/>
    <w:rsid w:val="005167BC"/>
    <w:rsid w:val="0051694C"/>
    <w:rsid w:val="00517186"/>
    <w:rsid w:val="00517736"/>
    <w:rsid w:val="00517D1F"/>
    <w:rsid w:val="0052083D"/>
    <w:rsid w:val="00520DAB"/>
    <w:rsid w:val="005216F4"/>
    <w:rsid w:val="0052231C"/>
    <w:rsid w:val="00523C27"/>
    <w:rsid w:val="00523EFE"/>
    <w:rsid w:val="00524194"/>
    <w:rsid w:val="00524891"/>
    <w:rsid w:val="00524A35"/>
    <w:rsid w:val="00524DC3"/>
    <w:rsid w:val="00525E88"/>
    <w:rsid w:val="00526306"/>
    <w:rsid w:val="00526997"/>
    <w:rsid w:val="00526A08"/>
    <w:rsid w:val="00527605"/>
    <w:rsid w:val="0052784F"/>
    <w:rsid w:val="00527EFA"/>
    <w:rsid w:val="00530351"/>
    <w:rsid w:val="005303CD"/>
    <w:rsid w:val="00530B3A"/>
    <w:rsid w:val="00530D98"/>
    <w:rsid w:val="00530E0E"/>
    <w:rsid w:val="00531899"/>
    <w:rsid w:val="005335BC"/>
    <w:rsid w:val="00533694"/>
    <w:rsid w:val="00533AF9"/>
    <w:rsid w:val="00533B1D"/>
    <w:rsid w:val="00533BD8"/>
    <w:rsid w:val="00533CA1"/>
    <w:rsid w:val="00533DF2"/>
    <w:rsid w:val="00533EAF"/>
    <w:rsid w:val="005347A0"/>
    <w:rsid w:val="00534B21"/>
    <w:rsid w:val="00534D51"/>
    <w:rsid w:val="00534F9D"/>
    <w:rsid w:val="00535501"/>
    <w:rsid w:val="0053598C"/>
    <w:rsid w:val="005361D0"/>
    <w:rsid w:val="005365BE"/>
    <w:rsid w:val="005367C8"/>
    <w:rsid w:val="005373B3"/>
    <w:rsid w:val="00537BB8"/>
    <w:rsid w:val="00537D60"/>
    <w:rsid w:val="00537DDA"/>
    <w:rsid w:val="00537E0B"/>
    <w:rsid w:val="00540728"/>
    <w:rsid w:val="00540B5A"/>
    <w:rsid w:val="005414D9"/>
    <w:rsid w:val="005417C3"/>
    <w:rsid w:val="005419BA"/>
    <w:rsid w:val="0054256A"/>
    <w:rsid w:val="00542AF7"/>
    <w:rsid w:val="00542C37"/>
    <w:rsid w:val="005435A6"/>
    <w:rsid w:val="005446E1"/>
    <w:rsid w:val="00544EC1"/>
    <w:rsid w:val="005451F2"/>
    <w:rsid w:val="00545591"/>
    <w:rsid w:val="00545E89"/>
    <w:rsid w:val="005464ED"/>
    <w:rsid w:val="00546671"/>
    <w:rsid w:val="00546AC3"/>
    <w:rsid w:val="00546B03"/>
    <w:rsid w:val="00546B21"/>
    <w:rsid w:val="00546F88"/>
    <w:rsid w:val="005470C9"/>
    <w:rsid w:val="00547163"/>
    <w:rsid w:val="00547F44"/>
    <w:rsid w:val="005504A5"/>
    <w:rsid w:val="0055075A"/>
    <w:rsid w:val="005509FC"/>
    <w:rsid w:val="005520C8"/>
    <w:rsid w:val="0055227C"/>
    <w:rsid w:val="00553078"/>
    <w:rsid w:val="0055359E"/>
    <w:rsid w:val="00553695"/>
    <w:rsid w:val="00553849"/>
    <w:rsid w:val="00553866"/>
    <w:rsid w:val="00553B8D"/>
    <w:rsid w:val="0055452C"/>
    <w:rsid w:val="00555003"/>
    <w:rsid w:val="00555187"/>
    <w:rsid w:val="00556370"/>
    <w:rsid w:val="005563C5"/>
    <w:rsid w:val="00556A99"/>
    <w:rsid w:val="00560185"/>
    <w:rsid w:val="005601BD"/>
    <w:rsid w:val="0056032C"/>
    <w:rsid w:val="005607E6"/>
    <w:rsid w:val="0056080A"/>
    <w:rsid w:val="00561379"/>
    <w:rsid w:val="00561759"/>
    <w:rsid w:val="005620D2"/>
    <w:rsid w:val="005624C6"/>
    <w:rsid w:val="0056330E"/>
    <w:rsid w:val="00563392"/>
    <w:rsid w:val="005650B5"/>
    <w:rsid w:val="00565407"/>
    <w:rsid w:val="0056557A"/>
    <w:rsid w:val="00565BBE"/>
    <w:rsid w:val="00565F4F"/>
    <w:rsid w:val="0056661F"/>
    <w:rsid w:val="005667D2"/>
    <w:rsid w:val="00567217"/>
    <w:rsid w:val="00567228"/>
    <w:rsid w:val="005706C4"/>
    <w:rsid w:val="005707DD"/>
    <w:rsid w:val="00570D92"/>
    <w:rsid w:val="0057164A"/>
    <w:rsid w:val="005723D7"/>
    <w:rsid w:val="00572622"/>
    <w:rsid w:val="0057266F"/>
    <w:rsid w:val="0057302B"/>
    <w:rsid w:val="0057328D"/>
    <w:rsid w:val="00574054"/>
    <w:rsid w:val="0057416E"/>
    <w:rsid w:val="005746EA"/>
    <w:rsid w:val="0057494C"/>
    <w:rsid w:val="00574DCA"/>
    <w:rsid w:val="00574FDF"/>
    <w:rsid w:val="005760EC"/>
    <w:rsid w:val="005761F9"/>
    <w:rsid w:val="00577EE7"/>
    <w:rsid w:val="00580238"/>
    <w:rsid w:val="005808BD"/>
    <w:rsid w:val="00580C1D"/>
    <w:rsid w:val="00581125"/>
    <w:rsid w:val="00581380"/>
    <w:rsid w:val="0058174B"/>
    <w:rsid w:val="005819FD"/>
    <w:rsid w:val="00581D1D"/>
    <w:rsid w:val="00581F81"/>
    <w:rsid w:val="00582C67"/>
    <w:rsid w:val="00582DC8"/>
    <w:rsid w:val="005844FC"/>
    <w:rsid w:val="00584B4F"/>
    <w:rsid w:val="005866E8"/>
    <w:rsid w:val="00586A41"/>
    <w:rsid w:val="0058712C"/>
    <w:rsid w:val="00587307"/>
    <w:rsid w:val="00587A78"/>
    <w:rsid w:val="00587FD0"/>
    <w:rsid w:val="005903AC"/>
    <w:rsid w:val="00590421"/>
    <w:rsid w:val="00590B99"/>
    <w:rsid w:val="00591695"/>
    <w:rsid w:val="00591806"/>
    <w:rsid w:val="0059198B"/>
    <w:rsid w:val="005919A0"/>
    <w:rsid w:val="00591F74"/>
    <w:rsid w:val="0059270E"/>
    <w:rsid w:val="00592B6D"/>
    <w:rsid w:val="00593590"/>
    <w:rsid w:val="0059383A"/>
    <w:rsid w:val="00594216"/>
    <w:rsid w:val="005949C7"/>
    <w:rsid w:val="00595C2B"/>
    <w:rsid w:val="00596295"/>
    <w:rsid w:val="005962C9"/>
    <w:rsid w:val="00596CD7"/>
    <w:rsid w:val="0059791B"/>
    <w:rsid w:val="00597B80"/>
    <w:rsid w:val="00597B99"/>
    <w:rsid w:val="005A0394"/>
    <w:rsid w:val="005A0D7A"/>
    <w:rsid w:val="005A0F4C"/>
    <w:rsid w:val="005A179F"/>
    <w:rsid w:val="005A1E85"/>
    <w:rsid w:val="005A1EB4"/>
    <w:rsid w:val="005A1ED4"/>
    <w:rsid w:val="005A21F4"/>
    <w:rsid w:val="005A232E"/>
    <w:rsid w:val="005A2657"/>
    <w:rsid w:val="005A2F5E"/>
    <w:rsid w:val="005A3072"/>
    <w:rsid w:val="005A36D0"/>
    <w:rsid w:val="005A3708"/>
    <w:rsid w:val="005A3C1A"/>
    <w:rsid w:val="005A3F4E"/>
    <w:rsid w:val="005A4B02"/>
    <w:rsid w:val="005A508F"/>
    <w:rsid w:val="005A557A"/>
    <w:rsid w:val="005A572A"/>
    <w:rsid w:val="005A5787"/>
    <w:rsid w:val="005A768C"/>
    <w:rsid w:val="005A773A"/>
    <w:rsid w:val="005A7BC6"/>
    <w:rsid w:val="005B00F4"/>
    <w:rsid w:val="005B01B2"/>
    <w:rsid w:val="005B07E5"/>
    <w:rsid w:val="005B094D"/>
    <w:rsid w:val="005B1040"/>
    <w:rsid w:val="005B1CAA"/>
    <w:rsid w:val="005B1FE4"/>
    <w:rsid w:val="005B208C"/>
    <w:rsid w:val="005B25F6"/>
    <w:rsid w:val="005B2674"/>
    <w:rsid w:val="005B270B"/>
    <w:rsid w:val="005B276D"/>
    <w:rsid w:val="005B282B"/>
    <w:rsid w:val="005B2CA1"/>
    <w:rsid w:val="005B3236"/>
    <w:rsid w:val="005B3509"/>
    <w:rsid w:val="005B416B"/>
    <w:rsid w:val="005B4D06"/>
    <w:rsid w:val="005B503D"/>
    <w:rsid w:val="005B51CE"/>
    <w:rsid w:val="005B57DB"/>
    <w:rsid w:val="005B5B5D"/>
    <w:rsid w:val="005B5DA9"/>
    <w:rsid w:val="005B6942"/>
    <w:rsid w:val="005B6C2C"/>
    <w:rsid w:val="005B6EBF"/>
    <w:rsid w:val="005B7464"/>
    <w:rsid w:val="005B7F3F"/>
    <w:rsid w:val="005C00F0"/>
    <w:rsid w:val="005C0240"/>
    <w:rsid w:val="005C080C"/>
    <w:rsid w:val="005C0CE1"/>
    <w:rsid w:val="005C0D69"/>
    <w:rsid w:val="005C173B"/>
    <w:rsid w:val="005C190C"/>
    <w:rsid w:val="005C1E30"/>
    <w:rsid w:val="005C23B3"/>
    <w:rsid w:val="005C2558"/>
    <w:rsid w:val="005C2B6E"/>
    <w:rsid w:val="005C2D0B"/>
    <w:rsid w:val="005C3871"/>
    <w:rsid w:val="005C3F45"/>
    <w:rsid w:val="005C3FB9"/>
    <w:rsid w:val="005C485D"/>
    <w:rsid w:val="005C490B"/>
    <w:rsid w:val="005C4F8A"/>
    <w:rsid w:val="005C53D0"/>
    <w:rsid w:val="005C564A"/>
    <w:rsid w:val="005C5766"/>
    <w:rsid w:val="005C5AB5"/>
    <w:rsid w:val="005C5E9F"/>
    <w:rsid w:val="005C6272"/>
    <w:rsid w:val="005C71A7"/>
    <w:rsid w:val="005C74EB"/>
    <w:rsid w:val="005C78C7"/>
    <w:rsid w:val="005C7BA4"/>
    <w:rsid w:val="005D054D"/>
    <w:rsid w:val="005D060D"/>
    <w:rsid w:val="005D0745"/>
    <w:rsid w:val="005D0E86"/>
    <w:rsid w:val="005D1235"/>
    <w:rsid w:val="005D199F"/>
    <w:rsid w:val="005D19D2"/>
    <w:rsid w:val="005D1AF5"/>
    <w:rsid w:val="005D1FA1"/>
    <w:rsid w:val="005D29C8"/>
    <w:rsid w:val="005D2F3B"/>
    <w:rsid w:val="005D429F"/>
    <w:rsid w:val="005D4D43"/>
    <w:rsid w:val="005D4DD2"/>
    <w:rsid w:val="005D5414"/>
    <w:rsid w:val="005D57EB"/>
    <w:rsid w:val="005D5E7F"/>
    <w:rsid w:val="005D601E"/>
    <w:rsid w:val="005D6952"/>
    <w:rsid w:val="005D6962"/>
    <w:rsid w:val="005D6A5C"/>
    <w:rsid w:val="005D6D29"/>
    <w:rsid w:val="005D6F8A"/>
    <w:rsid w:val="005D759E"/>
    <w:rsid w:val="005E033D"/>
    <w:rsid w:val="005E09C4"/>
    <w:rsid w:val="005E138A"/>
    <w:rsid w:val="005E13A8"/>
    <w:rsid w:val="005E16BA"/>
    <w:rsid w:val="005E2349"/>
    <w:rsid w:val="005E2C9D"/>
    <w:rsid w:val="005E2CC6"/>
    <w:rsid w:val="005E31E5"/>
    <w:rsid w:val="005E4329"/>
    <w:rsid w:val="005E49F8"/>
    <w:rsid w:val="005E4B1F"/>
    <w:rsid w:val="005E4CE4"/>
    <w:rsid w:val="005E4F75"/>
    <w:rsid w:val="005E50E8"/>
    <w:rsid w:val="005E533C"/>
    <w:rsid w:val="005E5BCE"/>
    <w:rsid w:val="005E6125"/>
    <w:rsid w:val="005E6CE6"/>
    <w:rsid w:val="005E783E"/>
    <w:rsid w:val="005E7DC5"/>
    <w:rsid w:val="005E7E23"/>
    <w:rsid w:val="005F00BD"/>
    <w:rsid w:val="005F0463"/>
    <w:rsid w:val="005F152A"/>
    <w:rsid w:val="005F1E13"/>
    <w:rsid w:val="005F200A"/>
    <w:rsid w:val="005F2162"/>
    <w:rsid w:val="005F269D"/>
    <w:rsid w:val="005F274C"/>
    <w:rsid w:val="005F2C16"/>
    <w:rsid w:val="005F33A5"/>
    <w:rsid w:val="005F55E0"/>
    <w:rsid w:val="005F70CA"/>
    <w:rsid w:val="005F7C9D"/>
    <w:rsid w:val="006000BE"/>
    <w:rsid w:val="00600CB7"/>
    <w:rsid w:val="00601032"/>
    <w:rsid w:val="006014F5"/>
    <w:rsid w:val="00601571"/>
    <w:rsid w:val="00601FB1"/>
    <w:rsid w:val="00602A91"/>
    <w:rsid w:val="00602E97"/>
    <w:rsid w:val="006031DE"/>
    <w:rsid w:val="00603E33"/>
    <w:rsid w:val="00604798"/>
    <w:rsid w:val="00604817"/>
    <w:rsid w:val="00605864"/>
    <w:rsid w:val="00607217"/>
    <w:rsid w:val="00607344"/>
    <w:rsid w:val="00607C43"/>
    <w:rsid w:val="00607D16"/>
    <w:rsid w:val="00607F40"/>
    <w:rsid w:val="006105E2"/>
    <w:rsid w:val="00610936"/>
    <w:rsid w:val="00611F14"/>
    <w:rsid w:val="00613208"/>
    <w:rsid w:val="006134B4"/>
    <w:rsid w:val="00613D20"/>
    <w:rsid w:val="00614E47"/>
    <w:rsid w:val="0061513A"/>
    <w:rsid w:val="00615CAF"/>
    <w:rsid w:val="00615D4A"/>
    <w:rsid w:val="00617686"/>
    <w:rsid w:val="006176D3"/>
    <w:rsid w:val="006177C2"/>
    <w:rsid w:val="00617844"/>
    <w:rsid w:val="00617B18"/>
    <w:rsid w:val="00617ED0"/>
    <w:rsid w:val="006207BF"/>
    <w:rsid w:val="006208BC"/>
    <w:rsid w:val="0062101F"/>
    <w:rsid w:val="00621038"/>
    <w:rsid w:val="00621A44"/>
    <w:rsid w:val="00621B67"/>
    <w:rsid w:val="00622C4E"/>
    <w:rsid w:val="006239E6"/>
    <w:rsid w:val="00624377"/>
    <w:rsid w:val="0062464F"/>
    <w:rsid w:val="0062487E"/>
    <w:rsid w:val="00624908"/>
    <w:rsid w:val="00624917"/>
    <w:rsid w:val="00624A22"/>
    <w:rsid w:val="00624D3C"/>
    <w:rsid w:val="006251B2"/>
    <w:rsid w:val="00625640"/>
    <w:rsid w:val="00625AFB"/>
    <w:rsid w:val="00625C99"/>
    <w:rsid w:val="0062631C"/>
    <w:rsid w:val="0062684E"/>
    <w:rsid w:val="00626A8F"/>
    <w:rsid w:val="00626AE0"/>
    <w:rsid w:val="00626C9A"/>
    <w:rsid w:val="00630658"/>
    <w:rsid w:val="00630D8E"/>
    <w:rsid w:val="006319A2"/>
    <w:rsid w:val="00631E9A"/>
    <w:rsid w:val="00632313"/>
    <w:rsid w:val="00632361"/>
    <w:rsid w:val="0063288B"/>
    <w:rsid w:val="00632C2D"/>
    <w:rsid w:val="006333F7"/>
    <w:rsid w:val="00633A3C"/>
    <w:rsid w:val="00633EE1"/>
    <w:rsid w:val="0063400A"/>
    <w:rsid w:val="006348E0"/>
    <w:rsid w:val="00634F6B"/>
    <w:rsid w:val="00635624"/>
    <w:rsid w:val="0063563C"/>
    <w:rsid w:val="006358E2"/>
    <w:rsid w:val="0063686F"/>
    <w:rsid w:val="00636A39"/>
    <w:rsid w:val="006370D9"/>
    <w:rsid w:val="00637A08"/>
    <w:rsid w:val="006408D7"/>
    <w:rsid w:val="006409D4"/>
    <w:rsid w:val="00640C3E"/>
    <w:rsid w:val="00640C69"/>
    <w:rsid w:val="006414A2"/>
    <w:rsid w:val="00641509"/>
    <w:rsid w:val="006418A6"/>
    <w:rsid w:val="00641C58"/>
    <w:rsid w:val="00642457"/>
    <w:rsid w:val="0064251C"/>
    <w:rsid w:val="0064291A"/>
    <w:rsid w:val="00642A94"/>
    <w:rsid w:val="006430C2"/>
    <w:rsid w:val="00643383"/>
    <w:rsid w:val="00643DA7"/>
    <w:rsid w:val="00643DD6"/>
    <w:rsid w:val="00644574"/>
    <w:rsid w:val="0064496B"/>
    <w:rsid w:val="00644D2F"/>
    <w:rsid w:val="00645242"/>
    <w:rsid w:val="006453CF"/>
    <w:rsid w:val="00645D3A"/>
    <w:rsid w:val="0064613E"/>
    <w:rsid w:val="0064656B"/>
    <w:rsid w:val="00646FED"/>
    <w:rsid w:val="00647229"/>
    <w:rsid w:val="00647418"/>
    <w:rsid w:val="006479F9"/>
    <w:rsid w:val="00647D51"/>
    <w:rsid w:val="0065013E"/>
    <w:rsid w:val="006502E1"/>
    <w:rsid w:val="006505D6"/>
    <w:rsid w:val="00650635"/>
    <w:rsid w:val="006511AF"/>
    <w:rsid w:val="00651ED8"/>
    <w:rsid w:val="00652043"/>
    <w:rsid w:val="0065250C"/>
    <w:rsid w:val="00652B49"/>
    <w:rsid w:val="00652F9F"/>
    <w:rsid w:val="00653263"/>
    <w:rsid w:val="0065342A"/>
    <w:rsid w:val="006536B3"/>
    <w:rsid w:val="0065407F"/>
    <w:rsid w:val="00654336"/>
    <w:rsid w:val="00654D73"/>
    <w:rsid w:val="0065545C"/>
    <w:rsid w:val="0065573F"/>
    <w:rsid w:val="00655A7C"/>
    <w:rsid w:val="006565A4"/>
    <w:rsid w:val="0065662C"/>
    <w:rsid w:val="00656CC2"/>
    <w:rsid w:val="00657697"/>
    <w:rsid w:val="00657F93"/>
    <w:rsid w:val="0066061B"/>
    <w:rsid w:val="00660B24"/>
    <w:rsid w:val="00662107"/>
    <w:rsid w:val="00662C90"/>
    <w:rsid w:val="00662F15"/>
    <w:rsid w:val="00663C6B"/>
    <w:rsid w:val="00663FE4"/>
    <w:rsid w:val="006652E5"/>
    <w:rsid w:val="00667389"/>
    <w:rsid w:val="00667877"/>
    <w:rsid w:val="006679E2"/>
    <w:rsid w:val="00667CDD"/>
    <w:rsid w:val="00670218"/>
    <w:rsid w:val="00670AE9"/>
    <w:rsid w:val="006719A4"/>
    <w:rsid w:val="00671BD5"/>
    <w:rsid w:val="00672120"/>
    <w:rsid w:val="00672171"/>
    <w:rsid w:val="0067233D"/>
    <w:rsid w:val="00672F00"/>
    <w:rsid w:val="006735CA"/>
    <w:rsid w:val="00673629"/>
    <w:rsid w:val="006744F5"/>
    <w:rsid w:val="00674F58"/>
    <w:rsid w:val="00675FA0"/>
    <w:rsid w:val="006769AE"/>
    <w:rsid w:val="00676BE1"/>
    <w:rsid w:val="00676D04"/>
    <w:rsid w:val="00676F37"/>
    <w:rsid w:val="00677D2B"/>
    <w:rsid w:val="00681BA0"/>
    <w:rsid w:val="00681E0A"/>
    <w:rsid w:val="00682043"/>
    <w:rsid w:val="006822A6"/>
    <w:rsid w:val="00682BA0"/>
    <w:rsid w:val="00682D2B"/>
    <w:rsid w:val="00683168"/>
    <w:rsid w:val="006833B5"/>
    <w:rsid w:val="00683BC3"/>
    <w:rsid w:val="00684A68"/>
    <w:rsid w:val="00685950"/>
    <w:rsid w:val="00686313"/>
    <w:rsid w:val="00686BC5"/>
    <w:rsid w:val="00686C00"/>
    <w:rsid w:val="0068713F"/>
    <w:rsid w:val="00687B9C"/>
    <w:rsid w:val="00687BCA"/>
    <w:rsid w:val="006903D7"/>
    <w:rsid w:val="00690665"/>
    <w:rsid w:val="00690AEA"/>
    <w:rsid w:val="00691A0E"/>
    <w:rsid w:val="0069276A"/>
    <w:rsid w:val="006927EA"/>
    <w:rsid w:val="00692F65"/>
    <w:rsid w:val="00693123"/>
    <w:rsid w:val="006934C2"/>
    <w:rsid w:val="00693570"/>
    <w:rsid w:val="0069379A"/>
    <w:rsid w:val="00693990"/>
    <w:rsid w:val="00693C21"/>
    <w:rsid w:val="00695E27"/>
    <w:rsid w:val="006961EC"/>
    <w:rsid w:val="00696631"/>
    <w:rsid w:val="0069757B"/>
    <w:rsid w:val="006976DE"/>
    <w:rsid w:val="006977A6"/>
    <w:rsid w:val="00697A51"/>
    <w:rsid w:val="00697BE9"/>
    <w:rsid w:val="00697D28"/>
    <w:rsid w:val="006A0067"/>
    <w:rsid w:val="006A081C"/>
    <w:rsid w:val="006A082D"/>
    <w:rsid w:val="006A108A"/>
    <w:rsid w:val="006A1CC8"/>
    <w:rsid w:val="006A1FB8"/>
    <w:rsid w:val="006A2750"/>
    <w:rsid w:val="006A28D9"/>
    <w:rsid w:val="006A29BD"/>
    <w:rsid w:val="006A344E"/>
    <w:rsid w:val="006A374F"/>
    <w:rsid w:val="006A3B7F"/>
    <w:rsid w:val="006A3D42"/>
    <w:rsid w:val="006A420E"/>
    <w:rsid w:val="006A5949"/>
    <w:rsid w:val="006A5CBD"/>
    <w:rsid w:val="006A602B"/>
    <w:rsid w:val="006A6C16"/>
    <w:rsid w:val="006A7598"/>
    <w:rsid w:val="006A77CD"/>
    <w:rsid w:val="006A7DE7"/>
    <w:rsid w:val="006B16AA"/>
    <w:rsid w:val="006B1A27"/>
    <w:rsid w:val="006B2B70"/>
    <w:rsid w:val="006B49BF"/>
    <w:rsid w:val="006B4D86"/>
    <w:rsid w:val="006B4E7E"/>
    <w:rsid w:val="006B4FF6"/>
    <w:rsid w:val="006B522B"/>
    <w:rsid w:val="006B63F9"/>
    <w:rsid w:val="006B72EB"/>
    <w:rsid w:val="006B73E7"/>
    <w:rsid w:val="006B74D0"/>
    <w:rsid w:val="006B74DB"/>
    <w:rsid w:val="006B7885"/>
    <w:rsid w:val="006B7BD1"/>
    <w:rsid w:val="006C11C2"/>
    <w:rsid w:val="006C1575"/>
    <w:rsid w:val="006C1BDE"/>
    <w:rsid w:val="006C1C9B"/>
    <w:rsid w:val="006C2905"/>
    <w:rsid w:val="006C2A7C"/>
    <w:rsid w:val="006C2DAE"/>
    <w:rsid w:val="006C30DF"/>
    <w:rsid w:val="006C3893"/>
    <w:rsid w:val="006C4021"/>
    <w:rsid w:val="006C4382"/>
    <w:rsid w:val="006C4462"/>
    <w:rsid w:val="006C44CE"/>
    <w:rsid w:val="006C51B3"/>
    <w:rsid w:val="006C5343"/>
    <w:rsid w:val="006C54B5"/>
    <w:rsid w:val="006C5C36"/>
    <w:rsid w:val="006C5F45"/>
    <w:rsid w:val="006C69F1"/>
    <w:rsid w:val="006C6C2B"/>
    <w:rsid w:val="006C6C9F"/>
    <w:rsid w:val="006C77DE"/>
    <w:rsid w:val="006C7919"/>
    <w:rsid w:val="006C7DE8"/>
    <w:rsid w:val="006D0516"/>
    <w:rsid w:val="006D0F01"/>
    <w:rsid w:val="006D0F89"/>
    <w:rsid w:val="006D140D"/>
    <w:rsid w:val="006D1DED"/>
    <w:rsid w:val="006D2164"/>
    <w:rsid w:val="006D22CB"/>
    <w:rsid w:val="006D2805"/>
    <w:rsid w:val="006D2D34"/>
    <w:rsid w:val="006D2D79"/>
    <w:rsid w:val="006D3A5B"/>
    <w:rsid w:val="006D3B19"/>
    <w:rsid w:val="006D3CA7"/>
    <w:rsid w:val="006D48E0"/>
    <w:rsid w:val="006D4CE5"/>
    <w:rsid w:val="006D51B4"/>
    <w:rsid w:val="006D5530"/>
    <w:rsid w:val="006D564F"/>
    <w:rsid w:val="006D5720"/>
    <w:rsid w:val="006D5FAB"/>
    <w:rsid w:val="006D6682"/>
    <w:rsid w:val="006D6753"/>
    <w:rsid w:val="006D68FC"/>
    <w:rsid w:val="006D6A33"/>
    <w:rsid w:val="006D7367"/>
    <w:rsid w:val="006D7F6C"/>
    <w:rsid w:val="006E0081"/>
    <w:rsid w:val="006E0A10"/>
    <w:rsid w:val="006E0AC5"/>
    <w:rsid w:val="006E0D6A"/>
    <w:rsid w:val="006E2C58"/>
    <w:rsid w:val="006E2D0E"/>
    <w:rsid w:val="006E3430"/>
    <w:rsid w:val="006E40C4"/>
    <w:rsid w:val="006E45B0"/>
    <w:rsid w:val="006E5951"/>
    <w:rsid w:val="006E6198"/>
    <w:rsid w:val="006E6587"/>
    <w:rsid w:val="006E67E9"/>
    <w:rsid w:val="006E6880"/>
    <w:rsid w:val="006E748E"/>
    <w:rsid w:val="006E75A5"/>
    <w:rsid w:val="006E7C59"/>
    <w:rsid w:val="006F0249"/>
    <w:rsid w:val="006F0258"/>
    <w:rsid w:val="006F0718"/>
    <w:rsid w:val="006F111D"/>
    <w:rsid w:val="006F1DE6"/>
    <w:rsid w:val="006F202A"/>
    <w:rsid w:val="006F2CAF"/>
    <w:rsid w:val="006F2CE3"/>
    <w:rsid w:val="006F325C"/>
    <w:rsid w:val="006F33E5"/>
    <w:rsid w:val="006F340C"/>
    <w:rsid w:val="006F3561"/>
    <w:rsid w:val="006F3897"/>
    <w:rsid w:val="006F40F0"/>
    <w:rsid w:val="006F48B7"/>
    <w:rsid w:val="006F4B27"/>
    <w:rsid w:val="006F4D87"/>
    <w:rsid w:val="006F4F31"/>
    <w:rsid w:val="006F4F6F"/>
    <w:rsid w:val="006F52B6"/>
    <w:rsid w:val="006F5378"/>
    <w:rsid w:val="006F575B"/>
    <w:rsid w:val="006F576E"/>
    <w:rsid w:val="006F62B2"/>
    <w:rsid w:val="006F6B23"/>
    <w:rsid w:val="006F7473"/>
    <w:rsid w:val="006F772F"/>
    <w:rsid w:val="006F7CD0"/>
    <w:rsid w:val="006F7F9F"/>
    <w:rsid w:val="007008F1"/>
    <w:rsid w:val="00701521"/>
    <w:rsid w:val="00701591"/>
    <w:rsid w:val="00701B43"/>
    <w:rsid w:val="00701BEE"/>
    <w:rsid w:val="00701E53"/>
    <w:rsid w:val="00702280"/>
    <w:rsid w:val="00702719"/>
    <w:rsid w:val="00702872"/>
    <w:rsid w:val="00702EB2"/>
    <w:rsid w:val="00703987"/>
    <w:rsid w:val="00703B77"/>
    <w:rsid w:val="00704451"/>
    <w:rsid w:val="007046C5"/>
    <w:rsid w:val="007047B5"/>
    <w:rsid w:val="00704B31"/>
    <w:rsid w:val="00704C64"/>
    <w:rsid w:val="007053B3"/>
    <w:rsid w:val="00706FEA"/>
    <w:rsid w:val="007072A1"/>
    <w:rsid w:val="00707687"/>
    <w:rsid w:val="00707849"/>
    <w:rsid w:val="007078C1"/>
    <w:rsid w:val="00707CD3"/>
    <w:rsid w:val="00707D67"/>
    <w:rsid w:val="00710FE5"/>
    <w:rsid w:val="00711809"/>
    <w:rsid w:val="007118BF"/>
    <w:rsid w:val="007125C1"/>
    <w:rsid w:val="007129EF"/>
    <w:rsid w:val="00712CDD"/>
    <w:rsid w:val="00713DDA"/>
    <w:rsid w:val="00714113"/>
    <w:rsid w:val="0071435D"/>
    <w:rsid w:val="007143A6"/>
    <w:rsid w:val="007155CD"/>
    <w:rsid w:val="0071589D"/>
    <w:rsid w:val="00715E5C"/>
    <w:rsid w:val="00716EAA"/>
    <w:rsid w:val="00717C49"/>
    <w:rsid w:val="00717EB6"/>
    <w:rsid w:val="0072037B"/>
    <w:rsid w:val="00720D83"/>
    <w:rsid w:val="00720F71"/>
    <w:rsid w:val="00721122"/>
    <w:rsid w:val="00721369"/>
    <w:rsid w:val="0072183B"/>
    <w:rsid w:val="0072209A"/>
    <w:rsid w:val="007234F3"/>
    <w:rsid w:val="00723642"/>
    <w:rsid w:val="00723929"/>
    <w:rsid w:val="00723C5A"/>
    <w:rsid w:val="00723F03"/>
    <w:rsid w:val="00723FBB"/>
    <w:rsid w:val="00724139"/>
    <w:rsid w:val="00724315"/>
    <w:rsid w:val="0072490B"/>
    <w:rsid w:val="0072509C"/>
    <w:rsid w:val="007253A8"/>
    <w:rsid w:val="007255D6"/>
    <w:rsid w:val="00725751"/>
    <w:rsid w:val="00725E23"/>
    <w:rsid w:val="00725F4F"/>
    <w:rsid w:val="007261BE"/>
    <w:rsid w:val="0072716B"/>
    <w:rsid w:val="00730078"/>
    <w:rsid w:val="007307A0"/>
    <w:rsid w:val="007307F2"/>
    <w:rsid w:val="00730834"/>
    <w:rsid w:val="007312CF"/>
    <w:rsid w:val="007318B6"/>
    <w:rsid w:val="00731D6F"/>
    <w:rsid w:val="00732559"/>
    <w:rsid w:val="00732794"/>
    <w:rsid w:val="007327CC"/>
    <w:rsid w:val="00732F2F"/>
    <w:rsid w:val="007341B2"/>
    <w:rsid w:val="007342BC"/>
    <w:rsid w:val="007345B8"/>
    <w:rsid w:val="00734DF0"/>
    <w:rsid w:val="007356CF"/>
    <w:rsid w:val="007368D0"/>
    <w:rsid w:val="00736F19"/>
    <w:rsid w:val="007370DC"/>
    <w:rsid w:val="00737DC4"/>
    <w:rsid w:val="00740243"/>
    <w:rsid w:val="007407DC"/>
    <w:rsid w:val="00740928"/>
    <w:rsid w:val="00740AE2"/>
    <w:rsid w:val="00740B03"/>
    <w:rsid w:val="0074142F"/>
    <w:rsid w:val="00741A7C"/>
    <w:rsid w:val="00742178"/>
    <w:rsid w:val="0074224F"/>
    <w:rsid w:val="0074254F"/>
    <w:rsid w:val="007438C6"/>
    <w:rsid w:val="00743923"/>
    <w:rsid w:val="007439A6"/>
    <w:rsid w:val="00743A9D"/>
    <w:rsid w:val="00744521"/>
    <w:rsid w:val="00744C09"/>
    <w:rsid w:val="00745221"/>
    <w:rsid w:val="0074553A"/>
    <w:rsid w:val="0074590E"/>
    <w:rsid w:val="00745F57"/>
    <w:rsid w:val="007464F2"/>
    <w:rsid w:val="0074695F"/>
    <w:rsid w:val="00746A55"/>
    <w:rsid w:val="00746D1C"/>
    <w:rsid w:val="00746E29"/>
    <w:rsid w:val="00746F93"/>
    <w:rsid w:val="00747ED7"/>
    <w:rsid w:val="00747F6D"/>
    <w:rsid w:val="00747FC0"/>
    <w:rsid w:val="0075023D"/>
    <w:rsid w:val="00750609"/>
    <w:rsid w:val="00750FFB"/>
    <w:rsid w:val="0075153B"/>
    <w:rsid w:val="0075193D"/>
    <w:rsid w:val="00751D47"/>
    <w:rsid w:val="00751E5D"/>
    <w:rsid w:val="00753364"/>
    <w:rsid w:val="007534D4"/>
    <w:rsid w:val="00754080"/>
    <w:rsid w:val="00754A95"/>
    <w:rsid w:val="00754B7B"/>
    <w:rsid w:val="007562FD"/>
    <w:rsid w:val="00756381"/>
    <w:rsid w:val="007566F0"/>
    <w:rsid w:val="0075779D"/>
    <w:rsid w:val="00757B55"/>
    <w:rsid w:val="00757E4D"/>
    <w:rsid w:val="007607A8"/>
    <w:rsid w:val="00760CD9"/>
    <w:rsid w:val="0076122F"/>
    <w:rsid w:val="00761684"/>
    <w:rsid w:val="00761E4D"/>
    <w:rsid w:val="007624A7"/>
    <w:rsid w:val="00762597"/>
    <w:rsid w:val="00763256"/>
    <w:rsid w:val="007638EF"/>
    <w:rsid w:val="00763DD8"/>
    <w:rsid w:val="00763FAA"/>
    <w:rsid w:val="007656D4"/>
    <w:rsid w:val="007658D8"/>
    <w:rsid w:val="00766373"/>
    <w:rsid w:val="0076689E"/>
    <w:rsid w:val="00767524"/>
    <w:rsid w:val="00767613"/>
    <w:rsid w:val="00771158"/>
    <w:rsid w:val="00771368"/>
    <w:rsid w:val="0077141B"/>
    <w:rsid w:val="00771F71"/>
    <w:rsid w:val="0077205B"/>
    <w:rsid w:val="00773448"/>
    <w:rsid w:val="0077390D"/>
    <w:rsid w:val="00773C75"/>
    <w:rsid w:val="00773CBD"/>
    <w:rsid w:val="007743CD"/>
    <w:rsid w:val="00774BD9"/>
    <w:rsid w:val="00774C77"/>
    <w:rsid w:val="00775702"/>
    <w:rsid w:val="00775DB5"/>
    <w:rsid w:val="007763C3"/>
    <w:rsid w:val="00776562"/>
    <w:rsid w:val="0077671D"/>
    <w:rsid w:val="00776745"/>
    <w:rsid w:val="0077692A"/>
    <w:rsid w:val="007805D0"/>
    <w:rsid w:val="00780B39"/>
    <w:rsid w:val="00780EAF"/>
    <w:rsid w:val="00780F5D"/>
    <w:rsid w:val="00781255"/>
    <w:rsid w:val="00781F9A"/>
    <w:rsid w:val="0078230D"/>
    <w:rsid w:val="007826D4"/>
    <w:rsid w:val="00782E3C"/>
    <w:rsid w:val="00782EDA"/>
    <w:rsid w:val="00783081"/>
    <w:rsid w:val="00783192"/>
    <w:rsid w:val="007835A3"/>
    <w:rsid w:val="00783E85"/>
    <w:rsid w:val="007850FB"/>
    <w:rsid w:val="00785135"/>
    <w:rsid w:val="00785221"/>
    <w:rsid w:val="0078533C"/>
    <w:rsid w:val="00786413"/>
    <w:rsid w:val="007868D9"/>
    <w:rsid w:val="00786935"/>
    <w:rsid w:val="0078693F"/>
    <w:rsid w:val="007869FC"/>
    <w:rsid w:val="00786F2B"/>
    <w:rsid w:val="007879B0"/>
    <w:rsid w:val="00787DAE"/>
    <w:rsid w:val="00787FBD"/>
    <w:rsid w:val="00787FE8"/>
    <w:rsid w:val="007916D1"/>
    <w:rsid w:val="00791CEC"/>
    <w:rsid w:val="00791EDC"/>
    <w:rsid w:val="007924C7"/>
    <w:rsid w:val="007925EC"/>
    <w:rsid w:val="00792646"/>
    <w:rsid w:val="00792FD8"/>
    <w:rsid w:val="00793485"/>
    <w:rsid w:val="00793AC2"/>
    <w:rsid w:val="00793F55"/>
    <w:rsid w:val="00794469"/>
    <w:rsid w:val="00794497"/>
    <w:rsid w:val="00794953"/>
    <w:rsid w:val="00794C2D"/>
    <w:rsid w:val="00795EDE"/>
    <w:rsid w:val="007961B4"/>
    <w:rsid w:val="007961F1"/>
    <w:rsid w:val="00796CB0"/>
    <w:rsid w:val="00797AAE"/>
    <w:rsid w:val="007A0388"/>
    <w:rsid w:val="007A065B"/>
    <w:rsid w:val="007A1E3C"/>
    <w:rsid w:val="007A1F25"/>
    <w:rsid w:val="007A2313"/>
    <w:rsid w:val="007A2C3D"/>
    <w:rsid w:val="007A3163"/>
    <w:rsid w:val="007A3CF4"/>
    <w:rsid w:val="007A3F45"/>
    <w:rsid w:val="007A3F74"/>
    <w:rsid w:val="007A42C8"/>
    <w:rsid w:val="007A4504"/>
    <w:rsid w:val="007A49BD"/>
    <w:rsid w:val="007A51FE"/>
    <w:rsid w:val="007A555C"/>
    <w:rsid w:val="007A5AF2"/>
    <w:rsid w:val="007A6C4C"/>
    <w:rsid w:val="007A76C0"/>
    <w:rsid w:val="007B00DB"/>
    <w:rsid w:val="007B199F"/>
    <w:rsid w:val="007B1CAD"/>
    <w:rsid w:val="007B1D5D"/>
    <w:rsid w:val="007B20DA"/>
    <w:rsid w:val="007B279E"/>
    <w:rsid w:val="007B2A4E"/>
    <w:rsid w:val="007B2F35"/>
    <w:rsid w:val="007B30CD"/>
    <w:rsid w:val="007B3888"/>
    <w:rsid w:val="007B4291"/>
    <w:rsid w:val="007B4539"/>
    <w:rsid w:val="007B48F0"/>
    <w:rsid w:val="007B5A5E"/>
    <w:rsid w:val="007B5F6F"/>
    <w:rsid w:val="007B6150"/>
    <w:rsid w:val="007B63C8"/>
    <w:rsid w:val="007B6A1E"/>
    <w:rsid w:val="007B6BD3"/>
    <w:rsid w:val="007B6D09"/>
    <w:rsid w:val="007B6E8B"/>
    <w:rsid w:val="007B6EA0"/>
    <w:rsid w:val="007B71DC"/>
    <w:rsid w:val="007B7C43"/>
    <w:rsid w:val="007B7D91"/>
    <w:rsid w:val="007B7FB5"/>
    <w:rsid w:val="007C056D"/>
    <w:rsid w:val="007C0660"/>
    <w:rsid w:val="007C0DD4"/>
    <w:rsid w:val="007C1287"/>
    <w:rsid w:val="007C13BA"/>
    <w:rsid w:val="007C17C1"/>
    <w:rsid w:val="007C1C12"/>
    <w:rsid w:val="007C3369"/>
    <w:rsid w:val="007C34CF"/>
    <w:rsid w:val="007C3762"/>
    <w:rsid w:val="007C3940"/>
    <w:rsid w:val="007C4934"/>
    <w:rsid w:val="007C4BB6"/>
    <w:rsid w:val="007C4C3F"/>
    <w:rsid w:val="007C611C"/>
    <w:rsid w:val="007C6787"/>
    <w:rsid w:val="007C7347"/>
    <w:rsid w:val="007C7EE8"/>
    <w:rsid w:val="007D047A"/>
    <w:rsid w:val="007D06A7"/>
    <w:rsid w:val="007D0858"/>
    <w:rsid w:val="007D109B"/>
    <w:rsid w:val="007D1168"/>
    <w:rsid w:val="007D1195"/>
    <w:rsid w:val="007D168B"/>
    <w:rsid w:val="007D1ECF"/>
    <w:rsid w:val="007D225B"/>
    <w:rsid w:val="007D231E"/>
    <w:rsid w:val="007D325C"/>
    <w:rsid w:val="007D3762"/>
    <w:rsid w:val="007D3FF3"/>
    <w:rsid w:val="007D3FFA"/>
    <w:rsid w:val="007D40D2"/>
    <w:rsid w:val="007D42A0"/>
    <w:rsid w:val="007D434E"/>
    <w:rsid w:val="007D529B"/>
    <w:rsid w:val="007D5A2C"/>
    <w:rsid w:val="007D66EC"/>
    <w:rsid w:val="007D6A56"/>
    <w:rsid w:val="007D6E5D"/>
    <w:rsid w:val="007D796E"/>
    <w:rsid w:val="007D79A7"/>
    <w:rsid w:val="007E00EA"/>
    <w:rsid w:val="007E07D8"/>
    <w:rsid w:val="007E135C"/>
    <w:rsid w:val="007E1A77"/>
    <w:rsid w:val="007E2505"/>
    <w:rsid w:val="007E37B2"/>
    <w:rsid w:val="007E3CCF"/>
    <w:rsid w:val="007E5460"/>
    <w:rsid w:val="007E5AA0"/>
    <w:rsid w:val="007E5BA5"/>
    <w:rsid w:val="007E6DBA"/>
    <w:rsid w:val="007E6DBF"/>
    <w:rsid w:val="007E7422"/>
    <w:rsid w:val="007E7E52"/>
    <w:rsid w:val="007F0093"/>
    <w:rsid w:val="007F0C6D"/>
    <w:rsid w:val="007F0E80"/>
    <w:rsid w:val="007F10B6"/>
    <w:rsid w:val="007F10F8"/>
    <w:rsid w:val="007F1116"/>
    <w:rsid w:val="007F15E5"/>
    <w:rsid w:val="007F217E"/>
    <w:rsid w:val="007F25AD"/>
    <w:rsid w:val="007F2850"/>
    <w:rsid w:val="007F2B04"/>
    <w:rsid w:val="007F2D1D"/>
    <w:rsid w:val="007F3028"/>
    <w:rsid w:val="007F3455"/>
    <w:rsid w:val="007F3822"/>
    <w:rsid w:val="007F4217"/>
    <w:rsid w:val="007F49B3"/>
    <w:rsid w:val="007F4D18"/>
    <w:rsid w:val="007F527C"/>
    <w:rsid w:val="007F5587"/>
    <w:rsid w:val="007F574B"/>
    <w:rsid w:val="007F62AB"/>
    <w:rsid w:val="007F7114"/>
    <w:rsid w:val="007F73E7"/>
    <w:rsid w:val="007F7562"/>
    <w:rsid w:val="007F7857"/>
    <w:rsid w:val="0080022C"/>
    <w:rsid w:val="008006E9"/>
    <w:rsid w:val="0080075B"/>
    <w:rsid w:val="008012BA"/>
    <w:rsid w:val="00801330"/>
    <w:rsid w:val="00801C13"/>
    <w:rsid w:val="008021C7"/>
    <w:rsid w:val="008023C3"/>
    <w:rsid w:val="0080241E"/>
    <w:rsid w:val="0080288B"/>
    <w:rsid w:val="00802C3D"/>
    <w:rsid w:val="008039D0"/>
    <w:rsid w:val="00803C3A"/>
    <w:rsid w:val="00804492"/>
    <w:rsid w:val="0080480C"/>
    <w:rsid w:val="0080517C"/>
    <w:rsid w:val="00807220"/>
    <w:rsid w:val="00807A28"/>
    <w:rsid w:val="00811253"/>
    <w:rsid w:val="0081155B"/>
    <w:rsid w:val="008117E2"/>
    <w:rsid w:val="00811847"/>
    <w:rsid w:val="00811CD1"/>
    <w:rsid w:val="0081273B"/>
    <w:rsid w:val="0081340E"/>
    <w:rsid w:val="0081373D"/>
    <w:rsid w:val="008139A8"/>
    <w:rsid w:val="0081447A"/>
    <w:rsid w:val="00814ED4"/>
    <w:rsid w:val="00815092"/>
    <w:rsid w:val="0081543E"/>
    <w:rsid w:val="00816076"/>
    <w:rsid w:val="00816343"/>
    <w:rsid w:val="00816B92"/>
    <w:rsid w:val="008171FA"/>
    <w:rsid w:val="00817A8E"/>
    <w:rsid w:val="00817D82"/>
    <w:rsid w:val="00817EAA"/>
    <w:rsid w:val="008202B3"/>
    <w:rsid w:val="008207F2"/>
    <w:rsid w:val="00820F7B"/>
    <w:rsid w:val="0082190C"/>
    <w:rsid w:val="00822E67"/>
    <w:rsid w:val="0082330D"/>
    <w:rsid w:val="008235C5"/>
    <w:rsid w:val="0082462B"/>
    <w:rsid w:val="00824934"/>
    <w:rsid w:val="00824AB1"/>
    <w:rsid w:val="008255FD"/>
    <w:rsid w:val="00825637"/>
    <w:rsid w:val="0082577E"/>
    <w:rsid w:val="00825FD8"/>
    <w:rsid w:val="008262E9"/>
    <w:rsid w:val="008269CE"/>
    <w:rsid w:val="00826CC6"/>
    <w:rsid w:val="00827E6C"/>
    <w:rsid w:val="00830151"/>
    <w:rsid w:val="008301E2"/>
    <w:rsid w:val="00830341"/>
    <w:rsid w:val="00830847"/>
    <w:rsid w:val="00830B50"/>
    <w:rsid w:val="00830DF8"/>
    <w:rsid w:val="00831F11"/>
    <w:rsid w:val="008334DD"/>
    <w:rsid w:val="0083423B"/>
    <w:rsid w:val="008347A2"/>
    <w:rsid w:val="00834F8F"/>
    <w:rsid w:val="00835365"/>
    <w:rsid w:val="008356A4"/>
    <w:rsid w:val="00835A6F"/>
    <w:rsid w:val="00835EBF"/>
    <w:rsid w:val="00835EFA"/>
    <w:rsid w:val="008367B6"/>
    <w:rsid w:val="00836962"/>
    <w:rsid w:val="00836CF4"/>
    <w:rsid w:val="00837104"/>
    <w:rsid w:val="00837EBA"/>
    <w:rsid w:val="00837F8A"/>
    <w:rsid w:val="00840991"/>
    <w:rsid w:val="008409E5"/>
    <w:rsid w:val="00840C4A"/>
    <w:rsid w:val="0084179E"/>
    <w:rsid w:val="00842533"/>
    <w:rsid w:val="00842613"/>
    <w:rsid w:val="00842A5D"/>
    <w:rsid w:val="00843A9F"/>
    <w:rsid w:val="00843B03"/>
    <w:rsid w:val="008442E8"/>
    <w:rsid w:val="008443F9"/>
    <w:rsid w:val="008448E4"/>
    <w:rsid w:val="00844AA8"/>
    <w:rsid w:val="00844D12"/>
    <w:rsid w:val="008452FF"/>
    <w:rsid w:val="00845CC3"/>
    <w:rsid w:val="00845DF8"/>
    <w:rsid w:val="008475BA"/>
    <w:rsid w:val="00847AE0"/>
    <w:rsid w:val="00847FA2"/>
    <w:rsid w:val="008500FD"/>
    <w:rsid w:val="0085082F"/>
    <w:rsid w:val="00851843"/>
    <w:rsid w:val="00851941"/>
    <w:rsid w:val="00852228"/>
    <w:rsid w:val="00852C95"/>
    <w:rsid w:val="0085318D"/>
    <w:rsid w:val="008538E1"/>
    <w:rsid w:val="00853973"/>
    <w:rsid w:val="00853C43"/>
    <w:rsid w:val="00853FC5"/>
    <w:rsid w:val="00854096"/>
    <w:rsid w:val="0085414E"/>
    <w:rsid w:val="0085486B"/>
    <w:rsid w:val="00854D87"/>
    <w:rsid w:val="00855384"/>
    <w:rsid w:val="0085562D"/>
    <w:rsid w:val="008557C8"/>
    <w:rsid w:val="0085586F"/>
    <w:rsid w:val="008560A0"/>
    <w:rsid w:val="00856150"/>
    <w:rsid w:val="008562CA"/>
    <w:rsid w:val="00856E7B"/>
    <w:rsid w:val="008574DD"/>
    <w:rsid w:val="008579D4"/>
    <w:rsid w:val="00857BD8"/>
    <w:rsid w:val="008605A4"/>
    <w:rsid w:val="0086065F"/>
    <w:rsid w:val="00860944"/>
    <w:rsid w:val="00860B30"/>
    <w:rsid w:val="00860F87"/>
    <w:rsid w:val="00861272"/>
    <w:rsid w:val="00861AE6"/>
    <w:rsid w:val="00861F10"/>
    <w:rsid w:val="00862104"/>
    <w:rsid w:val="00862117"/>
    <w:rsid w:val="00862582"/>
    <w:rsid w:val="00862D66"/>
    <w:rsid w:val="0086313D"/>
    <w:rsid w:val="0086327D"/>
    <w:rsid w:val="00863434"/>
    <w:rsid w:val="00863768"/>
    <w:rsid w:val="00863847"/>
    <w:rsid w:val="00863AC6"/>
    <w:rsid w:val="00863D25"/>
    <w:rsid w:val="00863D5E"/>
    <w:rsid w:val="00864277"/>
    <w:rsid w:val="00864964"/>
    <w:rsid w:val="00864B6D"/>
    <w:rsid w:val="00864EF2"/>
    <w:rsid w:val="0086518F"/>
    <w:rsid w:val="0086545D"/>
    <w:rsid w:val="0086546E"/>
    <w:rsid w:val="0086574F"/>
    <w:rsid w:val="00865CBD"/>
    <w:rsid w:val="00865FCB"/>
    <w:rsid w:val="00866066"/>
    <w:rsid w:val="0086646C"/>
    <w:rsid w:val="00866FA5"/>
    <w:rsid w:val="00867512"/>
    <w:rsid w:val="00867893"/>
    <w:rsid w:val="00867B19"/>
    <w:rsid w:val="00870D6E"/>
    <w:rsid w:val="00871979"/>
    <w:rsid w:val="0087211B"/>
    <w:rsid w:val="00872283"/>
    <w:rsid w:val="00872AC9"/>
    <w:rsid w:val="00872BDC"/>
    <w:rsid w:val="00872F0D"/>
    <w:rsid w:val="0087338B"/>
    <w:rsid w:val="008734D6"/>
    <w:rsid w:val="00874371"/>
    <w:rsid w:val="00875684"/>
    <w:rsid w:val="008766CA"/>
    <w:rsid w:val="00876BB5"/>
    <w:rsid w:val="00876D48"/>
    <w:rsid w:val="00876D6B"/>
    <w:rsid w:val="00876EE3"/>
    <w:rsid w:val="0087715D"/>
    <w:rsid w:val="00877DF2"/>
    <w:rsid w:val="008805AE"/>
    <w:rsid w:val="0088069D"/>
    <w:rsid w:val="00880C5B"/>
    <w:rsid w:val="00881072"/>
    <w:rsid w:val="008818C8"/>
    <w:rsid w:val="00881A51"/>
    <w:rsid w:val="00882A46"/>
    <w:rsid w:val="00882B40"/>
    <w:rsid w:val="00883330"/>
    <w:rsid w:val="008838DF"/>
    <w:rsid w:val="00883EB8"/>
    <w:rsid w:val="00884C05"/>
    <w:rsid w:val="0088510A"/>
    <w:rsid w:val="00885657"/>
    <w:rsid w:val="0088574D"/>
    <w:rsid w:val="00885CB6"/>
    <w:rsid w:val="00885D6B"/>
    <w:rsid w:val="00885F84"/>
    <w:rsid w:val="0088659A"/>
    <w:rsid w:val="00886D8F"/>
    <w:rsid w:val="00887579"/>
    <w:rsid w:val="00887A62"/>
    <w:rsid w:val="00887DAA"/>
    <w:rsid w:val="00890A69"/>
    <w:rsid w:val="00890C02"/>
    <w:rsid w:val="008916A8"/>
    <w:rsid w:val="00891A24"/>
    <w:rsid w:val="008922FD"/>
    <w:rsid w:val="00892D5A"/>
    <w:rsid w:val="008931F6"/>
    <w:rsid w:val="008932AC"/>
    <w:rsid w:val="00894294"/>
    <w:rsid w:val="008946DA"/>
    <w:rsid w:val="00894906"/>
    <w:rsid w:val="00894F77"/>
    <w:rsid w:val="0089552B"/>
    <w:rsid w:val="008957B6"/>
    <w:rsid w:val="008958DA"/>
    <w:rsid w:val="00895E81"/>
    <w:rsid w:val="00895F22"/>
    <w:rsid w:val="00896617"/>
    <w:rsid w:val="00896826"/>
    <w:rsid w:val="00896EA2"/>
    <w:rsid w:val="00897168"/>
    <w:rsid w:val="008971D4"/>
    <w:rsid w:val="0089727F"/>
    <w:rsid w:val="00897285"/>
    <w:rsid w:val="00897379"/>
    <w:rsid w:val="008A084A"/>
    <w:rsid w:val="008A0859"/>
    <w:rsid w:val="008A0978"/>
    <w:rsid w:val="008A0D14"/>
    <w:rsid w:val="008A14AA"/>
    <w:rsid w:val="008A14ED"/>
    <w:rsid w:val="008A23F5"/>
    <w:rsid w:val="008A24AE"/>
    <w:rsid w:val="008A25F5"/>
    <w:rsid w:val="008A290D"/>
    <w:rsid w:val="008A2985"/>
    <w:rsid w:val="008A3C25"/>
    <w:rsid w:val="008A3F8E"/>
    <w:rsid w:val="008A484D"/>
    <w:rsid w:val="008A4CAC"/>
    <w:rsid w:val="008A4ED7"/>
    <w:rsid w:val="008A5103"/>
    <w:rsid w:val="008A56F7"/>
    <w:rsid w:val="008A62AC"/>
    <w:rsid w:val="008A6F01"/>
    <w:rsid w:val="008A7830"/>
    <w:rsid w:val="008A7B52"/>
    <w:rsid w:val="008B02B8"/>
    <w:rsid w:val="008B196F"/>
    <w:rsid w:val="008B212A"/>
    <w:rsid w:val="008B27F2"/>
    <w:rsid w:val="008B2859"/>
    <w:rsid w:val="008B2B19"/>
    <w:rsid w:val="008B2F28"/>
    <w:rsid w:val="008B3A06"/>
    <w:rsid w:val="008B413D"/>
    <w:rsid w:val="008B4648"/>
    <w:rsid w:val="008B472F"/>
    <w:rsid w:val="008B4F47"/>
    <w:rsid w:val="008B4FB7"/>
    <w:rsid w:val="008B4FCA"/>
    <w:rsid w:val="008B5081"/>
    <w:rsid w:val="008B5319"/>
    <w:rsid w:val="008B5346"/>
    <w:rsid w:val="008B5644"/>
    <w:rsid w:val="008B593F"/>
    <w:rsid w:val="008B602B"/>
    <w:rsid w:val="008B6507"/>
    <w:rsid w:val="008B6D21"/>
    <w:rsid w:val="008B7A22"/>
    <w:rsid w:val="008B7F23"/>
    <w:rsid w:val="008C15F8"/>
    <w:rsid w:val="008C1765"/>
    <w:rsid w:val="008C193B"/>
    <w:rsid w:val="008C1C52"/>
    <w:rsid w:val="008C2127"/>
    <w:rsid w:val="008C246F"/>
    <w:rsid w:val="008C329F"/>
    <w:rsid w:val="008C392E"/>
    <w:rsid w:val="008C5019"/>
    <w:rsid w:val="008C520C"/>
    <w:rsid w:val="008C53FE"/>
    <w:rsid w:val="008C54A3"/>
    <w:rsid w:val="008C5878"/>
    <w:rsid w:val="008C5A90"/>
    <w:rsid w:val="008C5B19"/>
    <w:rsid w:val="008C5B65"/>
    <w:rsid w:val="008C5E5E"/>
    <w:rsid w:val="008C5EF7"/>
    <w:rsid w:val="008C5F01"/>
    <w:rsid w:val="008C6655"/>
    <w:rsid w:val="008C6DD9"/>
    <w:rsid w:val="008C7232"/>
    <w:rsid w:val="008C7346"/>
    <w:rsid w:val="008C7545"/>
    <w:rsid w:val="008C7C1B"/>
    <w:rsid w:val="008D02E5"/>
    <w:rsid w:val="008D065B"/>
    <w:rsid w:val="008D0876"/>
    <w:rsid w:val="008D0C53"/>
    <w:rsid w:val="008D1003"/>
    <w:rsid w:val="008D175F"/>
    <w:rsid w:val="008D1DB5"/>
    <w:rsid w:val="008D2750"/>
    <w:rsid w:val="008D2A2F"/>
    <w:rsid w:val="008D399F"/>
    <w:rsid w:val="008D409B"/>
    <w:rsid w:val="008D4B29"/>
    <w:rsid w:val="008D53A5"/>
    <w:rsid w:val="008D5490"/>
    <w:rsid w:val="008D5698"/>
    <w:rsid w:val="008D588D"/>
    <w:rsid w:val="008D5C15"/>
    <w:rsid w:val="008D61DE"/>
    <w:rsid w:val="008D642E"/>
    <w:rsid w:val="008D666B"/>
    <w:rsid w:val="008D68D0"/>
    <w:rsid w:val="008D6D5D"/>
    <w:rsid w:val="008D6E8C"/>
    <w:rsid w:val="008D7700"/>
    <w:rsid w:val="008E0574"/>
    <w:rsid w:val="008E07C7"/>
    <w:rsid w:val="008E111C"/>
    <w:rsid w:val="008E1D74"/>
    <w:rsid w:val="008E2241"/>
    <w:rsid w:val="008E3582"/>
    <w:rsid w:val="008E443A"/>
    <w:rsid w:val="008E4941"/>
    <w:rsid w:val="008E4B63"/>
    <w:rsid w:val="008E4C6D"/>
    <w:rsid w:val="008E4D90"/>
    <w:rsid w:val="008E5181"/>
    <w:rsid w:val="008E5305"/>
    <w:rsid w:val="008E54F4"/>
    <w:rsid w:val="008E5C69"/>
    <w:rsid w:val="008E6AA2"/>
    <w:rsid w:val="008E7069"/>
    <w:rsid w:val="008E7D2A"/>
    <w:rsid w:val="008F1CA8"/>
    <w:rsid w:val="008F1DCD"/>
    <w:rsid w:val="008F1F05"/>
    <w:rsid w:val="008F1FA8"/>
    <w:rsid w:val="008F32FC"/>
    <w:rsid w:val="008F3E1F"/>
    <w:rsid w:val="008F3F5A"/>
    <w:rsid w:val="008F463A"/>
    <w:rsid w:val="008F5163"/>
    <w:rsid w:val="008F5C01"/>
    <w:rsid w:val="008F6643"/>
    <w:rsid w:val="008F6795"/>
    <w:rsid w:val="008F67FC"/>
    <w:rsid w:val="008F693C"/>
    <w:rsid w:val="008F6B17"/>
    <w:rsid w:val="008F6B23"/>
    <w:rsid w:val="008F6ED3"/>
    <w:rsid w:val="008F7713"/>
    <w:rsid w:val="008F78AF"/>
    <w:rsid w:val="008F7949"/>
    <w:rsid w:val="008F79F4"/>
    <w:rsid w:val="00900198"/>
    <w:rsid w:val="00900807"/>
    <w:rsid w:val="00900A61"/>
    <w:rsid w:val="00900EE9"/>
    <w:rsid w:val="0090258B"/>
    <w:rsid w:val="00902F0D"/>
    <w:rsid w:val="00903281"/>
    <w:rsid w:val="00903874"/>
    <w:rsid w:val="00903E74"/>
    <w:rsid w:val="00906021"/>
    <w:rsid w:val="0090636F"/>
    <w:rsid w:val="00907188"/>
    <w:rsid w:val="00907554"/>
    <w:rsid w:val="009075E0"/>
    <w:rsid w:val="00907AE2"/>
    <w:rsid w:val="00907C91"/>
    <w:rsid w:val="00907D91"/>
    <w:rsid w:val="009100DA"/>
    <w:rsid w:val="009106FD"/>
    <w:rsid w:val="009111B7"/>
    <w:rsid w:val="00911243"/>
    <w:rsid w:val="009117C3"/>
    <w:rsid w:val="0091184E"/>
    <w:rsid w:val="00911B64"/>
    <w:rsid w:val="009124F1"/>
    <w:rsid w:val="009129A6"/>
    <w:rsid w:val="00912ABD"/>
    <w:rsid w:val="00912B96"/>
    <w:rsid w:val="00912F14"/>
    <w:rsid w:val="009131DD"/>
    <w:rsid w:val="00913E2F"/>
    <w:rsid w:val="00913E7A"/>
    <w:rsid w:val="0091433C"/>
    <w:rsid w:val="0091438C"/>
    <w:rsid w:val="00914631"/>
    <w:rsid w:val="0091602F"/>
    <w:rsid w:val="00916E05"/>
    <w:rsid w:val="00917404"/>
    <w:rsid w:val="0091768D"/>
    <w:rsid w:val="00917CE8"/>
    <w:rsid w:val="00917EDD"/>
    <w:rsid w:val="00920258"/>
    <w:rsid w:val="009203C4"/>
    <w:rsid w:val="00920764"/>
    <w:rsid w:val="0092099F"/>
    <w:rsid w:val="00921033"/>
    <w:rsid w:val="00921D36"/>
    <w:rsid w:val="00921EE7"/>
    <w:rsid w:val="00922382"/>
    <w:rsid w:val="00922501"/>
    <w:rsid w:val="00922710"/>
    <w:rsid w:val="00922729"/>
    <w:rsid w:val="0092283E"/>
    <w:rsid w:val="00923019"/>
    <w:rsid w:val="009232CE"/>
    <w:rsid w:val="00923434"/>
    <w:rsid w:val="0092456E"/>
    <w:rsid w:val="00924867"/>
    <w:rsid w:val="00924A26"/>
    <w:rsid w:val="00924A5F"/>
    <w:rsid w:val="00924D02"/>
    <w:rsid w:val="00924D2C"/>
    <w:rsid w:val="00925189"/>
    <w:rsid w:val="009255CF"/>
    <w:rsid w:val="009258BA"/>
    <w:rsid w:val="009266CD"/>
    <w:rsid w:val="009267F1"/>
    <w:rsid w:val="00926B8A"/>
    <w:rsid w:val="00927127"/>
    <w:rsid w:val="00927697"/>
    <w:rsid w:val="00930CDD"/>
    <w:rsid w:val="00930D01"/>
    <w:rsid w:val="00930F21"/>
    <w:rsid w:val="00932253"/>
    <w:rsid w:val="009328DB"/>
    <w:rsid w:val="009334D6"/>
    <w:rsid w:val="00933726"/>
    <w:rsid w:val="00933A0F"/>
    <w:rsid w:val="00933EA6"/>
    <w:rsid w:val="00934E8D"/>
    <w:rsid w:val="00935975"/>
    <w:rsid w:val="00936E92"/>
    <w:rsid w:val="00937030"/>
    <w:rsid w:val="00937770"/>
    <w:rsid w:val="00937BD7"/>
    <w:rsid w:val="00937CF1"/>
    <w:rsid w:val="00940132"/>
    <w:rsid w:val="00940194"/>
    <w:rsid w:val="009405DA"/>
    <w:rsid w:val="0094079C"/>
    <w:rsid w:val="00940FD4"/>
    <w:rsid w:val="009410D9"/>
    <w:rsid w:val="009416C1"/>
    <w:rsid w:val="00941C15"/>
    <w:rsid w:val="00941FE0"/>
    <w:rsid w:val="0094272F"/>
    <w:rsid w:val="00942C25"/>
    <w:rsid w:val="00942F75"/>
    <w:rsid w:val="00943009"/>
    <w:rsid w:val="009431D3"/>
    <w:rsid w:val="00943822"/>
    <w:rsid w:val="00943B03"/>
    <w:rsid w:val="00944345"/>
    <w:rsid w:val="00944467"/>
    <w:rsid w:val="00944B15"/>
    <w:rsid w:val="00944EED"/>
    <w:rsid w:val="0094735F"/>
    <w:rsid w:val="00947820"/>
    <w:rsid w:val="00947FBE"/>
    <w:rsid w:val="009514A8"/>
    <w:rsid w:val="00952295"/>
    <w:rsid w:val="00952BB2"/>
    <w:rsid w:val="00952DF3"/>
    <w:rsid w:val="00953809"/>
    <w:rsid w:val="0095403E"/>
    <w:rsid w:val="00954E7A"/>
    <w:rsid w:val="00954FDA"/>
    <w:rsid w:val="009555EE"/>
    <w:rsid w:val="00956F24"/>
    <w:rsid w:val="0095744E"/>
    <w:rsid w:val="009600E2"/>
    <w:rsid w:val="009603B9"/>
    <w:rsid w:val="009605B5"/>
    <w:rsid w:val="00960697"/>
    <w:rsid w:val="009619F9"/>
    <w:rsid w:val="00961ABD"/>
    <w:rsid w:val="00962010"/>
    <w:rsid w:val="0096212A"/>
    <w:rsid w:val="009621A9"/>
    <w:rsid w:val="00963022"/>
    <w:rsid w:val="00963E70"/>
    <w:rsid w:val="00964A24"/>
    <w:rsid w:val="00965714"/>
    <w:rsid w:val="00965A3C"/>
    <w:rsid w:val="00966955"/>
    <w:rsid w:val="00966C1B"/>
    <w:rsid w:val="00966C47"/>
    <w:rsid w:val="00967714"/>
    <w:rsid w:val="009678C2"/>
    <w:rsid w:val="0097003F"/>
    <w:rsid w:val="00970A05"/>
    <w:rsid w:val="00971860"/>
    <w:rsid w:val="00971E0A"/>
    <w:rsid w:val="009721A1"/>
    <w:rsid w:val="009725BB"/>
    <w:rsid w:val="00972B44"/>
    <w:rsid w:val="0097347B"/>
    <w:rsid w:val="00973B38"/>
    <w:rsid w:val="0097405B"/>
    <w:rsid w:val="00974091"/>
    <w:rsid w:val="0097501D"/>
    <w:rsid w:val="009757A2"/>
    <w:rsid w:val="00975826"/>
    <w:rsid w:val="0097596A"/>
    <w:rsid w:val="00975A54"/>
    <w:rsid w:val="009764B2"/>
    <w:rsid w:val="00976E25"/>
    <w:rsid w:val="00977264"/>
    <w:rsid w:val="00977A6B"/>
    <w:rsid w:val="00977AC9"/>
    <w:rsid w:val="00977DB1"/>
    <w:rsid w:val="00980473"/>
    <w:rsid w:val="0098094A"/>
    <w:rsid w:val="009813AA"/>
    <w:rsid w:val="00981E4B"/>
    <w:rsid w:val="0098218F"/>
    <w:rsid w:val="009826A2"/>
    <w:rsid w:val="00982730"/>
    <w:rsid w:val="00982863"/>
    <w:rsid w:val="00982BEC"/>
    <w:rsid w:val="009833F1"/>
    <w:rsid w:val="0098362B"/>
    <w:rsid w:val="00983C69"/>
    <w:rsid w:val="00984EBE"/>
    <w:rsid w:val="00985267"/>
    <w:rsid w:val="009856B1"/>
    <w:rsid w:val="00985B0A"/>
    <w:rsid w:val="00986332"/>
    <w:rsid w:val="009864B3"/>
    <w:rsid w:val="00987207"/>
    <w:rsid w:val="00987A97"/>
    <w:rsid w:val="0099032E"/>
    <w:rsid w:val="009904E9"/>
    <w:rsid w:val="00990B1B"/>
    <w:rsid w:val="009915E8"/>
    <w:rsid w:val="0099178A"/>
    <w:rsid w:val="009917CB"/>
    <w:rsid w:val="009919D4"/>
    <w:rsid w:val="009921C5"/>
    <w:rsid w:val="00992630"/>
    <w:rsid w:val="00993335"/>
    <w:rsid w:val="00994032"/>
    <w:rsid w:val="00994D59"/>
    <w:rsid w:val="00995608"/>
    <w:rsid w:val="00995A9F"/>
    <w:rsid w:val="00995D44"/>
    <w:rsid w:val="0099732A"/>
    <w:rsid w:val="009A0393"/>
    <w:rsid w:val="009A0C41"/>
    <w:rsid w:val="009A0F30"/>
    <w:rsid w:val="009A15F5"/>
    <w:rsid w:val="009A1781"/>
    <w:rsid w:val="009A1D20"/>
    <w:rsid w:val="009A25F5"/>
    <w:rsid w:val="009A287E"/>
    <w:rsid w:val="009A2F77"/>
    <w:rsid w:val="009A3798"/>
    <w:rsid w:val="009A508A"/>
    <w:rsid w:val="009A5340"/>
    <w:rsid w:val="009A537F"/>
    <w:rsid w:val="009A53D6"/>
    <w:rsid w:val="009A54F3"/>
    <w:rsid w:val="009A5D52"/>
    <w:rsid w:val="009A60C7"/>
    <w:rsid w:val="009A6279"/>
    <w:rsid w:val="009A6A2A"/>
    <w:rsid w:val="009A718D"/>
    <w:rsid w:val="009B1158"/>
    <w:rsid w:val="009B11C1"/>
    <w:rsid w:val="009B15F6"/>
    <w:rsid w:val="009B1CF2"/>
    <w:rsid w:val="009B21F7"/>
    <w:rsid w:val="009B289C"/>
    <w:rsid w:val="009B2CC5"/>
    <w:rsid w:val="009B3060"/>
    <w:rsid w:val="009B32F0"/>
    <w:rsid w:val="009B3313"/>
    <w:rsid w:val="009B36A8"/>
    <w:rsid w:val="009B3889"/>
    <w:rsid w:val="009B3C59"/>
    <w:rsid w:val="009B3F2A"/>
    <w:rsid w:val="009B41E2"/>
    <w:rsid w:val="009B4299"/>
    <w:rsid w:val="009B4E51"/>
    <w:rsid w:val="009B4EDF"/>
    <w:rsid w:val="009B590F"/>
    <w:rsid w:val="009B5F54"/>
    <w:rsid w:val="009B6343"/>
    <w:rsid w:val="009B73D2"/>
    <w:rsid w:val="009B73E6"/>
    <w:rsid w:val="009B7AB8"/>
    <w:rsid w:val="009B7D34"/>
    <w:rsid w:val="009C081F"/>
    <w:rsid w:val="009C0F79"/>
    <w:rsid w:val="009C1086"/>
    <w:rsid w:val="009C1B89"/>
    <w:rsid w:val="009C3032"/>
    <w:rsid w:val="009C3525"/>
    <w:rsid w:val="009C3728"/>
    <w:rsid w:val="009C411B"/>
    <w:rsid w:val="009C4680"/>
    <w:rsid w:val="009C4738"/>
    <w:rsid w:val="009C53E0"/>
    <w:rsid w:val="009C578D"/>
    <w:rsid w:val="009C5BB8"/>
    <w:rsid w:val="009C6721"/>
    <w:rsid w:val="009C6B28"/>
    <w:rsid w:val="009C6D54"/>
    <w:rsid w:val="009C7358"/>
    <w:rsid w:val="009C75A4"/>
    <w:rsid w:val="009D0A79"/>
    <w:rsid w:val="009D143A"/>
    <w:rsid w:val="009D1CE3"/>
    <w:rsid w:val="009D2709"/>
    <w:rsid w:val="009D33BF"/>
    <w:rsid w:val="009D3A33"/>
    <w:rsid w:val="009D4879"/>
    <w:rsid w:val="009D5168"/>
    <w:rsid w:val="009D641D"/>
    <w:rsid w:val="009E02EF"/>
    <w:rsid w:val="009E041B"/>
    <w:rsid w:val="009E07AB"/>
    <w:rsid w:val="009E0E33"/>
    <w:rsid w:val="009E1BA2"/>
    <w:rsid w:val="009E2E9D"/>
    <w:rsid w:val="009E2F6C"/>
    <w:rsid w:val="009E2F6D"/>
    <w:rsid w:val="009E3CCB"/>
    <w:rsid w:val="009E41E5"/>
    <w:rsid w:val="009E4660"/>
    <w:rsid w:val="009E495D"/>
    <w:rsid w:val="009E4DDF"/>
    <w:rsid w:val="009E4E0E"/>
    <w:rsid w:val="009E555D"/>
    <w:rsid w:val="009E58EC"/>
    <w:rsid w:val="009E594D"/>
    <w:rsid w:val="009E62C0"/>
    <w:rsid w:val="009E635A"/>
    <w:rsid w:val="009E6529"/>
    <w:rsid w:val="009E66A9"/>
    <w:rsid w:val="009E6859"/>
    <w:rsid w:val="009E75BD"/>
    <w:rsid w:val="009E7B3C"/>
    <w:rsid w:val="009F040A"/>
    <w:rsid w:val="009F0509"/>
    <w:rsid w:val="009F0516"/>
    <w:rsid w:val="009F1703"/>
    <w:rsid w:val="009F242D"/>
    <w:rsid w:val="009F27C1"/>
    <w:rsid w:val="009F2874"/>
    <w:rsid w:val="009F2887"/>
    <w:rsid w:val="009F3374"/>
    <w:rsid w:val="009F35E2"/>
    <w:rsid w:val="009F3E71"/>
    <w:rsid w:val="009F41A1"/>
    <w:rsid w:val="009F4400"/>
    <w:rsid w:val="009F525D"/>
    <w:rsid w:val="009F5600"/>
    <w:rsid w:val="009F597E"/>
    <w:rsid w:val="009F5D93"/>
    <w:rsid w:val="009F600E"/>
    <w:rsid w:val="009F6880"/>
    <w:rsid w:val="009F7561"/>
    <w:rsid w:val="009F76BB"/>
    <w:rsid w:val="009F776A"/>
    <w:rsid w:val="009F7FD9"/>
    <w:rsid w:val="00A001C8"/>
    <w:rsid w:val="00A00968"/>
    <w:rsid w:val="00A00987"/>
    <w:rsid w:val="00A011C3"/>
    <w:rsid w:val="00A01A62"/>
    <w:rsid w:val="00A0212D"/>
    <w:rsid w:val="00A02317"/>
    <w:rsid w:val="00A023B2"/>
    <w:rsid w:val="00A024EA"/>
    <w:rsid w:val="00A0253A"/>
    <w:rsid w:val="00A02A0A"/>
    <w:rsid w:val="00A0309D"/>
    <w:rsid w:val="00A0399C"/>
    <w:rsid w:val="00A043B0"/>
    <w:rsid w:val="00A0489D"/>
    <w:rsid w:val="00A04D4C"/>
    <w:rsid w:val="00A04E2E"/>
    <w:rsid w:val="00A04E83"/>
    <w:rsid w:val="00A05290"/>
    <w:rsid w:val="00A05FB6"/>
    <w:rsid w:val="00A0681D"/>
    <w:rsid w:val="00A06A32"/>
    <w:rsid w:val="00A07250"/>
    <w:rsid w:val="00A076B8"/>
    <w:rsid w:val="00A07A7C"/>
    <w:rsid w:val="00A07FE0"/>
    <w:rsid w:val="00A1234B"/>
    <w:rsid w:val="00A126FA"/>
    <w:rsid w:val="00A12881"/>
    <w:rsid w:val="00A1288F"/>
    <w:rsid w:val="00A135A3"/>
    <w:rsid w:val="00A13625"/>
    <w:rsid w:val="00A13AD5"/>
    <w:rsid w:val="00A13C74"/>
    <w:rsid w:val="00A1470B"/>
    <w:rsid w:val="00A15DB8"/>
    <w:rsid w:val="00A162EC"/>
    <w:rsid w:val="00A1694A"/>
    <w:rsid w:val="00A16F01"/>
    <w:rsid w:val="00A16F45"/>
    <w:rsid w:val="00A170A5"/>
    <w:rsid w:val="00A17A3E"/>
    <w:rsid w:val="00A17AAD"/>
    <w:rsid w:val="00A2091C"/>
    <w:rsid w:val="00A213E8"/>
    <w:rsid w:val="00A218BA"/>
    <w:rsid w:val="00A22199"/>
    <w:rsid w:val="00A22246"/>
    <w:rsid w:val="00A22334"/>
    <w:rsid w:val="00A22482"/>
    <w:rsid w:val="00A23774"/>
    <w:rsid w:val="00A238D7"/>
    <w:rsid w:val="00A23A49"/>
    <w:rsid w:val="00A23E0F"/>
    <w:rsid w:val="00A24453"/>
    <w:rsid w:val="00A25391"/>
    <w:rsid w:val="00A257EB"/>
    <w:rsid w:val="00A26316"/>
    <w:rsid w:val="00A26596"/>
    <w:rsid w:val="00A26A61"/>
    <w:rsid w:val="00A270D3"/>
    <w:rsid w:val="00A27260"/>
    <w:rsid w:val="00A27945"/>
    <w:rsid w:val="00A27B4F"/>
    <w:rsid w:val="00A27E8A"/>
    <w:rsid w:val="00A30127"/>
    <w:rsid w:val="00A30A0E"/>
    <w:rsid w:val="00A30A9B"/>
    <w:rsid w:val="00A310C7"/>
    <w:rsid w:val="00A31240"/>
    <w:rsid w:val="00A31242"/>
    <w:rsid w:val="00A321FB"/>
    <w:rsid w:val="00A325D9"/>
    <w:rsid w:val="00A32707"/>
    <w:rsid w:val="00A32DEB"/>
    <w:rsid w:val="00A3332F"/>
    <w:rsid w:val="00A3445A"/>
    <w:rsid w:val="00A34500"/>
    <w:rsid w:val="00A3478F"/>
    <w:rsid w:val="00A34EC7"/>
    <w:rsid w:val="00A35C2F"/>
    <w:rsid w:val="00A362E5"/>
    <w:rsid w:val="00A367EF"/>
    <w:rsid w:val="00A37495"/>
    <w:rsid w:val="00A374F0"/>
    <w:rsid w:val="00A3765E"/>
    <w:rsid w:val="00A379D7"/>
    <w:rsid w:val="00A37AEA"/>
    <w:rsid w:val="00A37C70"/>
    <w:rsid w:val="00A404CF"/>
    <w:rsid w:val="00A40E7E"/>
    <w:rsid w:val="00A4181B"/>
    <w:rsid w:val="00A41CE5"/>
    <w:rsid w:val="00A42668"/>
    <w:rsid w:val="00A43DE8"/>
    <w:rsid w:val="00A43FC8"/>
    <w:rsid w:val="00A440BF"/>
    <w:rsid w:val="00A44131"/>
    <w:rsid w:val="00A4414E"/>
    <w:rsid w:val="00A447DB"/>
    <w:rsid w:val="00A4522D"/>
    <w:rsid w:val="00A4542F"/>
    <w:rsid w:val="00A4555E"/>
    <w:rsid w:val="00A46685"/>
    <w:rsid w:val="00A46FD0"/>
    <w:rsid w:val="00A4709B"/>
    <w:rsid w:val="00A4719B"/>
    <w:rsid w:val="00A50410"/>
    <w:rsid w:val="00A510EA"/>
    <w:rsid w:val="00A5160E"/>
    <w:rsid w:val="00A518F1"/>
    <w:rsid w:val="00A51E83"/>
    <w:rsid w:val="00A524E3"/>
    <w:rsid w:val="00A52A90"/>
    <w:rsid w:val="00A53A3D"/>
    <w:rsid w:val="00A53B24"/>
    <w:rsid w:val="00A540A7"/>
    <w:rsid w:val="00A543B2"/>
    <w:rsid w:val="00A54B8C"/>
    <w:rsid w:val="00A55420"/>
    <w:rsid w:val="00A55852"/>
    <w:rsid w:val="00A55DB7"/>
    <w:rsid w:val="00A564AB"/>
    <w:rsid w:val="00A5695B"/>
    <w:rsid w:val="00A56A3A"/>
    <w:rsid w:val="00A56D0E"/>
    <w:rsid w:val="00A57469"/>
    <w:rsid w:val="00A5784F"/>
    <w:rsid w:val="00A57D09"/>
    <w:rsid w:val="00A61C1B"/>
    <w:rsid w:val="00A61DA7"/>
    <w:rsid w:val="00A6244B"/>
    <w:rsid w:val="00A6341C"/>
    <w:rsid w:val="00A63867"/>
    <w:rsid w:val="00A64543"/>
    <w:rsid w:val="00A64A1F"/>
    <w:rsid w:val="00A64F80"/>
    <w:rsid w:val="00A65139"/>
    <w:rsid w:val="00A65A4B"/>
    <w:rsid w:val="00A6644E"/>
    <w:rsid w:val="00A66B7D"/>
    <w:rsid w:val="00A67879"/>
    <w:rsid w:val="00A67E2F"/>
    <w:rsid w:val="00A67F4B"/>
    <w:rsid w:val="00A702BA"/>
    <w:rsid w:val="00A70903"/>
    <w:rsid w:val="00A70DDC"/>
    <w:rsid w:val="00A714FC"/>
    <w:rsid w:val="00A71973"/>
    <w:rsid w:val="00A71B50"/>
    <w:rsid w:val="00A73274"/>
    <w:rsid w:val="00A73654"/>
    <w:rsid w:val="00A73DE8"/>
    <w:rsid w:val="00A741FE"/>
    <w:rsid w:val="00A7553E"/>
    <w:rsid w:val="00A75770"/>
    <w:rsid w:val="00A75EB9"/>
    <w:rsid w:val="00A75FCC"/>
    <w:rsid w:val="00A761E3"/>
    <w:rsid w:val="00A76F30"/>
    <w:rsid w:val="00A77559"/>
    <w:rsid w:val="00A80476"/>
    <w:rsid w:val="00A81DBF"/>
    <w:rsid w:val="00A82419"/>
    <w:rsid w:val="00A82788"/>
    <w:rsid w:val="00A834D6"/>
    <w:rsid w:val="00A83946"/>
    <w:rsid w:val="00A83E2E"/>
    <w:rsid w:val="00A84A76"/>
    <w:rsid w:val="00A85079"/>
    <w:rsid w:val="00A85235"/>
    <w:rsid w:val="00A8535F"/>
    <w:rsid w:val="00A8562A"/>
    <w:rsid w:val="00A860E0"/>
    <w:rsid w:val="00A862E3"/>
    <w:rsid w:val="00A86B90"/>
    <w:rsid w:val="00A876EF"/>
    <w:rsid w:val="00A90604"/>
    <w:rsid w:val="00A906A9"/>
    <w:rsid w:val="00A90E58"/>
    <w:rsid w:val="00A91349"/>
    <w:rsid w:val="00A919A2"/>
    <w:rsid w:val="00A919B3"/>
    <w:rsid w:val="00A91F6E"/>
    <w:rsid w:val="00A921BA"/>
    <w:rsid w:val="00A9289A"/>
    <w:rsid w:val="00A92949"/>
    <w:rsid w:val="00A93985"/>
    <w:rsid w:val="00A93CDE"/>
    <w:rsid w:val="00A944A8"/>
    <w:rsid w:val="00A94DCF"/>
    <w:rsid w:val="00A9510F"/>
    <w:rsid w:val="00A95251"/>
    <w:rsid w:val="00A9582A"/>
    <w:rsid w:val="00A958FB"/>
    <w:rsid w:val="00A96370"/>
    <w:rsid w:val="00A9655F"/>
    <w:rsid w:val="00A965D7"/>
    <w:rsid w:val="00A96610"/>
    <w:rsid w:val="00A966D1"/>
    <w:rsid w:val="00A968A0"/>
    <w:rsid w:val="00A96DB9"/>
    <w:rsid w:val="00A97084"/>
    <w:rsid w:val="00A97359"/>
    <w:rsid w:val="00A97F0D"/>
    <w:rsid w:val="00AA06EB"/>
    <w:rsid w:val="00AA1608"/>
    <w:rsid w:val="00AA208B"/>
    <w:rsid w:val="00AA22DD"/>
    <w:rsid w:val="00AA270A"/>
    <w:rsid w:val="00AA28A8"/>
    <w:rsid w:val="00AA2967"/>
    <w:rsid w:val="00AA2A93"/>
    <w:rsid w:val="00AA2AD9"/>
    <w:rsid w:val="00AA3105"/>
    <w:rsid w:val="00AA441A"/>
    <w:rsid w:val="00AA4C2B"/>
    <w:rsid w:val="00AA569E"/>
    <w:rsid w:val="00AA5EC8"/>
    <w:rsid w:val="00AA65D9"/>
    <w:rsid w:val="00AA79D7"/>
    <w:rsid w:val="00AA79FB"/>
    <w:rsid w:val="00AA7AEC"/>
    <w:rsid w:val="00AA7C1D"/>
    <w:rsid w:val="00AB00F8"/>
    <w:rsid w:val="00AB0124"/>
    <w:rsid w:val="00AB0CE4"/>
    <w:rsid w:val="00AB1634"/>
    <w:rsid w:val="00AB1F06"/>
    <w:rsid w:val="00AB2D79"/>
    <w:rsid w:val="00AB2DC7"/>
    <w:rsid w:val="00AB36FD"/>
    <w:rsid w:val="00AB47D6"/>
    <w:rsid w:val="00AB4AD6"/>
    <w:rsid w:val="00AB5364"/>
    <w:rsid w:val="00AB559E"/>
    <w:rsid w:val="00AB59C8"/>
    <w:rsid w:val="00AB5E09"/>
    <w:rsid w:val="00AB6894"/>
    <w:rsid w:val="00AB6D5E"/>
    <w:rsid w:val="00AB7284"/>
    <w:rsid w:val="00AB7498"/>
    <w:rsid w:val="00AB7526"/>
    <w:rsid w:val="00AB75B7"/>
    <w:rsid w:val="00AC01C5"/>
    <w:rsid w:val="00AC064D"/>
    <w:rsid w:val="00AC0F71"/>
    <w:rsid w:val="00AC1474"/>
    <w:rsid w:val="00AC14E2"/>
    <w:rsid w:val="00AC1645"/>
    <w:rsid w:val="00AC1E59"/>
    <w:rsid w:val="00AC1FC4"/>
    <w:rsid w:val="00AC2355"/>
    <w:rsid w:val="00AC2437"/>
    <w:rsid w:val="00AC27AB"/>
    <w:rsid w:val="00AC36DF"/>
    <w:rsid w:val="00AC3920"/>
    <w:rsid w:val="00AC3B70"/>
    <w:rsid w:val="00AC3DAC"/>
    <w:rsid w:val="00AC3E03"/>
    <w:rsid w:val="00AC4A1A"/>
    <w:rsid w:val="00AC50E2"/>
    <w:rsid w:val="00AC5393"/>
    <w:rsid w:val="00AC54E4"/>
    <w:rsid w:val="00AC57F1"/>
    <w:rsid w:val="00AC6196"/>
    <w:rsid w:val="00AC6203"/>
    <w:rsid w:val="00AC63CF"/>
    <w:rsid w:val="00AC6B69"/>
    <w:rsid w:val="00AC6F55"/>
    <w:rsid w:val="00AC764C"/>
    <w:rsid w:val="00AC7752"/>
    <w:rsid w:val="00AD05CA"/>
    <w:rsid w:val="00AD066D"/>
    <w:rsid w:val="00AD08C3"/>
    <w:rsid w:val="00AD0BA9"/>
    <w:rsid w:val="00AD1FF1"/>
    <w:rsid w:val="00AD290C"/>
    <w:rsid w:val="00AD2CCE"/>
    <w:rsid w:val="00AD3330"/>
    <w:rsid w:val="00AD410A"/>
    <w:rsid w:val="00AD455D"/>
    <w:rsid w:val="00AD49A8"/>
    <w:rsid w:val="00AD5DD4"/>
    <w:rsid w:val="00AD616F"/>
    <w:rsid w:val="00AD6EFD"/>
    <w:rsid w:val="00AD77E3"/>
    <w:rsid w:val="00AD7D94"/>
    <w:rsid w:val="00AD7E88"/>
    <w:rsid w:val="00AD7F2B"/>
    <w:rsid w:val="00AE0780"/>
    <w:rsid w:val="00AE09D3"/>
    <w:rsid w:val="00AE116D"/>
    <w:rsid w:val="00AE119C"/>
    <w:rsid w:val="00AE119F"/>
    <w:rsid w:val="00AE12D5"/>
    <w:rsid w:val="00AE17FF"/>
    <w:rsid w:val="00AE185C"/>
    <w:rsid w:val="00AE1927"/>
    <w:rsid w:val="00AE1CA8"/>
    <w:rsid w:val="00AE26E8"/>
    <w:rsid w:val="00AE2F14"/>
    <w:rsid w:val="00AE3968"/>
    <w:rsid w:val="00AE405D"/>
    <w:rsid w:val="00AE4BBE"/>
    <w:rsid w:val="00AE4D51"/>
    <w:rsid w:val="00AE4E96"/>
    <w:rsid w:val="00AE50A0"/>
    <w:rsid w:val="00AE5663"/>
    <w:rsid w:val="00AE62A8"/>
    <w:rsid w:val="00AE687D"/>
    <w:rsid w:val="00AE6FDB"/>
    <w:rsid w:val="00AE7458"/>
    <w:rsid w:val="00AE7A5B"/>
    <w:rsid w:val="00AF0CF7"/>
    <w:rsid w:val="00AF0FDF"/>
    <w:rsid w:val="00AF106D"/>
    <w:rsid w:val="00AF14B6"/>
    <w:rsid w:val="00AF1A34"/>
    <w:rsid w:val="00AF206E"/>
    <w:rsid w:val="00AF2FF2"/>
    <w:rsid w:val="00AF302A"/>
    <w:rsid w:val="00AF3EF5"/>
    <w:rsid w:val="00AF3F54"/>
    <w:rsid w:val="00AF43A1"/>
    <w:rsid w:val="00AF4851"/>
    <w:rsid w:val="00AF4AC3"/>
    <w:rsid w:val="00AF5D31"/>
    <w:rsid w:val="00AF60E2"/>
    <w:rsid w:val="00AF61D4"/>
    <w:rsid w:val="00AF6555"/>
    <w:rsid w:val="00AF6736"/>
    <w:rsid w:val="00AF67CD"/>
    <w:rsid w:val="00AF69BA"/>
    <w:rsid w:val="00AF719F"/>
    <w:rsid w:val="00AF7BE0"/>
    <w:rsid w:val="00B002AD"/>
    <w:rsid w:val="00B00377"/>
    <w:rsid w:val="00B00A24"/>
    <w:rsid w:val="00B00A4D"/>
    <w:rsid w:val="00B00EEA"/>
    <w:rsid w:val="00B012A7"/>
    <w:rsid w:val="00B02BE8"/>
    <w:rsid w:val="00B03066"/>
    <w:rsid w:val="00B03485"/>
    <w:rsid w:val="00B036AE"/>
    <w:rsid w:val="00B037DC"/>
    <w:rsid w:val="00B03CA9"/>
    <w:rsid w:val="00B0437D"/>
    <w:rsid w:val="00B043A0"/>
    <w:rsid w:val="00B043B0"/>
    <w:rsid w:val="00B04787"/>
    <w:rsid w:val="00B04791"/>
    <w:rsid w:val="00B04D57"/>
    <w:rsid w:val="00B056B5"/>
    <w:rsid w:val="00B05BA0"/>
    <w:rsid w:val="00B0634A"/>
    <w:rsid w:val="00B06364"/>
    <w:rsid w:val="00B065D4"/>
    <w:rsid w:val="00B10A15"/>
    <w:rsid w:val="00B10D41"/>
    <w:rsid w:val="00B113DC"/>
    <w:rsid w:val="00B11902"/>
    <w:rsid w:val="00B12FE9"/>
    <w:rsid w:val="00B13C2F"/>
    <w:rsid w:val="00B14692"/>
    <w:rsid w:val="00B1488E"/>
    <w:rsid w:val="00B14DF0"/>
    <w:rsid w:val="00B14F9B"/>
    <w:rsid w:val="00B14FD1"/>
    <w:rsid w:val="00B1556E"/>
    <w:rsid w:val="00B1586C"/>
    <w:rsid w:val="00B15B11"/>
    <w:rsid w:val="00B1615D"/>
    <w:rsid w:val="00B16AC6"/>
    <w:rsid w:val="00B16ACB"/>
    <w:rsid w:val="00B200D5"/>
    <w:rsid w:val="00B2011A"/>
    <w:rsid w:val="00B201C3"/>
    <w:rsid w:val="00B20239"/>
    <w:rsid w:val="00B2038D"/>
    <w:rsid w:val="00B2067E"/>
    <w:rsid w:val="00B20A31"/>
    <w:rsid w:val="00B213DC"/>
    <w:rsid w:val="00B2166B"/>
    <w:rsid w:val="00B21E72"/>
    <w:rsid w:val="00B22006"/>
    <w:rsid w:val="00B2282C"/>
    <w:rsid w:val="00B23867"/>
    <w:rsid w:val="00B2496D"/>
    <w:rsid w:val="00B258A2"/>
    <w:rsid w:val="00B25B79"/>
    <w:rsid w:val="00B25BF7"/>
    <w:rsid w:val="00B266E0"/>
    <w:rsid w:val="00B26E89"/>
    <w:rsid w:val="00B274CA"/>
    <w:rsid w:val="00B279DF"/>
    <w:rsid w:val="00B30DF5"/>
    <w:rsid w:val="00B31962"/>
    <w:rsid w:val="00B321FF"/>
    <w:rsid w:val="00B3272A"/>
    <w:rsid w:val="00B33F96"/>
    <w:rsid w:val="00B34992"/>
    <w:rsid w:val="00B366C5"/>
    <w:rsid w:val="00B36FB6"/>
    <w:rsid w:val="00B372BA"/>
    <w:rsid w:val="00B37A92"/>
    <w:rsid w:val="00B37B92"/>
    <w:rsid w:val="00B37CC1"/>
    <w:rsid w:val="00B403D1"/>
    <w:rsid w:val="00B406E9"/>
    <w:rsid w:val="00B40B52"/>
    <w:rsid w:val="00B40D1E"/>
    <w:rsid w:val="00B413ED"/>
    <w:rsid w:val="00B419E0"/>
    <w:rsid w:val="00B41BC0"/>
    <w:rsid w:val="00B41C05"/>
    <w:rsid w:val="00B41C86"/>
    <w:rsid w:val="00B42635"/>
    <w:rsid w:val="00B42AD0"/>
    <w:rsid w:val="00B42C85"/>
    <w:rsid w:val="00B42FAB"/>
    <w:rsid w:val="00B437F6"/>
    <w:rsid w:val="00B45357"/>
    <w:rsid w:val="00B45C15"/>
    <w:rsid w:val="00B45C27"/>
    <w:rsid w:val="00B45F5F"/>
    <w:rsid w:val="00B46DA7"/>
    <w:rsid w:val="00B46E17"/>
    <w:rsid w:val="00B46EDB"/>
    <w:rsid w:val="00B472A7"/>
    <w:rsid w:val="00B4731C"/>
    <w:rsid w:val="00B47A80"/>
    <w:rsid w:val="00B5123C"/>
    <w:rsid w:val="00B513B8"/>
    <w:rsid w:val="00B51439"/>
    <w:rsid w:val="00B51468"/>
    <w:rsid w:val="00B5191D"/>
    <w:rsid w:val="00B5204C"/>
    <w:rsid w:val="00B52852"/>
    <w:rsid w:val="00B54328"/>
    <w:rsid w:val="00B543CE"/>
    <w:rsid w:val="00B5449A"/>
    <w:rsid w:val="00B5497A"/>
    <w:rsid w:val="00B54B26"/>
    <w:rsid w:val="00B54CA5"/>
    <w:rsid w:val="00B54DB9"/>
    <w:rsid w:val="00B551CE"/>
    <w:rsid w:val="00B55313"/>
    <w:rsid w:val="00B5544D"/>
    <w:rsid w:val="00B55BBF"/>
    <w:rsid w:val="00B55D1D"/>
    <w:rsid w:val="00B56D6C"/>
    <w:rsid w:val="00B56F4B"/>
    <w:rsid w:val="00B57A4B"/>
    <w:rsid w:val="00B60017"/>
    <w:rsid w:val="00B608AA"/>
    <w:rsid w:val="00B6289E"/>
    <w:rsid w:val="00B6353E"/>
    <w:rsid w:val="00B635A3"/>
    <w:rsid w:val="00B63C65"/>
    <w:rsid w:val="00B6443D"/>
    <w:rsid w:val="00B64ABF"/>
    <w:rsid w:val="00B64C2E"/>
    <w:rsid w:val="00B64EE6"/>
    <w:rsid w:val="00B65506"/>
    <w:rsid w:val="00B65E9B"/>
    <w:rsid w:val="00B67348"/>
    <w:rsid w:val="00B67561"/>
    <w:rsid w:val="00B70F6E"/>
    <w:rsid w:val="00B7121E"/>
    <w:rsid w:val="00B7198E"/>
    <w:rsid w:val="00B7205F"/>
    <w:rsid w:val="00B7214A"/>
    <w:rsid w:val="00B72679"/>
    <w:rsid w:val="00B72790"/>
    <w:rsid w:val="00B72F5E"/>
    <w:rsid w:val="00B73793"/>
    <w:rsid w:val="00B73B44"/>
    <w:rsid w:val="00B740CC"/>
    <w:rsid w:val="00B74EF5"/>
    <w:rsid w:val="00B758EA"/>
    <w:rsid w:val="00B75C4B"/>
    <w:rsid w:val="00B762FB"/>
    <w:rsid w:val="00B76593"/>
    <w:rsid w:val="00B765C2"/>
    <w:rsid w:val="00B7664B"/>
    <w:rsid w:val="00B76730"/>
    <w:rsid w:val="00B77A55"/>
    <w:rsid w:val="00B8014E"/>
    <w:rsid w:val="00B8021C"/>
    <w:rsid w:val="00B8047D"/>
    <w:rsid w:val="00B808D9"/>
    <w:rsid w:val="00B80CAF"/>
    <w:rsid w:val="00B8137D"/>
    <w:rsid w:val="00B81AEC"/>
    <w:rsid w:val="00B81CA6"/>
    <w:rsid w:val="00B830AC"/>
    <w:rsid w:val="00B8341A"/>
    <w:rsid w:val="00B836CA"/>
    <w:rsid w:val="00B848F5"/>
    <w:rsid w:val="00B85225"/>
    <w:rsid w:val="00B85753"/>
    <w:rsid w:val="00B85B92"/>
    <w:rsid w:val="00B85D9D"/>
    <w:rsid w:val="00B87B56"/>
    <w:rsid w:val="00B87CD7"/>
    <w:rsid w:val="00B9015F"/>
    <w:rsid w:val="00B90480"/>
    <w:rsid w:val="00B921CE"/>
    <w:rsid w:val="00B9281F"/>
    <w:rsid w:val="00B92C98"/>
    <w:rsid w:val="00B92FA3"/>
    <w:rsid w:val="00B932CC"/>
    <w:rsid w:val="00B94672"/>
    <w:rsid w:val="00B95B5F"/>
    <w:rsid w:val="00B96627"/>
    <w:rsid w:val="00B975CD"/>
    <w:rsid w:val="00B97670"/>
    <w:rsid w:val="00B97777"/>
    <w:rsid w:val="00B97978"/>
    <w:rsid w:val="00BA12E1"/>
    <w:rsid w:val="00BA1717"/>
    <w:rsid w:val="00BA18BA"/>
    <w:rsid w:val="00BA1917"/>
    <w:rsid w:val="00BA1BCD"/>
    <w:rsid w:val="00BA1E45"/>
    <w:rsid w:val="00BA1EF1"/>
    <w:rsid w:val="00BA210E"/>
    <w:rsid w:val="00BA246B"/>
    <w:rsid w:val="00BA24F2"/>
    <w:rsid w:val="00BA2544"/>
    <w:rsid w:val="00BA2B8B"/>
    <w:rsid w:val="00BA3352"/>
    <w:rsid w:val="00BA3B47"/>
    <w:rsid w:val="00BA3D53"/>
    <w:rsid w:val="00BA4B19"/>
    <w:rsid w:val="00BA5207"/>
    <w:rsid w:val="00BA6B38"/>
    <w:rsid w:val="00BA7595"/>
    <w:rsid w:val="00BA7C13"/>
    <w:rsid w:val="00BA7EA8"/>
    <w:rsid w:val="00BB0763"/>
    <w:rsid w:val="00BB08E0"/>
    <w:rsid w:val="00BB0C43"/>
    <w:rsid w:val="00BB1EF1"/>
    <w:rsid w:val="00BB2E98"/>
    <w:rsid w:val="00BB3C21"/>
    <w:rsid w:val="00BB470C"/>
    <w:rsid w:val="00BB522D"/>
    <w:rsid w:val="00BB5860"/>
    <w:rsid w:val="00BB5899"/>
    <w:rsid w:val="00BB6121"/>
    <w:rsid w:val="00BB70AE"/>
    <w:rsid w:val="00BB72BD"/>
    <w:rsid w:val="00BB78F7"/>
    <w:rsid w:val="00BB7F31"/>
    <w:rsid w:val="00BC06BE"/>
    <w:rsid w:val="00BC096E"/>
    <w:rsid w:val="00BC097D"/>
    <w:rsid w:val="00BC0F39"/>
    <w:rsid w:val="00BC11D1"/>
    <w:rsid w:val="00BC1680"/>
    <w:rsid w:val="00BC1C41"/>
    <w:rsid w:val="00BC36EA"/>
    <w:rsid w:val="00BC39C4"/>
    <w:rsid w:val="00BC3A8F"/>
    <w:rsid w:val="00BC47C4"/>
    <w:rsid w:val="00BC514B"/>
    <w:rsid w:val="00BC525A"/>
    <w:rsid w:val="00BC58D4"/>
    <w:rsid w:val="00BC66AB"/>
    <w:rsid w:val="00BC6903"/>
    <w:rsid w:val="00BC742A"/>
    <w:rsid w:val="00BC7447"/>
    <w:rsid w:val="00BD070E"/>
    <w:rsid w:val="00BD073A"/>
    <w:rsid w:val="00BD0BCF"/>
    <w:rsid w:val="00BD0DC3"/>
    <w:rsid w:val="00BD11C9"/>
    <w:rsid w:val="00BD15C2"/>
    <w:rsid w:val="00BD1D09"/>
    <w:rsid w:val="00BD1D81"/>
    <w:rsid w:val="00BD2376"/>
    <w:rsid w:val="00BD271C"/>
    <w:rsid w:val="00BD2ED0"/>
    <w:rsid w:val="00BD3D2D"/>
    <w:rsid w:val="00BD3F8B"/>
    <w:rsid w:val="00BD422C"/>
    <w:rsid w:val="00BD4634"/>
    <w:rsid w:val="00BD493D"/>
    <w:rsid w:val="00BD4A53"/>
    <w:rsid w:val="00BD4C90"/>
    <w:rsid w:val="00BD4E97"/>
    <w:rsid w:val="00BD5702"/>
    <w:rsid w:val="00BD601E"/>
    <w:rsid w:val="00BD6657"/>
    <w:rsid w:val="00BD6C0A"/>
    <w:rsid w:val="00BD7254"/>
    <w:rsid w:val="00BD72C5"/>
    <w:rsid w:val="00BD790C"/>
    <w:rsid w:val="00BD79B9"/>
    <w:rsid w:val="00BD7ECF"/>
    <w:rsid w:val="00BE0C5C"/>
    <w:rsid w:val="00BE108F"/>
    <w:rsid w:val="00BE1B2D"/>
    <w:rsid w:val="00BE2022"/>
    <w:rsid w:val="00BE2031"/>
    <w:rsid w:val="00BE357F"/>
    <w:rsid w:val="00BE4A22"/>
    <w:rsid w:val="00BE6531"/>
    <w:rsid w:val="00BE7123"/>
    <w:rsid w:val="00BE728D"/>
    <w:rsid w:val="00BE79E3"/>
    <w:rsid w:val="00BE7B4F"/>
    <w:rsid w:val="00BE7BE5"/>
    <w:rsid w:val="00BE7F36"/>
    <w:rsid w:val="00BE7F6A"/>
    <w:rsid w:val="00BF03C8"/>
    <w:rsid w:val="00BF0A6F"/>
    <w:rsid w:val="00BF0B19"/>
    <w:rsid w:val="00BF0EE7"/>
    <w:rsid w:val="00BF135F"/>
    <w:rsid w:val="00BF2B0E"/>
    <w:rsid w:val="00BF2D10"/>
    <w:rsid w:val="00BF3047"/>
    <w:rsid w:val="00BF32EB"/>
    <w:rsid w:val="00BF3378"/>
    <w:rsid w:val="00BF34CF"/>
    <w:rsid w:val="00BF4490"/>
    <w:rsid w:val="00BF4F27"/>
    <w:rsid w:val="00BF4F7A"/>
    <w:rsid w:val="00BF4FD4"/>
    <w:rsid w:val="00BF529D"/>
    <w:rsid w:val="00BF5842"/>
    <w:rsid w:val="00BF5C84"/>
    <w:rsid w:val="00BF62F3"/>
    <w:rsid w:val="00BF680B"/>
    <w:rsid w:val="00BF794A"/>
    <w:rsid w:val="00BF7CEA"/>
    <w:rsid w:val="00C00560"/>
    <w:rsid w:val="00C01481"/>
    <w:rsid w:val="00C01D52"/>
    <w:rsid w:val="00C037BE"/>
    <w:rsid w:val="00C03DF6"/>
    <w:rsid w:val="00C03E71"/>
    <w:rsid w:val="00C03F61"/>
    <w:rsid w:val="00C03FDE"/>
    <w:rsid w:val="00C04587"/>
    <w:rsid w:val="00C056C3"/>
    <w:rsid w:val="00C0637E"/>
    <w:rsid w:val="00C063AE"/>
    <w:rsid w:val="00C068AA"/>
    <w:rsid w:val="00C06C11"/>
    <w:rsid w:val="00C07BFA"/>
    <w:rsid w:val="00C100E9"/>
    <w:rsid w:val="00C10443"/>
    <w:rsid w:val="00C10513"/>
    <w:rsid w:val="00C111A9"/>
    <w:rsid w:val="00C115FC"/>
    <w:rsid w:val="00C11CAA"/>
    <w:rsid w:val="00C11E46"/>
    <w:rsid w:val="00C1244C"/>
    <w:rsid w:val="00C12C38"/>
    <w:rsid w:val="00C12C71"/>
    <w:rsid w:val="00C12C74"/>
    <w:rsid w:val="00C12D8A"/>
    <w:rsid w:val="00C130FB"/>
    <w:rsid w:val="00C1328E"/>
    <w:rsid w:val="00C13453"/>
    <w:rsid w:val="00C141AA"/>
    <w:rsid w:val="00C1480F"/>
    <w:rsid w:val="00C1496A"/>
    <w:rsid w:val="00C14D2A"/>
    <w:rsid w:val="00C150FB"/>
    <w:rsid w:val="00C15143"/>
    <w:rsid w:val="00C15EA5"/>
    <w:rsid w:val="00C15F1F"/>
    <w:rsid w:val="00C16193"/>
    <w:rsid w:val="00C165AA"/>
    <w:rsid w:val="00C1705C"/>
    <w:rsid w:val="00C1717A"/>
    <w:rsid w:val="00C171B0"/>
    <w:rsid w:val="00C20C16"/>
    <w:rsid w:val="00C2111F"/>
    <w:rsid w:val="00C21A3D"/>
    <w:rsid w:val="00C21C02"/>
    <w:rsid w:val="00C220AD"/>
    <w:rsid w:val="00C22299"/>
    <w:rsid w:val="00C227AD"/>
    <w:rsid w:val="00C22A14"/>
    <w:rsid w:val="00C22BEF"/>
    <w:rsid w:val="00C22DE9"/>
    <w:rsid w:val="00C22F5A"/>
    <w:rsid w:val="00C22FA8"/>
    <w:rsid w:val="00C22FBF"/>
    <w:rsid w:val="00C230D1"/>
    <w:rsid w:val="00C2329A"/>
    <w:rsid w:val="00C235D1"/>
    <w:rsid w:val="00C23CE6"/>
    <w:rsid w:val="00C23FBE"/>
    <w:rsid w:val="00C24FC2"/>
    <w:rsid w:val="00C25233"/>
    <w:rsid w:val="00C25762"/>
    <w:rsid w:val="00C25FCB"/>
    <w:rsid w:val="00C262C3"/>
    <w:rsid w:val="00C26E03"/>
    <w:rsid w:val="00C26E7A"/>
    <w:rsid w:val="00C27788"/>
    <w:rsid w:val="00C27FAF"/>
    <w:rsid w:val="00C30530"/>
    <w:rsid w:val="00C3058D"/>
    <w:rsid w:val="00C30A01"/>
    <w:rsid w:val="00C3169C"/>
    <w:rsid w:val="00C32449"/>
    <w:rsid w:val="00C32526"/>
    <w:rsid w:val="00C32D39"/>
    <w:rsid w:val="00C32F2D"/>
    <w:rsid w:val="00C339C0"/>
    <w:rsid w:val="00C34957"/>
    <w:rsid w:val="00C35605"/>
    <w:rsid w:val="00C356B8"/>
    <w:rsid w:val="00C366F1"/>
    <w:rsid w:val="00C37B1B"/>
    <w:rsid w:val="00C37B33"/>
    <w:rsid w:val="00C37C2C"/>
    <w:rsid w:val="00C4137E"/>
    <w:rsid w:val="00C420DF"/>
    <w:rsid w:val="00C42350"/>
    <w:rsid w:val="00C42A66"/>
    <w:rsid w:val="00C42A79"/>
    <w:rsid w:val="00C42CCA"/>
    <w:rsid w:val="00C43050"/>
    <w:rsid w:val="00C4395C"/>
    <w:rsid w:val="00C43BFA"/>
    <w:rsid w:val="00C43C17"/>
    <w:rsid w:val="00C43C5D"/>
    <w:rsid w:val="00C44B04"/>
    <w:rsid w:val="00C44B6F"/>
    <w:rsid w:val="00C44D39"/>
    <w:rsid w:val="00C44E56"/>
    <w:rsid w:val="00C45626"/>
    <w:rsid w:val="00C465C4"/>
    <w:rsid w:val="00C4682A"/>
    <w:rsid w:val="00C46EB3"/>
    <w:rsid w:val="00C4798E"/>
    <w:rsid w:val="00C47E30"/>
    <w:rsid w:val="00C47ECC"/>
    <w:rsid w:val="00C503A1"/>
    <w:rsid w:val="00C504CD"/>
    <w:rsid w:val="00C50C09"/>
    <w:rsid w:val="00C50CF1"/>
    <w:rsid w:val="00C51657"/>
    <w:rsid w:val="00C51937"/>
    <w:rsid w:val="00C51A28"/>
    <w:rsid w:val="00C51C59"/>
    <w:rsid w:val="00C52374"/>
    <w:rsid w:val="00C523DA"/>
    <w:rsid w:val="00C52D4E"/>
    <w:rsid w:val="00C53A7C"/>
    <w:rsid w:val="00C53F52"/>
    <w:rsid w:val="00C5410F"/>
    <w:rsid w:val="00C54159"/>
    <w:rsid w:val="00C54573"/>
    <w:rsid w:val="00C548CD"/>
    <w:rsid w:val="00C551B0"/>
    <w:rsid w:val="00C55470"/>
    <w:rsid w:val="00C554EF"/>
    <w:rsid w:val="00C56B39"/>
    <w:rsid w:val="00C56CFF"/>
    <w:rsid w:val="00C570BA"/>
    <w:rsid w:val="00C57595"/>
    <w:rsid w:val="00C5778F"/>
    <w:rsid w:val="00C607B7"/>
    <w:rsid w:val="00C60B52"/>
    <w:rsid w:val="00C60BA3"/>
    <w:rsid w:val="00C6119E"/>
    <w:rsid w:val="00C6155D"/>
    <w:rsid w:val="00C61DB3"/>
    <w:rsid w:val="00C62377"/>
    <w:rsid w:val="00C63292"/>
    <w:rsid w:val="00C632ED"/>
    <w:rsid w:val="00C6340A"/>
    <w:rsid w:val="00C63447"/>
    <w:rsid w:val="00C63AF7"/>
    <w:rsid w:val="00C64307"/>
    <w:rsid w:val="00C64B8E"/>
    <w:rsid w:val="00C6516D"/>
    <w:rsid w:val="00C652F7"/>
    <w:rsid w:val="00C655C1"/>
    <w:rsid w:val="00C65634"/>
    <w:rsid w:val="00C657F4"/>
    <w:rsid w:val="00C65AA2"/>
    <w:rsid w:val="00C65C8A"/>
    <w:rsid w:val="00C6606F"/>
    <w:rsid w:val="00C660E0"/>
    <w:rsid w:val="00C662F6"/>
    <w:rsid w:val="00C66660"/>
    <w:rsid w:val="00C6791B"/>
    <w:rsid w:val="00C67F51"/>
    <w:rsid w:val="00C67F8C"/>
    <w:rsid w:val="00C704D1"/>
    <w:rsid w:val="00C709C7"/>
    <w:rsid w:val="00C70B46"/>
    <w:rsid w:val="00C726AE"/>
    <w:rsid w:val="00C72BD1"/>
    <w:rsid w:val="00C73E8D"/>
    <w:rsid w:val="00C74F8B"/>
    <w:rsid w:val="00C762EA"/>
    <w:rsid w:val="00C77CCD"/>
    <w:rsid w:val="00C80842"/>
    <w:rsid w:val="00C80E1C"/>
    <w:rsid w:val="00C81363"/>
    <w:rsid w:val="00C821F7"/>
    <w:rsid w:val="00C825A8"/>
    <w:rsid w:val="00C83002"/>
    <w:rsid w:val="00C833E0"/>
    <w:rsid w:val="00C84360"/>
    <w:rsid w:val="00C844F4"/>
    <w:rsid w:val="00C8470C"/>
    <w:rsid w:val="00C85702"/>
    <w:rsid w:val="00C85A77"/>
    <w:rsid w:val="00C85A8C"/>
    <w:rsid w:val="00C86499"/>
    <w:rsid w:val="00C869DF"/>
    <w:rsid w:val="00C86F57"/>
    <w:rsid w:val="00C874F4"/>
    <w:rsid w:val="00C90990"/>
    <w:rsid w:val="00C91A4E"/>
    <w:rsid w:val="00C91F6D"/>
    <w:rsid w:val="00C9216F"/>
    <w:rsid w:val="00C92495"/>
    <w:rsid w:val="00C92D26"/>
    <w:rsid w:val="00C9320E"/>
    <w:rsid w:val="00C9384E"/>
    <w:rsid w:val="00C93FF1"/>
    <w:rsid w:val="00C94248"/>
    <w:rsid w:val="00C943AA"/>
    <w:rsid w:val="00C94B52"/>
    <w:rsid w:val="00C94BC9"/>
    <w:rsid w:val="00C94DD9"/>
    <w:rsid w:val="00C955F2"/>
    <w:rsid w:val="00C95C6C"/>
    <w:rsid w:val="00C96BC0"/>
    <w:rsid w:val="00C96D17"/>
    <w:rsid w:val="00C96FE4"/>
    <w:rsid w:val="00C975C5"/>
    <w:rsid w:val="00C978F1"/>
    <w:rsid w:val="00C97930"/>
    <w:rsid w:val="00C97AED"/>
    <w:rsid w:val="00C97B4F"/>
    <w:rsid w:val="00CA0463"/>
    <w:rsid w:val="00CA1B0C"/>
    <w:rsid w:val="00CA1B8A"/>
    <w:rsid w:val="00CA2128"/>
    <w:rsid w:val="00CA2391"/>
    <w:rsid w:val="00CA27DB"/>
    <w:rsid w:val="00CA2A08"/>
    <w:rsid w:val="00CA2A26"/>
    <w:rsid w:val="00CA36AB"/>
    <w:rsid w:val="00CA370F"/>
    <w:rsid w:val="00CA3CE8"/>
    <w:rsid w:val="00CA482A"/>
    <w:rsid w:val="00CA48DC"/>
    <w:rsid w:val="00CA5200"/>
    <w:rsid w:val="00CA5731"/>
    <w:rsid w:val="00CA6023"/>
    <w:rsid w:val="00CA78E0"/>
    <w:rsid w:val="00CA791A"/>
    <w:rsid w:val="00CB091D"/>
    <w:rsid w:val="00CB1E74"/>
    <w:rsid w:val="00CB22AE"/>
    <w:rsid w:val="00CB23C3"/>
    <w:rsid w:val="00CB25C0"/>
    <w:rsid w:val="00CB280A"/>
    <w:rsid w:val="00CB31AE"/>
    <w:rsid w:val="00CB49F3"/>
    <w:rsid w:val="00CB50AA"/>
    <w:rsid w:val="00CB56B6"/>
    <w:rsid w:val="00CB5EC2"/>
    <w:rsid w:val="00CB639D"/>
    <w:rsid w:val="00CB76BB"/>
    <w:rsid w:val="00CB783E"/>
    <w:rsid w:val="00CC01D7"/>
    <w:rsid w:val="00CC11C8"/>
    <w:rsid w:val="00CC188B"/>
    <w:rsid w:val="00CC1C76"/>
    <w:rsid w:val="00CC1EE3"/>
    <w:rsid w:val="00CC29B5"/>
    <w:rsid w:val="00CC3DE0"/>
    <w:rsid w:val="00CC3F2A"/>
    <w:rsid w:val="00CC4449"/>
    <w:rsid w:val="00CC4CF4"/>
    <w:rsid w:val="00CC4F8E"/>
    <w:rsid w:val="00CC505E"/>
    <w:rsid w:val="00CC5E0C"/>
    <w:rsid w:val="00CC67A9"/>
    <w:rsid w:val="00CD022E"/>
    <w:rsid w:val="00CD0963"/>
    <w:rsid w:val="00CD0B7F"/>
    <w:rsid w:val="00CD0B8B"/>
    <w:rsid w:val="00CD0BF3"/>
    <w:rsid w:val="00CD0CC1"/>
    <w:rsid w:val="00CD0D1E"/>
    <w:rsid w:val="00CD1502"/>
    <w:rsid w:val="00CD154B"/>
    <w:rsid w:val="00CD174D"/>
    <w:rsid w:val="00CD1D84"/>
    <w:rsid w:val="00CD1F28"/>
    <w:rsid w:val="00CD1F7D"/>
    <w:rsid w:val="00CD2F9D"/>
    <w:rsid w:val="00CD3776"/>
    <w:rsid w:val="00CD3A65"/>
    <w:rsid w:val="00CD4352"/>
    <w:rsid w:val="00CD5EE9"/>
    <w:rsid w:val="00CD6282"/>
    <w:rsid w:val="00CD645E"/>
    <w:rsid w:val="00CD65A9"/>
    <w:rsid w:val="00CD66D3"/>
    <w:rsid w:val="00CD67A6"/>
    <w:rsid w:val="00CD6A7A"/>
    <w:rsid w:val="00CD7CEE"/>
    <w:rsid w:val="00CE0F0C"/>
    <w:rsid w:val="00CE0F4B"/>
    <w:rsid w:val="00CE0FE0"/>
    <w:rsid w:val="00CE16AE"/>
    <w:rsid w:val="00CE1A3E"/>
    <w:rsid w:val="00CE25C7"/>
    <w:rsid w:val="00CE461A"/>
    <w:rsid w:val="00CE47C0"/>
    <w:rsid w:val="00CE494F"/>
    <w:rsid w:val="00CE4A6B"/>
    <w:rsid w:val="00CE543D"/>
    <w:rsid w:val="00CE55F4"/>
    <w:rsid w:val="00CE5AA0"/>
    <w:rsid w:val="00CE7235"/>
    <w:rsid w:val="00CE7454"/>
    <w:rsid w:val="00CE7973"/>
    <w:rsid w:val="00CE7DE5"/>
    <w:rsid w:val="00CF02A7"/>
    <w:rsid w:val="00CF18D1"/>
    <w:rsid w:val="00CF20C7"/>
    <w:rsid w:val="00CF2886"/>
    <w:rsid w:val="00CF3296"/>
    <w:rsid w:val="00CF3725"/>
    <w:rsid w:val="00CF5E6D"/>
    <w:rsid w:val="00CF6081"/>
    <w:rsid w:val="00CF63B9"/>
    <w:rsid w:val="00CF706A"/>
    <w:rsid w:val="00CF70EE"/>
    <w:rsid w:val="00CF7256"/>
    <w:rsid w:val="00D00A29"/>
    <w:rsid w:val="00D00C04"/>
    <w:rsid w:val="00D00F20"/>
    <w:rsid w:val="00D018CF"/>
    <w:rsid w:val="00D01BC1"/>
    <w:rsid w:val="00D023A4"/>
    <w:rsid w:val="00D02660"/>
    <w:rsid w:val="00D02F46"/>
    <w:rsid w:val="00D03294"/>
    <w:rsid w:val="00D03BEB"/>
    <w:rsid w:val="00D04585"/>
    <w:rsid w:val="00D0477E"/>
    <w:rsid w:val="00D0525D"/>
    <w:rsid w:val="00D05D42"/>
    <w:rsid w:val="00D05FC7"/>
    <w:rsid w:val="00D06257"/>
    <w:rsid w:val="00D064AA"/>
    <w:rsid w:val="00D06945"/>
    <w:rsid w:val="00D070AF"/>
    <w:rsid w:val="00D07968"/>
    <w:rsid w:val="00D07DB4"/>
    <w:rsid w:val="00D10607"/>
    <w:rsid w:val="00D106CD"/>
    <w:rsid w:val="00D110F6"/>
    <w:rsid w:val="00D11476"/>
    <w:rsid w:val="00D11640"/>
    <w:rsid w:val="00D1170A"/>
    <w:rsid w:val="00D11CC6"/>
    <w:rsid w:val="00D11D4B"/>
    <w:rsid w:val="00D129C8"/>
    <w:rsid w:val="00D13334"/>
    <w:rsid w:val="00D13498"/>
    <w:rsid w:val="00D1397C"/>
    <w:rsid w:val="00D14377"/>
    <w:rsid w:val="00D1437A"/>
    <w:rsid w:val="00D14E0E"/>
    <w:rsid w:val="00D15865"/>
    <w:rsid w:val="00D15CA0"/>
    <w:rsid w:val="00D15D1A"/>
    <w:rsid w:val="00D15F59"/>
    <w:rsid w:val="00D1665F"/>
    <w:rsid w:val="00D1677D"/>
    <w:rsid w:val="00D16E9A"/>
    <w:rsid w:val="00D170EC"/>
    <w:rsid w:val="00D173AF"/>
    <w:rsid w:val="00D17587"/>
    <w:rsid w:val="00D17DC0"/>
    <w:rsid w:val="00D20C9A"/>
    <w:rsid w:val="00D211C5"/>
    <w:rsid w:val="00D236EB"/>
    <w:rsid w:val="00D237C1"/>
    <w:rsid w:val="00D23D2E"/>
    <w:rsid w:val="00D247C1"/>
    <w:rsid w:val="00D24D6C"/>
    <w:rsid w:val="00D24D7D"/>
    <w:rsid w:val="00D24DB2"/>
    <w:rsid w:val="00D24E4B"/>
    <w:rsid w:val="00D24EBC"/>
    <w:rsid w:val="00D2500B"/>
    <w:rsid w:val="00D2509A"/>
    <w:rsid w:val="00D25211"/>
    <w:rsid w:val="00D25E44"/>
    <w:rsid w:val="00D25E79"/>
    <w:rsid w:val="00D26AC5"/>
    <w:rsid w:val="00D26CD3"/>
    <w:rsid w:val="00D26D63"/>
    <w:rsid w:val="00D26E40"/>
    <w:rsid w:val="00D27485"/>
    <w:rsid w:val="00D27FA7"/>
    <w:rsid w:val="00D30866"/>
    <w:rsid w:val="00D30BD4"/>
    <w:rsid w:val="00D30F32"/>
    <w:rsid w:val="00D32223"/>
    <w:rsid w:val="00D32860"/>
    <w:rsid w:val="00D333A1"/>
    <w:rsid w:val="00D33859"/>
    <w:rsid w:val="00D33B2B"/>
    <w:rsid w:val="00D33CA0"/>
    <w:rsid w:val="00D34F99"/>
    <w:rsid w:val="00D35238"/>
    <w:rsid w:val="00D352D8"/>
    <w:rsid w:val="00D3535A"/>
    <w:rsid w:val="00D3598A"/>
    <w:rsid w:val="00D35CF8"/>
    <w:rsid w:val="00D360E3"/>
    <w:rsid w:val="00D366F4"/>
    <w:rsid w:val="00D36C93"/>
    <w:rsid w:val="00D36D5B"/>
    <w:rsid w:val="00D373CA"/>
    <w:rsid w:val="00D37CA8"/>
    <w:rsid w:val="00D37DD0"/>
    <w:rsid w:val="00D41867"/>
    <w:rsid w:val="00D4188A"/>
    <w:rsid w:val="00D42185"/>
    <w:rsid w:val="00D43693"/>
    <w:rsid w:val="00D436FC"/>
    <w:rsid w:val="00D4449F"/>
    <w:rsid w:val="00D44750"/>
    <w:rsid w:val="00D44FEE"/>
    <w:rsid w:val="00D4507F"/>
    <w:rsid w:val="00D454CC"/>
    <w:rsid w:val="00D46303"/>
    <w:rsid w:val="00D46808"/>
    <w:rsid w:val="00D475BF"/>
    <w:rsid w:val="00D47877"/>
    <w:rsid w:val="00D47AB7"/>
    <w:rsid w:val="00D5087B"/>
    <w:rsid w:val="00D50B22"/>
    <w:rsid w:val="00D51579"/>
    <w:rsid w:val="00D51AFA"/>
    <w:rsid w:val="00D52CBA"/>
    <w:rsid w:val="00D532B8"/>
    <w:rsid w:val="00D540F4"/>
    <w:rsid w:val="00D547EA"/>
    <w:rsid w:val="00D54E75"/>
    <w:rsid w:val="00D54F64"/>
    <w:rsid w:val="00D54F8C"/>
    <w:rsid w:val="00D556CA"/>
    <w:rsid w:val="00D5575D"/>
    <w:rsid w:val="00D5592E"/>
    <w:rsid w:val="00D55BE3"/>
    <w:rsid w:val="00D55C01"/>
    <w:rsid w:val="00D560E7"/>
    <w:rsid w:val="00D56A3E"/>
    <w:rsid w:val="00D57050"/>
    <w:rsid w:val="00D5709D"/>
    <w:rsid w:val="00D57364"/>
    <w:rsid w:val="00D57559"/>
    <w:rsid w:val="00D578EC"/>
    <w:rsid w:val="00D606E1"/>
    <w:rsid w:val="00D6102A"/>
    <w:rsid w:val="00D61412"/>
    <w:rsid w:val="00D61780"/>
    <w:rsid w:val="00D6201F"/>
    <w:rsid w:val="00D624D8"/>
    <w:rsid w:val="00D62722"/>
    <w:rsid w:val="00D6292B"/>
    <w:rsid w:val="00D63EF2"/>
    <w:rsid w:val="00D64020"/>
    <w:rsid w:val="00D64610"/>
    <w:rsid w:val="00D64C92"/>
    <w:rsid w:val="00D654EE"/>
    <w:rsid w:val="00D658E8"/>
    <w:rsid w:val="00D65ACD"/>
    <w:rsid w:val="00D65CF5"/>
    <w:rsid w:val="00D66076"/>
    <w:rsid w:val="00D66352"/>
    <w:rsid w:val="00D66550"/>
    <w:rsid w:val="00D66768"/>
    <w:rsid w:val="00D66A84"/>
    <w:rsid w:val="00D66B46"/>
    <w:rsid w:val="00D67510"/>
    <w:rsid w:val="00D67930"/>
    <w:rsid w:val="00D702C0"/>
    <w:rsid w:val="00D7040B"/>
    <w:rsid w:val="00D70595"/>
    <w:rsid w:val="00D706C2"/>
    <w:rsid w:val="00D70F78"/>
    <w:rsid w:val="00D70FB1"/>
    <w:rsid w:val="00D7150C"/>
    <w:rsid w:val="00D715AC"/>
    <w:rsid w:val="00D71884"/>
    <w:rsid w:val="00D71A5E"/>
    <w:rsid w:val="00D72A50"/>
    <w:rsid w:val="00D73308"/>
    <w:rsid w:val="00D734A1"/>
    <w:rsid w:val="00D734CF"/>
    <w:rsid w:val="00D73803"/>
    <w:rsid w:val="00D73F50"/>
    <w:rsid w:val="00D747AE"/>
    <w:rsid w:val="00D760EC"/>
    <w:rsid w:val="00D764E9"/>
    <w:rsid w:val="00D76A8D"/>
    <w:rsid w:val="00D76ADA"/>
    <w:rsid w:val="00D76D33"/>
    <w:rsid w:val="00D76EC6"/>
    <w:rsid w:val="00D76F37"/>
    <w:rsid w:val="00D76FA7"/>
    <w:rsid w:val="00D77563"/>
    <w:rsid w:val="00D77589"/>
    <w:rsid w:val="00D778CD"/>
    <w:rsid w:val="00D77CAD"/>
    <w:rsid w:val="00D77CB2"/>
    <w:rsid w:val="00D80038"/>
    <w:rsid w:val="00D807AB"/>
    <w:rsid w:val="00D80C76"/>
    <w:rsid w:val="00D810F7"/>
    <w:rsid w:val="00D811DE"/>
    <w:rsid w:val="00D81293"/>
    <w:rsid w:val="00D81DD4"/>
    <w:rsid w:val="00D8214B"/>
    <w:rsid w:val="00D821CB"/>
    <w:rsid w:val="00D82A93"/>
    <w:rsid w:val="00D82AD6"/>
    <w:rsid w:val="00D83394"/>
    <w:rsid w:val="00D835E7"/>
    <w:rsid w:val="00D83963"/>
    <w:rsid w:val="00D83D8A"/>
    <w:rsid w:val="00D83DF8"/>
    <w:rsid w:val="00D83E51"/>
    <w:rsid w:val="00D83E6A"/>
    <w:rsid w:val="00D8536D"/>
    <w:rsid w:val="00D8636B"/>
    <w:rsid w:val="00D8761F"/>
    <w:rsid w:val="00D90120"/>
    <w:rsid w:val="00D90965"/>
    <w:rsid w:val="00D90C4E"/>
    <w:rsid w:val="00D90E1E"/>
    <w:rsid w:val="00D90EA7"/>
    <w:rsid w:val="00D91C0E"/>
    <w:rsid w:val="00D92E99"/>
    <w:rsid w:val="00D930F6"/>
    <w:rsid w:val="00D93498"/>
    <w:rsid w:val="00D934A2"/>
    <w:rsid w:val="00D93A86"/>
    <w:rsid w:val="00D93F76"/>
    <w:rsid w:val="00D94409"/>
    <w:rsid w:val="00D94E8B"/>
    <w:rsid w:val="00D950B7"/>
    <w:rsid w:val="00D95A3D"/>
    <w:rsid w:val="00D95A99"/>
    <w:rsid w:val="00D963AD"/>
    <w:rsid w:val="00D96966"/>
    <w:rsid w:val="00D96A79"/>
    <w:rsid w:val="00D97FCF"/>
    <w:rsid w:val="00DA03CB"/>
    <w:rsid w:val="00DA0A07"/>
    <w:rsid w:val="00DA0A43"/>
    <w:rsid w:val="00DA0A62"/>
    <w:rsid w:val="00DA0F01"/>
    <w:rsid w:val="00DA0FAE"/>
    <w:rsid w:val="00DA1060"/>
    <w:rsid w:val="00DA1348"/>
    <w:rsid w:val="00DA1359"/>
    <w:rsid w:val="00DA27EF"/>
    <w:rsid w:val="00DA2EF2"/>
    <w:rsid w:val="00DA3034"/>
    <w:rsid w:val="00DA33B5"/>
    <w:rsid w:val="00DA33EB"/>
    <w:rsid w:val="00DA36B4"/>
    <w:rsid w:val="00DA3926"/>
    <w:rsid w:val="00DA3B11"/>
    <w:rsid w:val="00DA40E2"/>
    <w:rsid w:val="00DA43DF"/>
    <w:rsid w:val="00DA523B"/>
    <w:rsid w:val="00DA587D"/>
    <w:rsid w:val="00DA5DAB"/>
    <w:rsid w:val="00DA6169"/>
    <w:rsid w:val="00DA620E"/>
    <w:rsid w:val="00DA695B"/>
    <w:rsid w:val="00DA69E6"/>
    <w:rsid w:val="00DA6BBC"/>
    <w:rsid w:val="00DA6C42"/>
    <w:rsid w:val="00DA7076"/>
    <w:rsid w:val="00DA7121"/>
    <w:rsid w:val="00DA7620"/>
    <w:rsid w:val="00DA7C8B"/>
    <w:rsid w:val="00DA7F7C"/>
    <w:rsid w:val="00DB03FA"/>
    <w:rsid w:val="00DB0996"/>
    <w:rsid w:val="00DB0DCB"/>
    <w:rsid w:val="00DB0FE3"/>
    <w:rsid w:val="00DB14D6"/>
    <w:rsid w:val="00DB1ACF"/>
    <w:rsid w:val="00DB1D27"/>
    <w:rsid w:val="00DB21DF"/>
    <w:rsid w:val="00DB22AD"/>
    <w:rsid w:val="00DB22CA"/>
    <w:rsid w:val="00DB26EB"/>
    <w:rsid w:val="00DB2806"/>
    <w:rsid w:val="00DB2AFD"/>
    <w:rsid w:val="00DB2E17"/>
    <w:rsid w:val="00DB306E"/>
    <w:rsid w:val="00DB31BD"/>
    <w:rsid w:val="00DB33BB"/>
    <w:rsid w:val="00DB3663"/>
    <w:rsid w:val="00DB41C6"/>
    <w:rsid w:val="00DB436E"/>
    <w:rsid w:val="00DB4909"/>
    <w:rsid w:val="00DB4A31"/>
    <w:rsid w:val="00DB4D16"/>
    <w:rsid w:val="00DB5046"/>
    <w:rsid w:val="00DB56EC"/>
    <w:rsid w:val="00DB5907"/>
    <w:rsid w:val="00DB639C"/>
    <w:rsid w:val="00DB6D68"/>
    <w:rsid w:val="00DB7AC6"/>
    <w:rsid w:val="00DB7E3C"/>
    <w:rsid w:val="00DC0207"/>
    <w:rsid w:val="00DC0A73"/>
    <w:rsid w:val="00DC0B86"/>
    <w:rsid w:val="00DC19E4"/>
    <w:rsid w:val="00DC1C12"/>
    <w:rsid w:val="00DC1F10"/>
    <w:rsid w:val="00DC2065"/>
    <w:rsid w:val="00DC2633"/>
    <w:rsid w:val="00DC2C2B"/>
    <w:rsid w:val="00DC2D9C"/>
    <w:rsid w:val="00DC30F7"/>
    <w:rsid w:val="00DC37F9"/>
    <w:rsid w:val="00DC3CA8"/>
    <w:rsid w:val="00DC3FF6"/>
    <w:rsid w:val="00DC4611"/>
    <w:rsid w:val="00DC4705"/>
    <w:rsid w:val="00DC4D3B"/>
    <w:rsid w:val="00DC4F8D"/>
    <w:rsid w:val="00DC52DD"/>
    <w:rsid w:val="00DC5BAB"/>
    <w:rsid w:val="00DC5DA1"/>
    <w:rsid w:val="00DC6411"/>
    <w:rsid w:val="00DC6B37"/>
    <w:rsid w:val="00DC7162"/>
    <w:rsid w:val="00DC7C16"/>
    <w:rsid w:val="00DD0232"/>
    <w:rsid w:val="00DD02CA"/>
    <w:rsid w:val="00DD095B"/>
    <w:rsid w:val="00DD1B84"/>
    <w:rsid w:val="00DD1FDD"/>
    <w:rsid w:val="00DD2B1C"/>
    <w:rsid w:val="00DD2FA0"/>
    <w:rsid w:val="00DD3A7C"/>
    <w:rsid w:val="00DD42AA"/>
    <w:rsid w:val="00DD49C7"/>
    <w:rsid w:val="00DD5143"/>
    <w:rsid w:val="00DD524D"/>
    <w:rsid w:val="00DD541A"/>
    <w:rsid w:val="00DD543E"/>
    <w:rsid w:val="00DD5830"/>
    <w:rsid w:val="00DD59D1"/>
    <w:rsid w:val="00DD6501"/>
    <w:rsid w:val="00DD681D"/>
    <w:rsid w:val="00DD6841"/>
    <w:rsid w:val="00DD6C1E"/>
    <w:rsid w:val="00DD6E1F"/>
    <w:rsid w:val="00DD71FE"/>
    <w:rsid w:val="00DD7267"/>
    <w:rsid w:val="00DD74F4"/>
    <w:rsid w:val="00DE061C"/>
    <w:rsid w:val="00DE09FD"/>
    <w:rsid w:val="00DE113A"/>
    <w:rsid w:val="00DE12AE"/>
    <w:rsid w:val="00DE14F9"/>
    <w:rsid w:val="00DE18C9"/>
    <w:rsid w:val="00DE1C1C"/>
    <w:rsid w:val="00DE27BD"/>
    <w:rsid w:val="00DE2850"/>
    <w:rsid w:val="00DE2DA8"/>
    <w:rsid w:val="00DE2EB5"/>
    <w:rsid w:val="00DE36F0"/>
    <w:rsid w:val="00DE3DB5"/>
    <w:rsid w:val="00DE4482"/>
    <w:rsid w:val="00DE4910"/>
    <w:rsid w:val="00DE4EF8"/>
    <w:rsid w:val="00DE51E5"/>
    <w:rsid w:val="00DE569C"/>
    <w:rsid w:val="00DE613A"/>
    <w:rsid w:val="00DE6CB0"/>
    <w:rsid w:val="00DE7341"/>
    <w:rsid w:val="00DE7921"/>
    <w:rsid w:val="00DF0025"/>
    <w:rsid w:val="00DF06B2"/>
    <w:rsid w:val="00DF0897"/>
    <w:rsid w:val="00DF0A09"/>
    <w:rsid w:val="00DF0C63"/>
    <w:rsid w:val="00DF0EB8"/>
    <w:rsid w:val="00DF1357"/>
    <w:rsid w:val="00DF2343"/>
    <w:rsid w:val="00DF296A"/>
    <w:rsid w:val="00DF2AB5"/>
    <w:rsid w:val="00DF38B4"/>
    <w:rsid w:val="00DF4222"/>
    <w:rsid w:val="00DF43DB"/>
    <w:rsid w:val="00DF4420"/>
    <w:rsid w:val="00DF488B"/>
    <w:rsid w:val="00DF4950"/>
    <w:rsid w:val="00DF4FC5"/>
    <w:rsid w:val="00DF53EA"/>
    <w:rsid w:val="00DF5B6B"/>
    <w:rsid w:val="00DF5CF5"/>
    <w:rsid w:val="00DF5F1B"/>
    <w:rsid w:val="00DF5F25"/>
    <w:rsid w:val="00DF6163"/>
    <w:rsid w:val="00DF619A"/>
    <w:rsid w:val="00DF622D"/>
    <w:rsid w:val="00DF66C9"/>
    <w:rsid w:val="00DF674A"/>
    <w:rsid w:val="00DF793B"/>
    <w:rsid w:val="00DF7AA3"/>
    <w:rsid w:val="00E007C9"/>
    <w:rsid w:val="00E00F6F"/>
    <w:rsid w:val="00E017F9"/>
    <w:rsid w:val="00E01D97"/>
    <w:rsid w:val="00E029DF"/>
    <w:rsid w:val="00E02AA5"/>
    <w:rsid w:val="00E02BC7"/>
    <w:rsid w:val="00E03508"/>
    <w:rsid w:val="00E03926"/>
    <w:rsid w:val="00E04046"/>
    <w:rsid w:val="00E04589"/>
    <w:rsid w:val="00E04B7F"/>
    <w:rsid w:val="00E04DE8"/>
    <w:rsid w:val="00E04F6C"/>
    <w:rsid w:val="00E0537C"/>
    <w:rsid w:val="00E056A3"/>
    <w:rsid w:val="00E05905"/>
    <w:rsid w:val="00E05F58"/>
    <w:rsid w:val="00E06022"/>
    <w:rsid w:val="00E061E1"/>
    <w:rsid w:val="00E1007E"/>
    <w:rsid w:val="00E10E39"/>
    <w:rsid w:val="00E11737"/>
    <w:rsid w:val="00E12E72"/>
    <w:rsid w:val="00E13032"/>
    <w:rsid w:val="00E133B9"/>
    <w:rsid w:val="00E13CCA"/>
    <w:rsid w:val="00E13F71"/>
    <w:rsid w:val="00E14897"/>
    <w:rsid w:val="00E15852"/>
    <w:rsid w:val="00E15893"/>
    <w:rsid w:val="00E158E3"/>
    <w:rsid w:val="00E15EEB"/>
    <w:rsid w:val="00E171D2"/>
    <w:rsid w:val="00E1741F"/>
    <w:rsid w:val="00E1745A"/>
    <w:rsid w:val="00E17B1B"/>
    <w:rsid w:val="00E17F8D"/>
    <w:rsid w:val="00E203E5"/>
    <w:rsid w:val="00E20701"/>
    <w:rsid w:val="00E20745"/>
    <w:rsid w:val="00E20E9B"/>
    <w:rsid w:val="00E212E3"/>
    <w:rsid w:val="00E2147D"/>
    <w:rsid w:val="00E2192B"/>
    <w:rsid w:val="00E21969"/>
    <w:rsid w:val="00E219F2"/>
    <w:rsid w:val="00E21B5E"/>
    <w:rsid w:val="00E22902"/>
    <w:rsid w:val="00E22937"/>
    <w:rsid w:val="00E22C36"/>
    <w:rsid w:val="00E22D6E"/>
    <w:rsid w:val="00E234E0"/>
    <w:rsid w:val="00E23559"/>
    <w:rsid w:val="00E2356C"/>
    <w:rsid w:val="00E23757"/>
    <w:rsid w:val="00E24111"/>
    <w:rsid w:val="00E24D6C"/>
    <w:rsid w:val="00E253E3"/>
    <w:rsid w:val="00E25EB2"/>
    <w:rsid w:val="00E275A3"/>
    <w:rsid w:val="00E27E1C"/>
    <w:rsid w:val="00E306C5"/>
    <w:rsid w:val="00E32B67"/>
    <w:rsid w:val="00E33E39"/>
    <w:rsid w:val="00E343B2"/>
    <w:rsid w:val="00E344E1"/>
    <w:rsid w:val="00E3493A"/>
    <w:rsid w:val="00E34AFD"/>
    <w:rsid w:val="00E3529C"/>
    <w:rsid w:val="00E3540E"/>
    <w:rsid w:val="00E35885"/>
    <w:rsid w:val="00E360A0"/>
    <w:rsid w:val="00E36380"/>
    <w:rsid w:val="00E3666B"/>
    <w:rsid w:val="00E36916"/>
    <w:rsid w:val="00E36C2B"/>
    <w:rsid w:val="00E36ED0"/>
    <w:rsid w:val="00E370CA"/>
    <w:rsid w:val="00E370DB"/>
    <w:rsid w:val="00E373B0"/>
    <w:rsid w:val="00E37665"/>
    <w:rsid w:val="00E40AFD"/>
    <w:rsid w:val="00E40CD7"/>
    <w:rsid w:val="00E41252"/>
    <w:rsid w:val="00E412D4"/>
    <w:rsid w:val="00E413DE"/>
    <w:rsid w:val="00E4283A"/>
    <w:rsid w:val="00E42BF3"/>
    <w:rsid w:val="00E42D6D"/>
    <w:rsid w:val="00E4381C"/>
    <w:rsid w:val="00E43A52"/>
    <w:rsid w:val="00E44D57"/>
    <w:rsid w:val="00E44F9B"/>
    <w:rsid w:val="00E472C0"/>
    <w:rsid w:val="00E47650"/>
    <w:rsid w:val="00E47961"/>
    <w:rsid w:val="00E47AAC"/>
    <w:rsid w:val="00E47DC5"/>
    <w:rsid w:val="00E47EA0"/>
    <w:rsid w:val="00E5062B"/>
    <w:rsid w:val="00E5070E"/>
    <w:rsid w:val="00E5072A"/>
    <w:rsid w:val="00E50E44"/>
    <w:rsid w:val="00E5139E"/>
    <w:rsid w:val="00E5163D"/>
    <w:rsid w:val="00E51739"/>
    <w:rsid w:val="00E51987"/>
    <w:rsid w:val="00E52633"/>
    <w:rsid w:val="00E5286E"/>
    <w:rsid w:val="00E53BB8"/>
    <w:rsid w:val="00E53CB3"/>
    <w:rsid w:val="00E53DDC"/>
    <w:rsid w:val="00E5493E"/>
    <w:rsid w:val="00E54C43"/>
    <w:rsid w:val="00E55EA0"/>
    <w:rsid w:val="00E56123"/>
    <w:rsid w:val="00E565EF"/>
    <w:rsid w:val="00E567AB"/>
    <w:rsid w:val="00E57200"/>
    <w:rsid w:val="00E57234"/>
    <w:rsid w:val="00E579B8"/>
    <w:rsid w:val="00E601D3"/>
    <w:rsid w:val="00E61396"/>
    <w:rsid w:val="00E61AB1"/>
    <w:rsid w:val="00E6298A"/>
    <w:rsid w:val="00E63333"/>
    <w:rsid w:val="00E63721"/>
    <w:rsid w:val="00E639F8"/>
    <w:rsid w:val="00E64398"/>
    <w:rsid w:val="00E64760"/>
    <w:rsid w:val="00E64A3E"/>
    <w:rsid w:val="00E64C90"/>
    <w:rsid w:val="00E6506E"/>
    <w:rsid w:val="00E651FC"/>
    <w:rsid w:val="00E65296"/>
    <w:rsid w:val="00E65B76"/>
    <w:rsid w:val="00E66403"/>
    <w:rsid w:val="00E6732D"/>
    <w:rsid w:val="00E67682"/>
    <w:rsid w:val="00E70077"/>
    <w:rsid w:val="00E70CCA"/>
    <w:rsid w:val="00E71019"/>
    <w:rsid w:val="00E71679"/>
    <w:rsid w:val="00E7227C"/>
    <w:rsid w:val="00E72530"/>
    <w:rsid w:val="00E7273C"/>
    <w:rsid w:val="00E7367D"/>
    <w:rsid w:val="00E73D50"/>
    <w:rsid w:val="00E73DA3"/>
    <w:rsid w:val="00E74071"/>
    <w:rsid w:val="00E7472B"/>
    <w:rsid w:val="00E74956"/>
    <w:rsid w:val="00E74F54"/>
    <w:rsid w:val="00E763F6"/>
    <w:rsid w:val="00E7675F"/>
    <w:rsid w:val="00E76E9E"/>
    <w:rsid w:val="00E77261"/>
    <w:rsid w:val="00E7782F"/>
    <w:rsid w:val="00E7796B"/>
    <w:rsid w:val="00E77D19"/>
    <w:rsid w:val="00E77E28"/>
    <w:rsid w:val="00E80D28"/>
    <w:rsid w:val="00E8203D"/>
    <w:rsid w:val="00E82046"/>
    <w:rsid w:val="00E82100"/>
    <w:rsid w:val="00E8241D"/>
    <w:rsid w:val="00E8261A"/>
    <w:rsid w:val="00E82B3C"/>
    <w:rsid w:val="00E845DF"/>
    <w:rsid w:val="00E84B38"/>
    <w:rsid w:val="00E84BBB"/>
    <w:rsid w:val="00E855F2"/>
    <w:rsid w:val="00E85B1F"/>
    <w:rsid w:val="00E85C81"/>
    <w:rsid w:val="00E86595"/>
    <w:rsid w:val="00E86752"/>
    <w:rsid w:val="00E86EF2"/>
    <w:rsid w:val="00E87471"/>
    <w:rsid w:val="00E8759A"/>
    <w:rsid w:val="00E87D49"/>
    <w:rsid w:val="00E90113"/>
    <w:rsid w:val="00E901F3"/>
    <w:rsid w:val="00E90D82"/>
    <w:rsid w:val="00E910FF"/>
    <w:rsid w:val="00E9142F"/>
    <w:rsid w:val="00E91693"/>
    <w:rsid w:val="00E91880"/>
    <w:rsid w:val="00E91E28"/>
    <w:rsid w:val="00E92143"/>
    <w:rsid w:val="00E9214E"/>
    <w:rsid w:val="00E9247D"/>
    <w:rsid w:val="00E927F6"/>
    <w:rsid w:val="00E92A77"/>
    <w:rsid w:val="00E92C90"/>
    <w:rsid w:val="00E9300B"/>
    <w:rsid w:val="00E9406D"/>
    <w:rsid w:val="00E9511A"/>
    <w:rsid w:val="00E96656"/>
    <w:rsid w:val="00E96E97"/>
    <w:rsid w:val="00E972E6"/>
    <w:rsid w:val="00E977D0"/>
    <w:rsid w:val="00E978F4"/>
    <w:rsid w:val="00E97F47"/>
    <w:rsid w:val="00EA0462"/>
    <w:rsid w:val="00EA081C"/>
    <w:rsid w:val="00EA0F6B"/>
    <w:rsid w:val="00EA117D"/>
    <w:rsid w:val="00EA14CF"/>
    <w:rsid w:val="00EA1625"/>
    <w:rsid w:val="00EA16BB"/>
    <w:rsid w:val="00EA196E"/>
    <w:rsid w:val="00EA25A5"/>
    <w:rsid w:val="00EA3639"/>
    <w:rsid w:val="00EA5DBF"/>
    <w:rsid w:val="00EA6830"/>
    <w:rsid w:val="00EA68AF"/>
    <w:rsid w:val="00EA7A99"/>
    <w:rsid w:val="00EA7B1D"/>
    <w:rsid w:val="00EA7E43"/>
    <w:rsid w:val="00EB00B3"/>
    <w:rsid w:val="00EB0521"/>
    <w:rsid w:val="00EB0D6E"/>
    <w:rsid w:val="00EB1152"/>
    <w:rsid w:val="00EB13AD"/>
    <w:rsid w:val="00EB1C95"/>
    <w:rsid w:val="00EB23F6"/>
    <w:rsid w:val="00EB245A"/>
    <w:rsid w:val="00EB2470"/>
    <w:rsid w:val="00EB2E83"/>
    <w:rsid w:val="00EB3053"/>
    <w:rsid w:val="00EB3178"/>
    <w:rsid w:val="00EB3F43"/>
    <w:rsid w:val="00EB3FB5"/>
    <w:rsid w:val="00EB4273"/>
    <w:rsid w:val="00EB479B"/>
    <w:rsid w:val="00EB4AEB"/>
    <w:rsid w:val="00EB5332"/>
    <w:rsid w:val="00EB5596"/>
    <w:rsid w:val="00EB5899"/>
    <w:rsid w:val="00EB5908"/>
    <w:rsid w:val="00EB59F8"/>
    <w:rsid w:val="00EB64A6"/>
    <w:rsid w:val="00EB668D"/>
    <w:rsid w:val="00EB69C9"/>
    <w:rsid w:val="00EB69F1"/>
    <w:rsid w:val="00EB7DBD"/>
    <w:rsid w:val="00EC0387"/>
    <w:rsid w:val="00EC0C99"/>
    <w:rsid w:val="00EC0E95"/>
    <w:rsid w:val="00EC19A7"/>
    <w:rsid w:val="00EC1CD0"/>
    <w:rsid w:val="00EC1D39"/>
    <w:rsid w:val="00EC1EA2"/>
    <w:rsid w:val="00EC28FC"/>
    <w:rsid w:val="00EC2FEA"/>
    <w:rsid w:val="00EC371D"/>
    <w:rsid w:val="00EC46E3"/>
    <w:rsid w:val="00EC4AC1"/>
    <w:rsid w:val="00EC4B81"/>
    <w:rsid w:val="00EC4D81"/>
    <w:rsid w:val="00EC511A"/>
    <w:rsid w:val="00EC5400"/>
    <w:rsid w:val="00EC5677"/>
    <w:rsid w:val="00EC56C5"/>
    <w:rsid w:val="00EC59DA"/>
    <w:rsid w:val="00EC6237"/>
    <w:rsid w:val="00EC62A5"/>
    <w:rsid w:val="00EC6332"/>
    <w:rsid w:val="00EC74E5"/>
    <w:rsid w:val="00EC7D22"/>
    <w:rsid w:val="00ED09F4"/>
    <w:rsid w:val="00ED0CAF"/>
    <w:rsid w:val="00ED14FB"/>
    <w:rsid w:val="00ED17B3"/>
    <w:rsid w:val="00ED1B78"/>
    <w:rsid w:val="00ED298D"/>
    <w:rsid w:val="00ED2CE8"/>
    <w:rsid w:val="00ED32A2"/>
    <w:rsid w:val="00ED3B77"/>
    <w:rsid w:val="00ED3DF6"/>
    <w:rsid w:val="00ED4133"/>
    <w:rsid w:val="00ED4411"/>
    <w:rsid w:val="00ED4B18"/>
    <w:rsid w:val="00ED50E4"/>
    <w:rsid w:val="00ED541A"/>
    <w:rsid w:val="00ED5C6B"/>
    <w:rsid w:val="00ED5DB9"/>
    <w:rsid w:val="00ED648D"/>
    <w:rsid w:val="00ED7465"/>
    <w:rsid w:val="00ED7D45"/>
    <w:rsid w:val="00ED7F44"/>
    <w:rsid w:val="00EE0F98"/>
    <w:rsid w:val="00EE183E"/>
    <w:rsid w:val="00EE1A66"/>
    <w:rsid w:val="00EE2506"/>
    <w:rsid w:val="00EE2887"/>
    <w:rsid w:val="00EE3411"/>
    <w:rsid w:val="00EE3A78"/>
    <w:rsid w:val="00EE3CAB"/>
    <w:rsid w:val="00EE444E"/>
    <w:rsid w:val="00EE4BCC"/>
    <w:rsid w:val="00EE50C6"/>
    <w:rsid w:val="00EE5603"/>
    <w:rsid w:val="00EE5A63"/>
    <w:rsid w:val="00EE6689"/>
    <w:rsid w:val="00EE71BF"/>
    <w:rsid w:val="00EE734D"/>
    <w:rsid w:val="00EE7618"/>
    <w:rsid w:val="00EE7AEC"/>
    <w:rsid w:val="00EF0868"/>
    <w:rsid w:val="00EF0A5A"/>
    <w:rsid w:val="00EF116F"/>
    <w:rsid w:val="00EF14F0"/>
    <w:rsid w:val="00EF164A"/>
    <w:rsid w:val="00EF1C4D"/>
    <w:rsid w:val="00EF229D"/>
    <w:rsid w:val="00EF2FCB"/>
    <w:rsid w:val="00EF3408"/>
    <w:rsid w:val="00EF362F"/>
    <w:rsid w:val="00EF3D18"/>
    <w:rsid w:val="00EF41EC"/>
    <w:rsid w:val="00EF426F"/>
    <w:rsid w:val="00EF46EE"/>
    <w:rsid w:val="00EF47EB"/>
    <w:rsid w:val="00EF50E9"/>
    <w:rsid w:val="00EF5AEA"/>
    <w:rsid w:val="00EF5B12"/>
    <w:rsid w:val="00EF5CAE"/>
    <w:rsid w:val="00EF5F32"/>
    <w:rsid w:val="00EF639D"/>
    <w:rsid w:val="00EF6484"/>
    <w:rsid w:val="00EF674D"/>
    <w:rsid w:val="00EF6E5A"/>
    <w:rsid w:val="00EF725F"/>
    <w:rsid w:val="00EF77BD"/>
    <w:rsid w:val="00EF7EA6"/>
    <w:rsid w:val="00F01E03"/>
    <w:rsid w:val="00F020B6"/>
    <w:rsid w:val="00F021A4"/>
    <w:rsid w:val="00F025F2"/>
    <w:rsid w:val="00F025F8"/>
    <w:rsid w:val="00F02663"/>
    <w:rsid w:val="00F0284E"/>
    <w:rsid w:val="00F03270"/>
    <w:rsid w:val="00F0367F"/>
    <w:rsid w:val="00F03844"/>
    <w:rsid w:val="00F04F0A"/>
    <w:rsid w:val="00F06345"/>
    <w:rsid w:val="00F07C42"/>
    <w:rsid w:val="00F10222"/>
    <w:rsid w:val="00F105CB"/>
    <w:rsid w:val="00F10E78"/>
    <w:rsid w:val="00F10F0E"/>
    <w:rsid w:val="00F110E5"/>
    <w:rsid w:val="00F11272"/>
    <w:rsid w:val="00F1172A"/>
    <w:rsid w:val="00F11AAE"/>
    <w:rsid w:val="00F12197"/>
    <w:rsid w:val="00F12487"/>
    <w:rsid w:val="00F1283C"/>
    <w:rsid w:val="00F1375E"/>
    <w:rsid w:val="00F13783"/>
    <w:rsid w:val="00F14277"/>
    <w:rsid w:val="00F14766"/>
    <w:rsid w:val="00F15CBE"/>
    <w:rsid w:val="00F15FA6"/>
    <w:rsid w:val="00F1685B"/>
    <w:rsid w:val="00F16D6F"/>
    <w:rsid w:val="00F1753E"/>
    <w:rsid w:val="00F17993"/>
    <w:rsid w:val="00F17CDF"/>
    <w:rsid w:val="00F20E6C"/>
    <w:rsid w:val="00F21065"/>
    <w:rsid w:val="00F21D46"/>
    <w:rsid w:val="00F22090"/>
    <w:rsid w:val="00F22402"/>
    <w:rsid w:val="00F22730"/>
    <w:rsid w:val="00F22791"/>
    <w:rsid w:val="00F22DFA"/>
    <w:rsid w:val="00F2336B"/>
    <w:rsid w:val="00F237D8"/>
    <w:rsid w:val="00F23A7A"/>
    <w:rsid w:val="00F2449B"/>
    <w:rsid w:val="00F252A6"/>
    <w:rsid w:val="00F2570E"/>
    <w:rsid w:val="00F2583B"/>
    <w:rsid w:val="00F25A65"/>
    <w:rsid w:val="00F25EBD"/>
    <w:rsid w:val="00F2600B"/>
    <w:rsid w:val="00F264CE"/>
    <w:rsid w:val="00F26C69"/>
    <w:rsid w:val="00F26CD5"/>
    <w:rsid w:val="00F26DF5"/>
    <w:rsid w:val="00F27103"/>
    <w:rsid w:val="00F2723B"/>
    <w:rsid w:val="00F3041F"/>
    <w:rsid w:val="00F30732"/>
    <w:rsid w:val="00F30916"/>
    <w:rsid w:val="00F30B51"/>
    <w:rsid w:val="00F30CF1"/>
    <w:rsid w:val="00F30EFE"/>
    <w:rsid w:val="00F317A1"/>
    <w:rsid w:val="00F32457"/>
    <w:rsid w:val="00F32F0F"/>
    <w:rsid w:val="00F3464D"/>
    <w:rsid w:val="00F3526C"/>
    <w:rsid w:val="00F35557"/>
    <w:rsid w:val="00F35B24"/>
    <w:rsid w:val="00F35DFA"/>
    <w:rsid w:val="00F35FE4"/>
    <w:rsid w:val="00F3626F"/>
    <w:rsid w:val="00F364E3"/>
    <w:rsid w:val="00F36503"/>
    <w:rsid w:val="00F36EFA"/>
    <w:rsid w:val="00F37A1E"/>
    <w:rsid w:val="00F37C66"/>
    <w:rsid w:val="00F40ABD"/>
    <w:rsid w:val="00F40B86"/>
    <w:rsid w:val="00F40DB0"/>
    <w:rsid w:val="00F4102C"/>
    <w:rsid w:val="00F421CB"/>
    <w:rsid w:val="00F42690"/>
    <w:rsid w:val="00F42A44"/>
    <w:rsid w:val="00F42CBE"/>
    <w:rsid w:val="00F42DD5"/>
    <w:rsid w:val="00F433C8"/>
    <w:rsid w:val="00F43946"/>
    <w:rsid w:val="00F43EE3"/>
    <w:rsid w:val="00F44880"/>
    <w:rsid w:val="00F4488B"/>
    <w:rsid w:val="00F44F00"/>
    <w:rsid w:val="00F45BBF"/>
    <w:rsid w:val="00F45D31"/>
    <w:rsid w:val="00F46203"/>
    <w:rsid w:val="00F46322"/>
    <w:rsid w:val="00F46991"/>
    <w:rsid w:val="00F46CC7"/>
    <w:rsid w:val="00F47001"/>
    <w:rsid w:val="00F47965"/>
    <w:rsid w:val="00F47D7F"/>
    <w:rsid w:val="00F504A2"/>
    <w:rsid w:val="00F507DE"/>
    <w:rsid w:val="00F50DE6"/>
    <w:rsid w:val="00F50E98"/>
    <w:rsid w:val="00F5123E"/>
    <w:rsid w:val="00F5134F"/>
    <w:rsid w:val="00F51E96"/>
    <w:rsid w:val="00F52336"/>
    <w:rsid w:val="00F5275B"/>
    <w:rsid w:val="00F53555"/>
    <w:rsid w:val="00F5411C"/>
    <w:rsid w:val="00F5419C"/>
    <w:rsid w:val="00F5501B"/>
    <w:rsid w:val="00F55975"/>
    <w:rsid w:val="00F55B26"/>
    <w:rsid w:val="00F55E9A"/>
    <w:rsid w:val="00F55F5C"/>
    <w:rsid w:val="00F563B7"/>
    <w:rsid w:val="00F56647"/>
    <w:rsid w:val="00F573EA"/>
    <w:rsid w:val="00F57A4A"/>
    <w:rsid w:val="00F57FEB"/>
    <w:rsid w:val="00F60896"/>
    <w:rsid w:val="00F60D24"/>
    <w:rsid w:val="00F617D7"/>
    <w:rsid w:val="00F61819"/>
    <w:rsid w:val="00F624FE"/>
    <w:rsid w:val="00F62888"/>
    <w:rsid w:val="00F6303A"/>
    <w:rsid w:val="00F63871"/>
    <w:rsid w:val="00F6393C"/>
    <w:rsid w:val="00F64584"/>
    <w:rsid w:val="00F645FE"/>
    <w:rsid w:val="00F6508E"/>
    <w:rsid w:val="00F6547B"/>
    <w:rsid w:val="00F66673"/>
    <w:rsid w:val="00F667CD"/>
    <w:rsid w:val="00F66809"/>
    <w:rsid w:val="00F66B90"/>
    <w:rsid w:val="00F673BB"/>
    <w:rsid w:val="00F67EAC"/>
    <w:rsid w:val="00F700B5"/>
    <w:rsid w:val="00F70D62"/>
    <w:rsid w:val="00F70FAB"/>
    <w:rsid w:val="00F71195"/>
    <w:rsid w:val="00F71500"/>
    <w:rsid w:val="00F71C2F"/>
    <w:rsid w:val="00F72482"/>
    <w:rsid w:val="00F72AB4"/>
    <w:rsid w:val="00F72D66"/>
    <w:rsid w:val="00F73743"/>
    <w:rsid w:val="00F73795"/>
    <w:rsid w:val="00F73838"/>
    <w:rsid w:val="00F739D0"/>
    <w:rsid w:val="00F74149"/>
    <w:rsid w:val="00F74724"/>
    <w:rsid w:val="00F74E8C"/>
    <w:rsid w:val="00F7532F"/>
    <w:rsid w:val="00F7588E"/>
    <w:rsid w:val="00F76A9B"/>
    <w:rsid w:val="00F770CC"/>
    <w:rsid w:val="00F772E4"/>
    <w:rsid w:val="00F77AA4"/>
    <w:rsid w:val="00F8036F"/>
    <w:rsid w:val="00F804A7"/>
    <w:rsid w:val="00F804EB"/>
    <w:rsid w:val="00F805E0"/>
    <w:rsid w:val="00F8108C"/>
    <w:rsid w:val="00F815D7"/>
    <w:rsid w:val="00F817C3"/>
    <w:rsid w:val="00F82ED8"/>
    <w:rsid w:val="00F8312B"/>
    <w:rsid w:val="00F83E7F"/>
    <w:rsid w:val="00F84FD2"/>
    <w:rsid w:val="00F855E2"/>
    <w:rsid w:val="00F85A2B"/>
    <w:rsid w:val="00F85A61"/>
    <w:rsid w:val="00F85BB0"/>
    <w:rsid w:val="00F85F6E"/>
    <w:rsid w:val="00F8730E"/>
    <w:rsid w:val="00F879BC"/>
    <w:rsid w:val="00F87AFB"/>
    <w:rsid w:val="00F9016F"/>
    <w:rsid w:val="00F90281"/>
    <w:rsid w:val="00F90655"/>
    <w:rsid w:val="00F90D72"/>
    <w:rsid w:val="00F91749"/>
    <w:rsid w:val="00F91C94"/>
    <w:rsid w:val="00F9242D"/>
    <w:rsid w:val="00F9294F"/>
    <w:rsid w:val="00F92A01"/>
    <w:rsid w:val="00F92CB6"/>
    <w:rsid w:val="00F93063"/>
    <w:rsid w:val="00F93C12"/>
    <w:rsid w:val="00F9417A"/>
    <w:rsid w:val="00F9438D"/>
    <w:rsid w:val="00F94420"/>
    <w:rsid w:val="00F95D26"/>
    <w:rsid w:val="00F96070"/>
    <w:rsid w:val="00F966B2"/>
    <w:rsid w:val="00F97894"/>
    <w:rsid w:val="00F97D06"/>
    <w:rsid w:val="00F97F54"/>
    <w:rsid w:val="00FA0261"/>
    <w:rsid w:val="00FA069E"/>
    <w:rsid w:val="00FA09B7"/>
    <w:rsid w:val="00FA0CDA"/>
    <w:rsid w:val="00FA10EF"/>
    <w:rsid w:val="00FA14D4"/>
    <w:rsid w:val="00FA1524"/>
    <w:rsid w:val="00FA15B5"/>
    <w:rsid w:val="00FA17EF"/>
    <w:rsid w:val="00FA1AEA"/>
    <w:rsid w:val="00FA32BC"/>
    <w:rsid w:val="00FA3369"/>
    <w:rsid w:val="00FA377A"/>
    <w:rsid w:val="00FA428E"/>
    <w:rsid w:val="00FA565E"/>
    <w:rsid w:val="00FA5960"/>
    <w:rsid w:val="00FA5A35"/>
    <w:rsid w:val="00FA5D77"/>
    <w:rsid w:val="00FA64AE"/>
    <w:rsid w:val="00FA6937"/>
    <w:rsid w:val="00FA6C7C"/>
    <w:rsid w:val="00FA7083"/>
    <w:rsid w:val="00FA76B2"/>
    <w:rsid w:val="00FB0A40"/>
    <w:rsid w:val="00FB0AA9"/>
    <w:rsid w:val="00FB1057"/>
    <w:rsid w:val="00FB132A"/>
    <w:rsid w:val="00FB1840"/>
    <w:rsid w:val="00FB238F"/>
    <w:rsid w:val="00FB34DD"/>
    <w:rsid w:val="00FB3555"/>
    <w:rsid w:val="00FB4C5A"/>
    <w:rsid w:val="00FB4EC9"/>
    <w:rsid w:val="00FB52DD"/>
    <w:rsid w:val="00FB54E7"/>
    <w:rsid w:val="00FB5550"/>
    <w:rsid w:val="00FB5679"/>
    <w:rsid w:val="00FB5B9D"/>
    <w:rsid w:val="00FB5C0F"/>
    <w:rsid w:val="00FB5E6B"/>
    <w:rsid w:val="00FB6028"/>
    <w:rsid w:val="00FB6222"/>
    <w:rsid w:val="00FB631A"/>
    <w:rsid w:val="00FB6AB6"/>
    <w:rsid w:val="00FB6AD7"/>
    <w:rsid w:val="00FB70CB"/>
    <w:rsid w:val="00FB76BD"/>
    <w:rsid w:val="00FC0BA3"/>
    <w:rsid w:val="00FC1139"/>
    <w:rsid w:val="00FC3344"/>
    <w:rsid w:val="00FC4471"/>
    <w:rsid w:val="00FC49E8"/>
    <w:rsid w:val="00FC5437"/>
    <w:rsid w:val="00FC643C"/>
    <w:rsid w:val="00FC6935"/>
    <w:rsid w:val="00FC73A3"/>
    <w:rsid w:val="00FC7500"/>
    <w:rsid w:val="00FD0124"/>
    <w:rsid w:val="00FD04DE"/>
    <w:rsid w:val="00FD0867"/>
    <w:rsid w:val="00FD09C3"/>
    <w:rsid w:val="00FD0F1E"/>
    <w:rsid w:val="00FD1693"/>
    <w:rsid w:val="00FD2887"/>
    <w:rsid w:val="00FD28D3"/>
    <w:rsid w:val="00FD354C"/>
    <w:rsid w:val="00FD4BAF"/>
    <w:rsid w:val="00FD4BB7"/>
    <w:rsid w:val="00FD4F91"/>
    <w:rsid w:val="00FD52EF"/>
    <w:rsid w:val="00FD57AB"/>
    <w:rsid w:val="00FD5834"/>
    <w:rsid w:val="00FD5A77"/>
    <w:rsid w:val="00FD6914"/>
    <w:rsid w:val="00FD6CAD"/>
    <w:rsid w:val="00FD70EB"/>
    <w:rsid w:val="00FD78A7"/>
    <w:rsid w:val="00FE0D35"/>
    <w:rsid w:val="00FE16BC"/>
    <w:rsid w:val="00FE1BC9"/>
    <w:rsid w:val="00FE1D5C"/>
    <w:rsid w:val="00FE2223"/>
    <w:rsid w:val="00FE246B"/>
    <w:rsid w:val="00FE2B0E"/>
    <w:rsid w:val="00FE2BBA"/>
    <w:rsid w:val="00FE35E4"/>
    <w:rsid w:val="00FE3F5E"/>
    <w:rsid w:val="00FE446F"/>
    <w:rsid w:val="00FE45D5"/>
    <w:rsid w:val="00FE47FA"/>
    <w:rsid w:val="00FE4838"/>
    <w:rsid w:val="00FE4EBF"/>
    <w:rsid w:val="00FE53BD"/>
    <w:rsid w:val="00FE6555"/>
    <w:rsid w:val="00FE6994"/>
    <w:rsid w:val="00FE6F72"/>
    <w:rsid w:val="00FE72D8"/>
    <w:rsid w:val="00FE7340"/>
    <w:rsid w:val="00FE7867"/>
    <w:rsid w:val="00FF0933"/>
    <w:rsid w:val="00FF1AF1"/>
    <w:rsid w:val="00FF1C60"/>
    <w:rsid w:val="00FF20C6"/>
    <w:rsid w:val="00FF2576"/>
    <w:rsid w:val="00FF282B"/>
    <w:rsid w:val="00FF2CE9"/>
    <w:rsid w:val="00FF2E08"/>
    <w:rsid w:val="00FF329D"/>
    <w:rsid w:val="00FF3AFF"/>
    <w:rsid w:val="00FF3BF3"/>
    <w:rsid w:val="00FF417D"/>
    <w:rsid w:val="00FF4519"/>
    <w:rsid w:val="00FF4596"/>
    <w:rsid w:val="00FF520A"/>
    <w:rsid w:val="00FF52BD"/>
    <w:rsid w:val="00FF5329"/>
    <w:rsid w:val="00FF568A"/>
    <w:rsid w:val="00FF56B8"/>
    <w:rsid w:val="00FF6FB3"/>
    <w:rsid w:val="00FF6FF3"/>
    <w:rsid w:val="00FF760A"/>
    <w:rsid w:val="00FF7BE3"/>
    <w:rsid w:val="00FF7C4A"/>
    <w:rsid w:val="00FF7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DC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7405B"/>
    <w:pPr>
      <w:keepNext/>
      <w:suppressAutoHyphens/>
      <w:ind w:left="6096"/>
      <w:outlineLvl w:val="0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7405B"/>
    <w:rPr>
      <w:rFonts w:ascii="Times New Roman" w:hAnsi="Times New Roman" w:cs="Times New Roman"/>
      <w:sz w:val="28"/>
      <w:szCs w:val="28"/>
      <w:lang w:val="uk-UA" w:eastAsia="ru-RU"/>
    </w:rPr>
  </w:style>
  <w:style w:type="paragraph" w:customStyle="1" w:styleId="caaieiaie1">
    <w:name w:val="caaieiaie 1"/>
    <w:basedOn w:val="Normal"/>
    <w:next w:val="Normal"/>
    <w:uiPriority w:val="99"/>
    <w:rsid w:val="00DB0DCB"/>
    <w:pPr>
      <w:keepNext/>
      <w:autoSpaceDE/>
      <w:autoSpaceDN/>
      <w:adjustRightInd/>
      <w:spacing w:line="192" w:lineRule="auto"/>
      <w:jc w:val="center"/>
    </w:pPr>
    <w:rPr>
      <w:rFonts w:ascii="SchoolDL" w:hAnsi="SchoolDL"/>
      <w:b/>
      <w:sz w:val="30"/>
    </w:rPr>
  </w:style>
  <w:style w:type="paragraph" w:styleId="Header">
    <w:name w:val="header"/>
    <w:basedOn w:val="Normal"/>
    <w:link w:val="HeaderChar"/>
    <w:uiPriority w:val="99"/>
    <w:rsid w:val="00DB0DC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B0DCB"/>
    <w:rPr>
      <w:rFonts w:ascii="Times New Roman" w:hAnsi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DB0DCB"/>
    <w:rPr>
      <w:rFonts w:cs="Times New Roman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DB0DCB"/>
    <w:rPr>
      <w:rFonts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DB0DCB"/>
    <w:pPr>
      <w:shd w:val="clear" w:color="auto" w:fill="FFFFFF"/>
      <w:autoSpaceDE/>
      <w:autoSpaceDN/>
      <w:adjustRightInd/>
      <w:spacing w:line="322" w:lineRule="exact"/>
    </w:pPr>
    <w:rPr>
      <w:rFonts w:ascii="Calibri" w:eastAsia="Calibri" w:hAnsi="Calibri"/>
      <w:sz w:val="26"/>
      <w:szCs w:val="26"/>
      <w:lang w:eastAsia="en-US"/>
    </w:rPr>
  </w:style>
  <w:style w:type="paragraph" w:styleId="BodyText">
    <w:name w:val="Body Text"/>
    <w:basedOn w:val="Normal"/>
    <w:link w:val="BodyTextChar"/>
    <w:uiPriority w:val="99"/>
    <w:rsid w:val="00472C8B"/>
    <w:pPr>
      <w:widowControl/>
      <w:autoSpaceDE/>
      <w:autoSpaceDN/>
      <w:adjustRightInd/>
      <w:spacing w:after="120"/>
    </w:pPr>
    <w:rPr>
      <w:sz w:val="24"/>
      <w:szCs w:val="24"/>
      <w:lang w:val="uk-UA" w:eastAsia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72C8B"/>
    <w:rPr>
      <w:rFonts w:ascii="Times New Roman" w:hAnsi="Times New Roman" w:cs="Times New Roman"/>
      <w:sz w:val="24"/>
      <w:szCs w:val="24"/>
      <w:lang w:val="uk-UA" w:eastAsia="uk-UA"/>
    </w:rPr>
  </w:style>
  <w:style w:type="paragraph" w:styleId="BalloonText">
    <w:name w:val="Balloon Text"/>
    <w:basedOn w:val="Normal"/>
    <w:link w:val="BalloonTextChar"/>
    <w:uiPriority w:val="99"/>
    <w:semiHidden/>
    <w:rsid w:val="000C79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C798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04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70</TotalTime>
  <Pages>3</Pages>
  <Words>821</Words>
  <Characters>4682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Алина</cp:lastModifiedBy>
  <cp:revision>14</cp:revision>
  <cp:lastPrinted>2018-05-21T12:16:00Z</cp:lastPrinted>
  <dcterms:created xsi:type="dcterms:W3CDTF">2018-05-21T11:44:00Z</dcterms:created>
  <dcterms:modified xsi:type="dcterms:W3CDTF">2018-05-23T14:28:00Z</dcterms:modified>
</cp:coreProperties>
</file>